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Arial" w:hAnsi="Arial"/>
          <w:smallCaps/>
          <w:color w:val="1A568F"/>
          <w:sz w:val="2"/>
        </w:rPr>
        <w:id w:val="7423463"/>
        <w:lock w:val="contentLocked"/>
        <w:placeholder>
          <w:docPart w:val="7E4DD691080943F2AF0F6772862A997D"/>
        </w:placeholder>
        <w:group/>
      </w:sdtPr>
      <w:sdtEndPr>
        <w:rPr>
          <w:rFonts w:cs="Arial"/>
          <w:sz w:val="40"/>
        </w:rPr>
      </w:sdtEndPr>
      <w:sdtContent>
        <w:p w:rsidR="00BB027B" w:rsidRPr="00E55FF4" w:rsidRDefault="00BB027B">
          <w:pPr>
            <w:rPr>
              <w:sz w:val="2"/>
            </w:rPr>
          </w:pPr>
        </w:p>
        <w:tbl>
          <w:tblPr>
            <w:tblW w:w="9918" w:type="dxa"/>
            <w:tblLayout w:type="fixed"/>
            <w:tblLook w:val="0000" w:firstRow="0" w:lastRow="0" w:firstColumn="0" w:lastColumn="0" w:noHBand="0" w:noVBand="0"/>
          </w:tblPr>
          <w:tblGrid>
            <w:gridCol w:w="1278"/>
            <w:gridCol w:w="8640"/>
          </w:tblGrid>
          <w:tr w:rsidR="008E38CE" w:rsidTr="00BB027B">
            <w:trPr>
              <w:trHeight w:val="1070"/>
            </w:trPr>
            <w:tc>
              <w:tcPr>
                <w:tcW w:w="1278" w:type="dxa"/>
                <w:vAlign w:val="center"/>
              </w:tcPr>
              <w:p w:rsidR="008E38CE" w:rsidRDefault="008E38CE" w:rsidP="00BB027B">
                <w:pPr>
                  <w:pStyle w:val="Subtitle-Parkland"/>
                  <w:jc w:val="center"/>
                </w:pPr>
                <w:r>
                  <w:rPr>
                    <w:noProof/>
                    <w:sz w:val="28"/>
                    <w:lang w:val="en-CA" w:eastAsia="en-CA"/>
                  </w:rPr>
                  <w:drawing>
                    <wp:inline distT="0" distB="0" distL="0" distR="0" wp14:anchorId="7829B7DD" wp14:editId="737F930A">
                      <wp:extent cx="714375" cy="666750"/>
                      <wp:effectExtent l="0" t="0" r="9525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-75.png"/>
                              <pic:cNvPicPr/>
                            </pic:nvPicPr>
                            <pic:blipFill>
                              <a:blip r:embed="rId18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14375" cy="6667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640" w:type="dxa"/>
                <w:vAlign w:val="center"/>
              </w:tcPr>
              <w:p w:rsidR="008E38CE" w:rsidRPr="00851011" w:rsidRDefault="008E38CE" w:rsidP="00501B23">
                <w:pPr>
                  <w:pStyle w:val="Title-Parkland"/>
                </w:pPr>
                <w:r w:rsidRPr="00851011">
                  <w:t xml:space="preserve">Individualized </w:t>
                </w:r>
                <w:r w:rsidRPr="0076281F">
                  <w:rPr>
                    <w:rFonts w:cs="Arial"/>
                  </w:rPr>
                  <w:t>Program Plan</w:t>
                </w:r>
                <w:r w:rsidRPr="0076281F">
                  <w:rPr>
                    <w:rStyle w:val="Subtitle-ParklandChar"/>
                    <w:rFonts w:ascii="Arial" w:hAnsi="Arial" w:cs="Arial"/>
                  </w:rPr>
                  <w:t xml:space="preserve"> </w:t>
                </w:r>
                <w:sdt>
                  <w:sdtPr>
                    <w:rPr>
                      <w:rStyle w:val="Title-ParklandChar"/>
                      <w:rFonts w:cs="Arial"/>
                    </w:rPr>
                    <w:tag w:val="Year"/>
                    <w:id w:val="-1304222234"/>
                    <w:placeholder>
                      <w:docPart w:val="96549C29D83B49659B06B1285FFD29BE"/>
                    </w:placeholder>
                    <w:dataBinding w:xpath="/root[1]/year[1]" w:storeItemID="{7E28BC4F-9F08-43F6-B014-CC2FEE6264C4}"/>
                    <w:text/>
                  </w:sdtPr>
                  <w:sdtEndPr>
                    <w:rPr>
                      <w:rStyle w:val="DefaultParagraphFont"/>
                      <w:smallCaps/>
                    </w:rPr>
                  </w:sdtEndPr>
                  <w:sdtContent>
                    <w:r w:rsidR="004B289D" w:rsidRPr="0076281F">
                      <w:rPr>
                        <w:rStyle w:val="Title-ParklandChar"/>
                        <w:rFonts w:cs="Arial"/>
                      </w:rPr>
                      <w:t>2012-2013</w:t>
                    </w:r>
                  </w:sdtContent>
                </w:sdt>
              </w:p>
            </w:tc>
          </w:tr>
        </w:tbl>
      </w:sdtContent>
    </w:sdt>
    <w:sdt>
      <w:sdtPr>
        <w:id w:val="-71127462"/>
        <w:lock w:val="sdtContentLocked"/>
        <w:placeholder>
          <w:docPart w:val="7E4DD691080943F2AF0F6772862A997D"/>
        </w:placeholder>
        <w:group/>
      </w:sdtPr>
      <w:sdtEndPr/>
      <w:sdtContent>
        <w:p w:rsidR="00D6452E" w:rsidRDefault="009C741D" w:rsidP="009C741D">
          <w:pPr>
            <w:pStyle w:val="Body-Parkland"/>
            <w:jc w:val="right"/>
          </w:pPr>
          <w:r>
            <w:t xml:space="preserve">For help with the IPP form, </w:t>
          </w:r>
          <w:hyperlink r:id="rId19" w:history="1">
            <w:r w:rsidRPr="009C741D">
              <w:rPr>
                <w:rStyle w:val="Hyperlink"/>
              </w:rPr>
              <w:t>click here</w:t>
            </w:r>
          </w:hyperlink>
          <w:r>
            <w:br/>
          </w:r>
        </w:p>
        <w:tbl>
          <w:tblPr>
            <w:tblStyle w:val="TableGrid"/>
            <w:tblW w:w="0" w:type="auto"/>
            <w:tbl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  <w:insideH w:val="single" w:sz="4" w:space="0" w:color="8DB3E2" w:themeColor="text2" w:themeTint="66"/>
              <w:insideV w:val="single" w:sz="4" w:space="0" w:color="8DB3E2" w:themeColor="text2" w:themeTint="66"/>
            </w:tblBorders>
            <w:shd w:val="clear" w:color="auto" w:fill="F2F2F2" w:themeFill="background1" w:themeFillShade="F2"/>
            <w:tblLook w:val="04A0" w:firstRow="1" w:lastRow="0" w:firstColumn="1" w:lastColumn="0" w:noHBand="0" w:noVBand="1"/>
          </w:tblPr>
          <w:tblGrid>
            <w:gridCol w:w="4788"/>
            <w:gridCol w:w="4788"/>
          </w:tblGrid>
          <w:tr w:rsidR="00966275" w:rsidTr="00A31135">
            <w:tc>
              <w:tcPr>
                <w:tcW w:w="4788" w:type="dxa"/>
                <w:shd w:val="clear" w:color="auto" w:fill="F2F2F2" w:themeFill="background1" w:themeFillShade="F2"/>
              </w:tcPr>
              <w:p w:rsidR="00966275" w:rsidRDefault="00966275" w:rsidP="00CE40C5">
                <w:pPr>
                  <w:pStyle w:val="Body-Parkland"/>
                </w:pPr>
                <w:r w:rsidRPr="004F79FD">
                  <w:rPr>
                    <w:b/>
                  </w:rPr>
                  <w:t>Last Name:</w:t>
                </w:r>
              </w:p>
            </w:tc>
            <w:tc>
              <w:tcPr>
                <w:tcW w:w="4788" w:type="dxa"/>
                <w:shd w:val="clear" w:color="auto" w:fill="F2F2F2" w:themeFill="background1" w:themeFillShade="F2"/>
              </w:tcPr>
              <w:p w:rsidR="00966275" w:rsidRDefault="00966275" w:rsidP="00CE40C5">
                <w:pPr>
                  <w:pStyle w:val="Body-Parkland"/>
                </w:pPr>
                <w:r w:rsidRPr="004F79FD">
                  <w:rPr>
                    <w:b/>
                  </w:rPr>
                  <w:t>First Name:</w:t>
                </w:r>
              </w:p>
            </w:tc>
          </w:tr>
          <w:tr w:rsidR="00966275" w:rsidTr="00A31135">
            <w:tc>
              <w:tcPr>
                <w:tcW w:w="4788" w:type="dxa"/>
                <w:shd w:val="clear" w:color="auto" w:fill="F2F2F2" w:themeFill="background1" w:themeFillShade="F2"/>
              </w:tcPr>
              <w:p w:rsidR="00966275" w:rsidRPr="00851011" w:rsidRDefault="00963E31" w:rsidP="004971C8">
                <w:pPr>
                  <w:pStyle w:val="Body-Parkland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tag w:val="LastName"/>
                    <w:id w:val="-1677342508"/>
                    <w:lock w:val="sdtLocked"/>
                    <w:placeholder>
                      <w:docPart w:val="79A67419670D413083501153B67245B2"/>
                    </w:placeholder>
                    <w:showingPlcHdr/>
                    <w:dataBinding w:xpath="/root[1]/lastname[1]" w:storeItemID="{80FEDED5-F975-41F4-B5F4-F0D1B3283574}"/>
                    <w:text/>
                  </w:sdtPr>
                  <w:sdtEndPr/>
                  <w:sdtContent>
                    <w:r w:rsidR="004971C8">
                      <w:rPr>
                        <w:rStyle w:val="FormField-ParklandChar"/>
                      </w:rPr>
                      <w:t>Click to enter text</w:t>
                    </w:r>
                  </w:sdtContent>
                </w:sdt>
              </w:p>
            </w:tc>
            <w:bookmarkStart w:id="1" w:name="Firstname"/>
            <w:tc>
              <w:tcPr>
                <w:tcW w:w="4788" w:type="dxa"/>
                <w:shd w:val="clear" w:color="auto" w:fill="F2F2F2" w:themeFill="background1" w:themeFillShade="F2"/>
              </w:tcPr>
              <w:p w:rsidR="00966275" w:rsidRPr="00851011" w:rsidRDefault="00963E31" w:rsidP="004E28AD">
                <w:pPr>
                  <w:pStyle w:val="Body-Parkland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tag w:val="FirstName"/>
                    <w:id w:val="-1054233192"/>
                    <w:placeholder>
                      <w:docPart w:val="33698182DB0B411C87CF0DB6A52C3607"/>
                    </w:placeholder>
                    <w:showingPlcHdr/>
                    <w:dataBinding w:xpath="/root[1]/firstname[1]" w:storeItemID="{9E6B2F35-D078-4E28-8805-0D338FEAD597}"/>
                    <w:text/>
                  </w:sdtPr>
                  <w:sdtEndPr/>
                  <w:sdtContent>
                    <w:r w:rsidR="004E28AD">
                      <w:rPr>
                        <w:rStyle w:val="FormField-ParklandChar"/>
                      </w:rPr>
                      <w:t>Click to enter text</w:t>
                    </w:r>
                  </w:sdtContent>
                </w:sdt>
                <w:bookmarkEnd w:id="1"/>
              </w:p>
            </w:tc>
          </w:tr>
        </w:tbl>
        <w:p w:rsidR="00CE40C5" w:rsidRDefault="00CE40C5" w:rsidP="00CE40C5">
          <w:pPr>
            <w:pStyle w:val="Body-Parkland"/>
            <w:rPr>
              <w:sz w:val="20"/>
            </w:rPr>
          </w:pPr>
        </w:p>
        <w:tbl>
          <w:tblPr>
            <w:tblStyle w:val="TableGrid"/>
            <w:tblW w:w="0" w:type="auto"/>
            <w:tbl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  <w:insideH w:val="single" w:sz="4" w:space="0" w:color="8DB3E2" w:themeColor="text2" w:themeTint="66"/>
              <w:insideV w:val="single" w:sz="4" w:space="0" w:color="8DB3E2" w:themeColor="text2" w:themeTint="66"/>
            </w:tblBorders>
            <w:tblCellMar>
              <w:top w:w="14" w:type="dxa"/>
              <w:left w:w="115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3188"/>
            <w:gridCol w:w="3188"/>
            <w:gridCol w:w="3189"/>
          </w:tblGrid>
          <w:tr w:rsidR="004A77CB" w:rsidTr="00356E9C">
            <w:trPr>
              <w:trHeight w:val="264"/>
            </w:trPr>
            <w:tc>
              <w:tcPr>
                <w:tcW w:w="3188" w:type="dxa"/>
                <w:shd w:val="clear" w:color="auto" w:fill="F2F2F2" w:themeFill="background1" w:themeFillShade="F2"/>
              </w:tcPr>
              <w:p w:rsidR="004A77CB" w:rsidRPr="004A77CB" w:rsidRDefault="004A77CB" w:rsidP="004A77CB">
                <w:pPr>
                  <w:pStyle w:val="Body-Parkland"/>
                  <w:rPr>
                    <w:b/>
                  </w:rPr>
                </w:pPr>
                <w:r w:rsidRPr="004A77CB">
                  <w:rPr>
                    <w:b/>
                  </w:rPr>
                  <w:t>Date of Birth:</w:t>
                </w:r>
              </w:p>
            </w:tc>
            <w:tc>
              <w:tcPr>
                <w:tcW w:w="3188" w:type="dxa"/>
                <w:shd w:val="clear" w:color="auto" w:fill="F2F2F2" w:themeFill="background1" w:themeFillShade="F2"/>
              </w:tcPr>
              <w:p w:rsidR="004A77CB" w:rsidRPr="00CE40C5" w:rsidRDefault="004A77CB" w:rsidP="00CE40C5">
                <w:pPr>
                  <w:pStyle w:val="Body-Parkland"/>
                </w:pPr>
                <w:r w:rsidRPr="004F79FD">
                  <w:rPr>
                    <w:b/>
                  </w:rPr>
                  <w:t>Alberta Learning ID #:</w:t>
                </w:r>
              </w:p>
            </w:tc>
            <w:tc>
              <w:tcPr>
                <w:tcW w:w="3189" w:type="dxa"/>
                <w:shd w:val="clear" w:color="auto" w:fill="F2F2F2" w:themeFill="background1" w:themeFillShade="F2"/>
              </w:tcPr>
              <w:p w:rsidR="004A77CB" w:rsidRPr="00CE40C5" w:rsidRDefault="004A77CB" w:rsidP="00CE40C5">
                <w:pPr>
                  <w:pStyle w:val="Body-Parkland"/>
                </w:pPr>
                <w:r w:rsidRPr="004F79FD">
                  <w:rPr>
                    <w:b/>
                  </w:rPr>
                  <w:t>Special Needs Code</w:t>
                </w:r>
              </w:p>
            </w:tc>
          </w:tr>
          <w:tr w:rsidR="004A77CB" w:rsidTr="00356E9C">
            <w:trPr>
              <w:trHeight w:val="264"/>
            </w:trPr>
            <w:sdt>
              <w:sdtPr>
                <w:tag w:val="Birthdate"/>
                <w:id w:val="229509818"/>
                <w:placeholder>
                  <w:docPart w:val="F135CAF691E94AE2BE9DC094397CAC53"/>
                </w:placeholder>
                <w:showingPlcHdr/>
                <w:date w:fullDate="2012-06-14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3188" w:type="dxa"/>
                    <w:shd w:val="clear" w:color="auto" w:fill="F2F2F2" w:themeFill="background1" w:themeFillShade="F2"/>
                  </w:tcPr>
                  <w:p w:rsidR="004A77CB" w:rsidRPr="00B35162" w:rsidRDefault="004E28AD" w:rsidP="004E28AD">
                    <w:pPr>
                      <w:pStyle w:val="Body-Parkland"/>
                    </w:pPr>
                    <w:r w:rsidRPr="004E28AD">
                      <w:rPr>
                        <w:rStyle w:val="FormField-ParklandChar"/>
                      </w:rPr>
                      <w:t>Enter date</w:t>
                    </w:r>
                  </w:p>
                </w:tc>
              </w:sdtContent>
            </w:sdt>
            <w:bookmarkStart w:id="2" w:name="ID" w:displacedByCustomXml="next"/>
            <w:sdt>
              <w:sdtPr>
                <w:tag w:val="ABLearningID"/>
                <w:id w:val="-1569345012"/>
                <w:placeholder>
                  <w:docPart w:val="BA5494E5CDE54C0EACFD74B474E7DCDC"/>
                </w:placeholder>
                <w:showingPlcHdr/>
                <w:dataBinding w:xpath="/root[1]/ABLearningID[1]" w:storeItemID="{F4FC1EDD-22C0-459D-B0C2-413CCF6530CD}"/>
                <w:text/>
              </w:sdtPr>
              <w:sdtEndPr/>
              <w:sdtContent>
                <w:tc>
                  <w:tcPr>
                    <w:tcW w:w="3188" w:type="dxa"/>
                    <w:shd w:val="clear" w:color="auto" w:fill="F2F2F2" w:themeFill="background1" w:themeFillShade="F2"/>
                  </w:tcPr>
                  <w:p w:rsidR="004A77CB" w:rsidRPr="00CE40C5" w:rsidRDefault="004E28AD" w:rsidP="004E28AD">
                    <w:pPr>
                      <w:pStyle w:val="Body-Parkland"/>
                    </w:pPr>
                    <w:r w:rsidRPr="00CE40C5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</w:tc>
              </w:sdtContent>
            </w:sdt>
            <w:bookmarkEnd w:id="2" w:displacedByCustomXml="prev"/>
            <w:sdt>
              <w:sdtPr>
                <w:tag w:val="SpecialNeedsCode"/>
                <w:id w:val="-1065942872"/>
                <w:placeholder>
                  <w:docPart w:val="83DD151C8F2845489F5841600E9D0713"/>
                </w:placeholder>
                <w:showingPlcHdr/>
                <w:text/>
              </w:sdtPr>
              <w:sdtEndPr/>
              <w:sdtContent>
                <w:tc>
                  <w:tcPr>
                    <w:tcW w:w="3189" w:type="dxa"/>
                    <w:shd w:val="clear" w:color="auto" w:fill="F2F2F2" w:themeFill="background1" w:themeFillShade="F2"/>
                  </w:tcPr>
                  <w:p w:rsidR="004A77CB" w:rsidRPr="00CE40C5" w:rsidRDefault="004E28AD" w:rsidP="004E28AD">
                    <w:pPr>
                      <w:pStyle w:val="Body-Parkland"/>
                    </w:pPr>
                    <w:r w:rsidRPr="00CE40C5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</w:tc>
              </w:sdtContent>
            </w:sdt>
          </w:tr>
        </w:tbl>
        <w:p w:rsidR="00AA517E" w:rsidRPr="00851011" w:rsidRDefault="00AA517E" w:rsidP="0071534F">
          <w:pPr>
            <w:pStyle w:val="Body-Parkland"/>
            <w:rPr>
              <w:sz w:val="18"/>
            </w:rPr>
          </w:pPr>
        </w:p>
        <w:tbl>
          <w:tblPr>
            <w:tblW w:w="9558" w:type="dxa"/>
            <w:tblBorders>
              <w:top w:val="single" w:sz="4" w:space="0" w:color="8DB3E2" w:themeColor="text2" w:themeTint="66"/>
              <w:left w:val="single" w:sz="4" w:space="0" w:color="8DB3E2" w:themeColor="text2" w:themeTint="66"/>
              <w:bottom w:val="single" w:sz="4" w:space="0" w:color="8DB3E2" w:themeColor="text2" w:themeTint="66"/>
              <w:right w:val="single" w:sz="4" w:space="0" w:color="8DB3E2" w:themeColor="text2" w:themeTint="66"/>
              <w:insideH w:val="single" w:sz="4" w:space="0" w:color="8DB3E2" w:themeColor="text2" w:themeTint="66"/>
              <w:insideV w:val="single" w:sz="4" w:space="0" w:color="8DB3E2" w:themeColor="text2" w:themeTint="66"/>
            </w:tblBorders>
            <w:tblLayout w:type="fixed"/>
            <w:tblLook w:val="0000" w:firstRow="0" w:lastRow="0" w:firstColumn="0" w:lastColumn="0" w:noHBand="0" w:noVBand="0"/>
          </w:tblPr>
          <w:tblGrid>
            <w:gridCol w:w="3186"/>
            <w:gridCol w:w="3186"/>
            <w:gridCol w:w="3186"/>
          </w:tblGrid>
          <w:tr w:rsidR="004A77CB" w:rsidRPr="00851011" w:rsidTr="00356E9C">
            <w:tc>
              <w:tcPr>
                <w:tcW w:w="3186" w:type="dxa"/>
                <w:shd w:val="clear" w:color="auto" w:fill="F2F2F2" w:themeFill="background1" w:themeFillShade="F2"/>
              </w:tcPr>
              <w:p w:rsidR="004A77CB" w:rsidRPr="00851011" w:rsidRDefault="004A77CB" w:rsidP="00FF6934">
                <w:pPr>
                  <w:pStyle w:val="Body-Parkland"/>
                  <w:rPr>
                    <w:sz w:val="22"/>
                  </w:rPr>
                </w:pPr>
                <w:r w:rsidRPr="004F79FD">
                  <w:rPr>
                    <w:b/>
                  </w:rPr>
                  <w:t>School</w:t>
                </w:r>
                <w:r w:rsidRPr="004F79FD">
                  <w:rPr>
                    <w:b/>
                    <w:sz w:val="18"/>
                  </w:rPr>
                  <w:t>:</w:t>
                </w:r>
              </w:p>
            </w:tc>
            <w:tc>
              <w:tcPr>
                <w:tcW w:w="3186" w:type="dxa"/>
                <w:shd w:val="clear" w:color="auto" w:fill="F2F2F2" w:themeFill="background1" w:themeFillShade="F2"/>
              </w:tcPr>
              <w:p w:rsidR="004A77CB" w:rsidRPr="004A77CB" w:rsidRDefault="004A77CB" w:rsidP="004A77CB">
                <w:pPr>
                  <w:pStyle w:val="Body-Parkland"/>
                  <w:rPr>
                    <w:b/>
                  </w:rPr>
                </w:pPr>
                <w:r w:rsidRPr="004A77CB">
                  <w:rPr>
                    <w:b/>
                  </w:rPr>
                  <w:t>Grade:</w:t>
                </w:r>
              </w:p>
            </w:tc>
            <w:tc>
              <w:tcPr>
                <w:tcW w:w="3186" w:type="dxa"/>
                <w:shd w:val="clear" w:color="auto" w:fill="F2F2F2" w:themeFill="background1" w:themeFillShade="F2"/>
              </w:tcPr>
              <w:p w:rsidR="004A77CB" w:rsidRPr="004A77CB" w:rsidRDefault="004A77CB" w:rsidP="004A77CB">
                <w:pPr>
                  <w:pStyle w:val="Body-Parkland"/>
                  <w:rPr>
                    <w:b/>
                  </w:rPr>
                </w:pPr>
                <w:r w:rsidRPr="004A77CB">
                  <w:rPr>
                    <w:b/>
                  </w:rPr>
                  <w:t>Date of  IPP:</w:t>
                </w:r>
              </w:p>
            </w:tc>
          </w:tr>
          <w:tr w:rsidR="004A77CB" w:rsidRPr="00851011" w:rsidTr="00356E9C">
            <w:trPr>
              <w:trHeight w:val="270"/>
            </w:trPr>
            <w:bookmarkStart w:id="3" w:name="School" w:displacedByCustomXml="next"/>
            <w:bookmarkStart w:id="4" w:name="Birthdate" w:displacedByCustomXml="next"/>
            <w:sdt>
              <w:sdtPr>
                <w:rPr>
                  <w:sz w:val="22"/>
                </w:rPr>
                <w:tag w:val="SchoolName"/>
                <w:id w:val="1017657924"/>
                <w:placeholder>
                  <w:docPart w:val="B6ADC4F297574D36A5AECBB70EB00088"/>
                </w:placeholder>
                <w:showingPlcHdr/>
                <w:dataBinding w:xpath="/root[1]/schoolname[1]" w:storeItemID="{5A750640-883C-4266-91DF-7302CDFE1538}"/>
                <w:text/>
              </w:sdtPr>
              <w:sdtEndPr/>
              <w:sdtContent>
                <w:tc>
                  <w:tcPr>
                    <w:tcW w:w="3186" w:type="dxa"/>
                    <w:shd w:val="clear" w:color="auto" w:fill="F2F2F2" w:themeFill="background1" w:themeFillShade="F2"/>
                  </w:tcPr>
                  <w:p w:rsidR="004A77CB" w:rsidRDefault="004E28AD" w:rsidP="004E28AD">
                    <w:pPr>
                      <w:pStyle w:val="Body-Parkland"/>
                      <w:rPr>
                        <w:sz w:val="20"/>
                      </w:rPr>
                    </w:pPr>
                    <w:r w:rsidRPr="00CE40C5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</w:tc>
              </w:sdtContent>
            </w:sdt>
            <w:bookmarkEnd w:id="3" w:displacedByCustomXml="prev"/>
            <w:bookmarkEnd w:id="4" w:displacedByCustomXml="prev"/>
            <w:bookmarkStart w:id="5" w:name="Grade" w:displacedByCustomXml="next"/>
            <w:sdt>
              <w:sdtPr>
                <w:tag w:val="Grade"/>
                <w:id w:val="314221932"/>
                <w:placeholder>
                  <w:docPart w:val="DAC2196D6DE842AD8952B51847FDB894"/>
                </w:placeholder>
                <w:showingPlcHdr/>
                <w:text/>
              </w:sdtPr>
              <w:sdtEndPr/>
              <w:sdtContent>
                <w:tc>
                  <w:tcPr>
                    <w:tcW w:w="3186" w:type="dxa"/>
                    <w:shd w:val="clear" w:color="auto" w:fill="F2F2F2" w:themeFill="background1" w:themeFillShade="F2"/>
                  </w:tcPr>
                  <w:p w:rsidR="004A77CB" w:rsidRDefault="004E28AD" w:rsidP="004E28AD">
                    <w:pPr>
                      <w:pStyle w:val="Body-Parkland"/>
                      <w:rPr>
                        <w:sz w:val="20"/>
                      </w:rPr>
                    </w:pPr>
                    <w:r w:rsidRPr="004E28AD">
                      <w:rPr>
                        <w:rStyle w:val="FormField-ParklandChar"/>
                      </w:rPr>
                      <w:t>Click to e</w:t>
                    </w:r>
                    <w:r w:rsidRPr="004E28AD">
                      <w:rPr>
                        <w:rStyle w:val="FormField-ParklandChar"/>
                        <w:rFonts w:eastAsiaTheme="minorHAnsi"/>
                      </w:rPr>
                      <w:t>nter text.</w:t>
                    </w:r>
                  </w:p>
                </w:tc>
              </w:sdtContent>
            </w:sdt>
            <w:bookmarkEnd w:id="5" w:displacedByCustomXml="prev"/>
            <w:sdt>
              <w:sdtPr>
                <w:tag w:val="IPPDate"/>
                <w:id w:val="1768580350"/>
                <w:placeholder>
                  <w:docPart w:val="F1DDC3CFE0274A32AE0FE2850106DC16"/>
                </w:placeholder>
                <w:showingPlcHdr/>
                <w:date w:fullDate="2012-06-14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3186" w:type="dxa"/>
                    <w:shd w:val="clear" w:color="auto" w:fill="F2F2F2" w:themeFill="background1" w:themeFillShade="F2"/>
                  </w:tcPr>
                  <w:p w:rsidR="004A77CB" w:rsidRPr="00851011" w:rsidRDefault="004E28AD" w:rsidP="004E28AD">
                    <w:pPr>
                      <w:pStyle w:val="Body-Parkland"/>
                    </w:pPr>
                    <w:r w:rsidRPr="004E28AD">
                      <w:rPr>
                        <w:rStyle w:val="FormField-ParklandChar"/>
                        <w:rFonts w:eastAsiaTheme="minorHAnsi"/>
                      </w:rPr>
                      <w:t>Enter date</w:t>
                    </w:r>
                  </w:p>
                </w:tc>
              </w:sdtContent>
            </w:sdt>
          </w:tr>
        </w:tbl>
      </w:sdtContent>
    </w:sdt>
    <w:p w:rsidR="00AA517E" w:rsidRDefault="00AA517E" w:rsidP="001E273F">
      <w:pPr>
        <w:pStyle w:val="Body-Parkland"/>
      </w:pPr>
    </w:p>
    <w:sdt>
      <w:sdtPr>
        <w:rPr>
          <w:rFonts w:ascii="Verdana" w:hAnsi="Verdana"/>
          <w:b/>
          <w:sz w:val="2"/>
          <w:u w:val="single"/>
        </w:rPr>
        <w:id w:val="1662128259"/>
        <w:lock w:val="sdtContentLocked"/>
        <w:placeholder>
          <w:docPart w:val="7E4DD691080943F2AF0F6772862A997D"/>
        </w:placeholder>
        <w:group/>
      </w:sdtPr>
      <w:sdtEndPr>
        <w:rPr>
          <w:rStyle w:val="Body-ParklandChar"/>
          <w:rFonts w:ascii="Times New Roman" w:hAnsi="Times New Roman"/>
          <w:b w:val="0"/>
          <w:sz w:val="24"/>
          <w:szCs w:val="21"/>
          <w:u w:val="none"/>
          <w:lang w:eastAsia="ja-JP"/>
        </w:rPr>
      </w:sdtEndPr>
      <w:sdtContent>
        <w:p w:rsidR="00E55FF4" w:rsidRPr="00E55FF4" w:rsidRDefault="00E55FF4" w:rsidP="00AA517E">
          <w:pPr>
            <w:tabs>
              <w:tab w:val="left" w:pos="2340"/>
              <w:tab w:val="left" w:pos="2520"/>
              <w:tab w:val="left" w:pos="5220"/>
            </w:tabs>
            <w:rPr>
              <w:rFonts w:ascii="Verdana" w:hAnsi="Verdana"/>
              <w:b/>
              <w:sz w:val="2"/>
              <w:u w:val="single"/>
            </w:rPr>
          </w:pPr>
        </w:p>
        <w:tbl>
          <w:tblPr>
            <w:tblStyle w:val="TableGrid"/>
            <w:tblW w:w="0" w:type="auto"/>
            <w:tblLook w:val="01E0" w:firstRow="1" w:lastRow="1" w:firstColumn="1" w:lastColumn="1" w:noHBand="0" w:noVBand="0"/>
          </w:tblPr>
          <w:tblGrid>
            <w:gridCol w:w="3348"/>
            <w:gridCol w:w="6228"/>
          </w:tblGrid>
          <w:tr w:rsidR="00AA517E" w:rsidRPr="00130AA9" w:rsidTr="00485D35">
            <w:trPr>
              <w:trHeight w:val="288"/>
            </w:trPr>
            <w:tc>
              <w:tcPr>
                <w:tcW w:w="957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AA517E" w:rsidRPr="00501B23" w:rsidRDefault="00AA517E" w:rsidP="00501B23">
                <w:pPr>
                  <w:pStyle w:val="Heading1Parkland"/>
                </w:pPr>
                <w:r w:rsidRPr="00501B23">
                  <w:t>IPP Team</w:t>
                </w:r>
              </w:p>
            </w:tc>
          </w:tr>
          <w:tr w:rsidR="00485D35" w:rsidRPr="00130AA9" w:rsidTr="00485D35">
            <w:trPr>
              <w:trHeight w:val="242"/>
            </w:trPr>
            <w:tc>
              <w:tcPr>
                <w:tcW w:w="334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:rsidR="00485D35" w:rsidRPr="00130AA9" w:rsidRDefault="00485D35" w:rsidP="00485D35">
                <w:pPr>
                  <w:pStyle w:val="Body-Parkland"/>
                </w:pPr>
                <w:r w:rsidRPr="00F2617E">
                  <w:rPr>
                    <w:rStyle w:val="Body-ParklandChar"/>
                  </w:rPr>
                  <w:t>Teacher and IPP Coordinator:</w:t>
                </w:r>
                <w:r w:rsidRPr="00130AA9">
                  <w:t xml:space="preserve"> </w:t>
                </w:r>
              </w:p>
            </w:tc>
            <w:tc>
              <w:tcPr>
                <w:tcW w:w="6228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531772482"/>
                  <w:placeholder>
                    <w:docPart w:val="90434C1EE1AB4ECDA2F23E52259918C5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85D35" w:rsidRPr="005F2950" w:rsidRDefault="005F2950" w:rsidP="005F2950">
                    <w:pPr>
                      <w:rPr>
                        <w:rFonts w:eastAsiaTheme="minorHAnsi"/>
                        <w:color w:val="808080" w:themeColor="background1" w:themeShade="80"/>
                      </w:rPr>
                    </w:pPr>
                    <w:r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  <w:r>
                      <w:rPr>
                        <w:rStyle w:val="FormField-ParklandChar"/>
                        <w:rFonts w:eastAsiaTheme="minorHAnsi"/>
                      </w:rPr>
                      <w:br/>
                    </w:r>
                  </w:p>
                </w:sdtContent>
              </w:sdt>
            </w:tc>
          </w:tr>
          <w:tr w:rsidR="00485D35" w:rsidRPr="00130AA9" w:rsidTr="00485D35">
            <w:trPr>
              <w:trHeight w:val="297"/>
            </w:trPr>
            <w:tc>
              <w:tcPr>
                <w:tcW w:w="3348" w:type="dxa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</w:tcPr>
              <w:p w:rsidR="00485D35" w:rsidRPr="00F2617E" w:rsidRDefault="00485D35" w:rsidP="00485D35">
                <w:pPr>
                  <w:pStyle w:val="Body-Parkland"/>
                  <w:rPr>
                    <w:rStyle w:val="Body-ParklandChar"/>
                  </w:rPr>
                </w:pPr>
                <w:r w:rsidRPr="00130AA9">
                  <w:t xml:space="preserve">Parents/Guardians: </w:t>
                </w:r>
              </w:p>
            </w:tc>
            <w:tc>
              <w:tcPr>
                <w:tcW w:w="6228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-113142508"/>
                  <w:placeholder>
                    <w:docPart w:val="D4E31AB8825E4F188200228CC04172E1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85D35" w:rsidRPr="00F2617E" w:rsidRDefault="005F2950" w:rsidP="005F2950">
                    <w:pPr>
                      <w:rPr>
                        <w:rStyle w:val="Body-ParklandChar"/>
                      </w:rPr>
                    </w:pPr>
                    <w:r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  <w:r>
                      <w:rPr>
                        <w:rStyle w:val="FormField-ParklandChar"/>
                        <w:rFonts w:eastAsiaTheme="minorHAnsi"/>
                      </w:rPr>
                      <w:br/>
                    </w:r>
                  </w:p>
                </w:sdtContent>
              </w:sdt>
            </w:tc>
          </w:tr>
          <w:tr w:rsidR="00485D35" w:rsidRPr="00130AA9" w:rsidTr="00485D35">
            <w:trPr>
              <w:trHeight w:val="288"/>
            </w:trPr>
            <w:tc>
              <w:tcPr>
                <w:tcW w:w="3348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:rsidR="00485D35" w:rsidRDefault="00485D35" w:rsidP="00485D35">
                <w:pPr>
                  <w:pStyle w:val="Body-Parkland"/>
                </w:pPr>
                <w:r w:rsidRPr="00130AA9">
                  <w:t xml:space="preserve">Others: </w:t>
                </w:r>
              </w:p>
            </w:tc>
            <w:tc>
              <w:tcPr>
                <w:tcW w:w="62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-508450295"/>
                  <w:placeholder>
                    <w:docPart w:val="B2AB1E74CAF441748452618406BBFD7B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85D35" w:rsidRPr="005F2950" w:rsidRDefault="005F2950" w:rsidP="005F2950">
                    <w:pPr>
                      <w:rPr>
                        <w:szCs w:val="21"/>
                      </w:rPr>
                    </w:pPr>
                    <w:r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  <w:r>
                      <w:rPr>
                        <w:rStyle w:val="FormField-ParklandChar"/>
                        <w:rFonts w:eastAsiaTheme="minorHAnsi"/>
                      </w:rPr>
                      <w:br/>
                    </w:r>
                  </w:p>
                </w:sdtContent>
              </w:sdt>
            </w:tc>
          </w:tr>
        </w:tbl>
      </w:sdtContent>
    </w:sdt>
    <w:p w:rsidR="00CE40C5" w:rsidRDefault="00CE40C5"/>
    <w:sdt>
      <w:sdtPr>
        <w:rPr>
          <w:sz w:val="2"/>
        </w:rPr>
        <w:id w:val="508256503"/>
        <w:lock w:val="sdtContentLocked"/>
        <w:placeholder>
          <w:docPart w:val="7E4DD691080943F2AF0F6772862A997D"/>
        </w:placeholder>
        <w:group/>
      </w:sdtPr>
      <w:sdtEndPr>
        <w:rPr>
          <w:rStyle w:val="Body-ParklandChar"/>
          <w:sz w:val="24"/>
          <w:szCs w:val="21"/>
          <w:lang w:eastAsia="ja-JP"/>
        </w:rPr>
      </w:sdtEndPr>
      <w:sdtContent>
        <w:p w:rsidR="00A14872" w:rsidRPr="00A14872" w:rsidRDefault="00A14872">
          <w:pPr>
            <w:rPr>
              <w:sz w:val="2"/>
            </w:rPr>
          </w:pPr>
        </w:p>
        <w:tbl>
          <w:tblPr>
            <w:tblStyle w:val="TableGrid"/>
            <w:tblW w:w="0" w:type="auto"/>
            <w:tblLook w:val="01E0" w:firstRow="1" w:lastRow="1" w:firstColumn="1" w:lastColumn="1" w:noHBand="0" w:noVBand="0"/>
          </w:tblPr>
          <w:tblGrid>
            <w:gridCol w:w="9576"/>
          </w:tblGrid>
          <w:tr w:rsidR="00AA517E" w:rsidRPr="00130AA9" w:rsidTr="00CE40C5">
            <w:tc>
              <w:tcPr>
                <w:tcW w:w="9576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AA517E" w:rsidRPr="00501B23" w:rsidRDefault="00AA517E" w:rsidP="00501B23">
                <w:pPr>
                  <w:pStyle w:val="Heading1Parkland"/>
                </w:pPr>
                <w:r w:rsidRPr="00501B23">
                  <w:t xml:space="preserve">Parent </w:t>
                </w:r>
                <w:r w:rsidR="009B4BB5" w:rsidRPr="00501B23">
                  <w:t>I</w:t>
                </w:r>
                <w:r w:rsidRPr="00501B23">
                  <w:t>nput</w:t>
                </w:r>
              </w:p>
            </w:tc>
          </w:tr>
          <w:tr w:rsidR="00AA517E" w:rsidRPr="00130AA9" w:rsidTr="00CE40C5">
            <w:tc>
              <w:tcPr>
                <w:tcW w:w="9576" w:type="dxa"/>
                <w:tcBorders>
                  <w:top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-1949920446"/>
                  <w:placeholder>
                    <w:docPart w:val="28E95B7E1C0D489FAA04171207EF4EDE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410BDA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AA517E" w:rsidRPr="00410BDA" w:rsidRDefault="00963E31" w:rsidP="00410BDA">
                    <w:pPr>
                      <w:rPr>
                        <w:rFonts w:ascii="Verdana" w:hAnsi="Verdana"/>
                        <w:sz w:val="21"/>
                        <w:szCs w:val="21"/>
                      </w:rPr>
                    </w:pPr>
                  </w:p>
                </w:sdtContent>
              </w:sdt>
            </w:tc>
          </w:tr>
        </w:tbl>
      </w:sdtContent>
    </w:sdt>
    <w:p w:rsidR="00917184" w:rsidRDefault="00917184" w:rsidP="00AA517E">
      <w:pPr>
        <w:rPr>
          <w:rFonts w:ascii="Verdana" w:hAnsi="Verdana"/>
          <w:sz w:val="21"/>
          <w:szCs w:val="21"/>
          <w:lang w:eastAsia="ja-JP"/>
        </w:rPr>
      </w:pPr>
    </w:p>
    <w:p w:rsidR="00AA517E" w:rsidRPr="00A14872" w:rsidRDefault="00AA517E" w:rsidP="00AA517E">
      <w:pPr>
        <w:rPr>
          <w:rFonts w:ascii="Verdana" w:hAnsi="Verdana"/>
          <w:sz w:val="2"/>
          <w:szCs w:val="21"/>
        </w:r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2028130694"/>
        <w:lock w:val="sdtContentLocked"/>
        <w:placeholder>
          <w:docPart w:val="7E4DD691080943F2AF0F6772862A997D"/>
        </w:placeholder>
        <w:group/>
      </w:sdtPr>
      <w:sdtEndPr>
        <w:rPr>
          <w:sz w:val="2"/>
        </w:rPr>
      </w:sdtEndPr>
      <w:sdtContent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43" w:type="dxa"/>
              <w:left w:w="115" w:type="dxa"/>
              <w:bottom w:w="43" w:type="dxa"/>
              <w:right w:w="115" w:type="dxa"/>
            </w:tblCellMar>
            <w:tblLook w:val="0000" w:firstRow="0" w:lastRow="0" w:firstColumn="0" w:lastColumn="0" w:noHBand="0" w:noVBand="0"/>
          </w:tblPr>
          <w:tblGrid>
            <w:gridCol w:w="1908"/>
            <w:gridCol w:w="3150"/>
            <w:gridCol w:w="4590"/>
          </w:tblGrid>
          <w:tr w:rsidR="00EB2519" w:rsidRPr="00130AA9" w:rsidTr="006A02C7">
            <w:tc>
              <w:tcPr>
                <w:tcW w:w="964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EB2519" w:rsidRPr="00501B23" w:rsidRDefault="00EB2519" w:rsidP="00501B23">
                <w:pPr>
                  <w:pStyle w:val="Heading1Parkland"/>
                </w:pPr>
                <w:r w:rsidRPr="00501B23">
                  <w:t>Student Profile</w:t>
                </w:r>
              </w:p>
            </w:tc>
          </w:tr>
          <w:tr w:rsidR="00EB2519" w:rsidRPr="00130AA9" w:rsidTr="00D05A91">
            <w:trPr>
              <w:trHeight w:val="432"/>
            </w:trPr>
            <w:tc>
              <w:tcPr>
                <w:tcW w:w="9648" w:type="dxa"/>
                <w:gridSpan w:val="3"/>
                <w:tcBorders>
                  <w:bottom w:val="single" w:sz="4" w:space="0" w:color="auto"/>
                </w:tcBorders>
                <w:vAlign w:val="center"/>
              </w:tcPr>
              <w:p w:rsidR="00EB2519" w:rsidRPr="006A02C7" w:rsidRDefault="00EB2519" w:rsidP="006A02C7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 xml:space="preserve">Specialist Assessments </w:t>
                </w:r>
              </w:p>
            </w:tc>
          </w:tr>
          <w:tr w:rsidR="00F74E1D" w:rsidRPr="00130AA9" w:rsidTr="006A02C7">
            <w:trPr>
              <w:trHeight w:val="225"/>
            </w:trPr>
            <w:tc>
              <w:tcPr>
                <w:tcW w:w="1908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F74E1D" w:rsidRPr="00410BDA" w:rsidRDefault="006D3C7B" w:rsidP="00D6452E">
                <w:pPr>
                  <w:pStyle w:val="Body-Parkland"/>
                </w:pPr>
                <w:r>
                  <w:t>Date</w:t>
                </w:r>
              </w:p>
            </w:tc>
            <w:tc>
              <w:tcPr>
                <w:tcW w:w="315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F74E1D" w:rsidRPr="00410BDA" w:rsidRDefault="00C22D30" w:rsidP="00D6452E">
                <w:pPr>
                  <w:pStyle w:val="Body-Parkland"/>
                </w:pPr>
                <w:r>
                  <w:t>Test &amp;</w:t>
                </w:r>
                <w:r>
                  <w:br/>
                </w:r>
                <w:r w:rsidR="00D93365">
                  <w:t>Professional Administering</w:t>
                </w:r>
              </w:p>
            </w:tc>
            <w:tc>
              <w:tcPr>
                <w:tcW w:w="4590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F74E1D" w:rsidRPr="00410BDA" w:rsidRDefault="006D3C7B" w:rsidP="00D6452E">
                <w:pPr>
                  <w:pStyle w:val="Body-Parkland"/>
                </w:pPr>
                <w:r>
                  <w:t>Assessment/</w:t>
                </w:r>
                <w:r w:rsidR="00D93365">
                  <w:t>Diagnostic</w:t>
                </w:r>
                <w:r>
                  <w:t xml:space="preserve"> Information</w:t>
                </w:r>
              </w:p>
            </w:tc>
          </w:tr>
        </w:tbl>
        <w:p w:rsidR="006D3C7B" w:rsidRPr="006D3C7B" w:rsidRDefault="00963E31">
          <w:pPr>
            <w:rPr>
              <w:sz w:val="2"/>
            </w:rPr>
          </w:pPr>
        </w:p>
      </w:sdtContent>
    </w:sdt>
    <w:p w:rsidR="006D3C7B" w:rsidRPr="00917184" w:rsidRDefault="006D3C7B">
      <w:pPr>
        <w:rPr>
          <w:sz w:val="2"/>
        </w:rPr>
        <w:sectPr w:rsidR="006D3C7B" w:rsidRPr="00917184" w:rsidSect="006A1B4D">
          <w:footerReference w:type="even" r:id="rId20"/>
          <w:footerReference w:type="default" r:id="rId21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3150"/>
        <w:gridCol w:w="4590"/>
      </w:tblGrid>
      <w:tr w:rsidR="00F74E1D" w:rsidRPr="00130AA9" w:rsidTr="00D93365">
        <w:trPr>
          <w:trHeight w:val="255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E1D" w:rsidRDefault="00963E31" w:rsidP="00350A28">
            <w:pPr>
              <w:rPr>
                <w:rFonts w:ascii="Verdana" w:hAnsi="Verdana"/>
                <w:sz w:val="21"/>
                <w:szCs w:val="21"/>
                <w:lang w:eastAsia="ja-JP"/>
              </w:rPr>
            </w:pPr>
            <w:sdt>
              <w:sdtPr>
                <w:id w:val="1301574414"/>
                <w:placeholder>
                  <w:docPart w:val="FA1F67EB87104C0DB5128F9FBFD58E98"/>
                </w:placeholder>
                <w:showingPlcHdr/>
                <w:date w:fullDate="2012-06-07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50A28" w:rsidRPr="00A357F7">
                  <w:rPr>
                    <w:rStyle w:val="FormField-ParklandChar"/>
                  </w:rPr>
                  <w:t>Enter date</w:t>
                </w:r>
              </w:sdtContent>
            </w:sdt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F74E1D" w:rsidRPr="00410BDA" w:rsidRDefault="00F74E1D" w:rsidP="002C530F">
            <w:pPr>
              <w:pStyle w:val="Body-Parkland"/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74E1D" w:rsidRPr="00410BDA" w:rsidRDefault="00F74E1D" w:rsidP="002C530F">
            <w:pPr>
              <w:pStyle w:val="Body-Parkland"/>
            </w:pPr>
          </w:p>
        </w:tc>
      </w:tr>
      <w:tr w:rsidR="006D3C7B" w:rsidRPr="00130AA9" w:rsidTr="00D93365">
        <w:trPr>
          <w:trHeight w:val="255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3C7B" w:rsidRDefault="00963E31" w:rsidP="00350A28">
            <w:pPr>
              <w:rPr>
                <w:rFonts w:ascii="Verdana" w:hAnsi="Verdana"/>
                <w:sz w:val="21"/>
                <w:szCs w:val="21"/>
                <w:lang w:eastAsia="ja-JP"/>
              </w:rPr>
            </w:pPr>
            <w:sdt>
              <w:sdtPr>
                <w:id w:val="1243214706"/>
                <w:placeholder>
                  <w:docPart w:val="94A65B97F02D433F81CE8F57AB94D699"/>
                </w:placeholder>
                <w:showingPlcHdr/>
                <w:date w:fullDate="2012-06-07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50A28" w:rsidRPr="00A357F7">
                  <w:rPr>
                    <w:rStyle w:val="FormField-ParklandChar"/>
                  </w:rPr>
                  <w:t>Enter date</w:t>
                </w:r>
              </w:sdtContent>
            </w:sdt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6D3C7B" w:rsidRPr="00410BDA" w:rsidRDefault="006D3C7B" w:rsidP="002C530F">
            <w:pPr>
              <w:pStyle w:val="Body-Parkland"/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6D3C7B" w:rsidRPr="00410BDA" w:rsidRDefault="006D3C7B" w:rsidP="002C530F">
            <w:pPr>
              <w:pStyle w:val="Body-Parkland"/>
            </w:pPr>
          </w:p>
        </w:tc>
      </w:tr>
      <w:tr w:rsidR="00F74E1D" w:rsidRPr="00917184" w:rsidTr="00D93365">
        <w:trPr>
          <w:trHeight w:val="270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4E1D" w:rsidRDefault="00963E31" w:rsidP="00350A28">
            <w:pPr>
              <w:rPr>
                <w:rFonts w:ascii="Verdana" w:hAnsi="Verdana"/>
                <w:sz w:val="21"/>
                <w:szCs w:val="21"/>
                <w:lang w:eastAsia="ja-JP"/>
              </w:rPr>
            </w:pPr>
            <w:sdt>
              <w:sdtPr>
                <w:id w:val="-1223908340"/>
                <w:placeholder>
                  <w:docPart w:val="84565DA2134B41C5A144ACD2C41A6451"/>
                </w:placeholder>
                <w:showingPlcHdr/>
                <w:date w:fullDate="2012-06-07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50A28" w:rsidRPr="00A357F7">
                  <w:rPr>
                    <w:rStyle w:val="FormField-ParklandChar"/>
                  </w:rPr>
                  <w:t>Enter date</w:t>
                </w:r>
              </w:sdtContent>
            </w:sdt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F74E1D" w:rsidRPr="00410BDA" w:rsidRDefault="00F74E1D" w:rsidP="002C530F">
            <w:pPr>
              <w:pStyle w:val="Body-Parkland"/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:rsidR="00F74E1D" w:rsidRPr="00410BDA" w:rsidRDefault="00F74E1D" w:rsidP="002C530F">
            <w:pPr>
              <w:pStyle w:val="Body-Parkland"/>
            </w:pPr>
          </w:p>
        </w:tc>
      </w:tr>
    </w:tbl>
    <w:sdt>
      <w:sdtPr>
        <w:rPr>
          <w:sz w:val="2"/>
        </w:rPr>
        <w:id w:val="1390309700"/>
        <w:lock w:val="sdtContentLocked"/>
        <w:placeholder>
          <w:docPart w:val="7E4DD691080943F2AF0F6772862A997D"/>
        </w:placeholder>
        <w:group/>
      </w:sdtPr>
      <w:sdtEndPr>
        <w:rPr>
          <w:rStyle w:val="Body-ParklandChar"/>
          <w:sz w:val="24"/>
          <w:szCs w:val="21"/>
          <w:lang w:eastAsia="ja-JP"/>
        </w:rPr>
      </w:sdtEndPr>
      <w:sdtContent>
        <w:p w:rsidR="006D3C7B" w:rsidRPr="00917184" w:rsidRDefault="006D3C7B">
          <w:pPr>
            <w:rPr>
              <w:sz w:val="2"/>
            </w:rPr>
            <w:sectPr w:rsidR="006D3C7B" w:rsidRPr="00917184" w:rsidSect="006D3C7B">
              <w:type w:val="continuous"/>
              <w:pgSz w:w="12240" w:h="15840"/>
              <w:pgMar w:top="720" w:right="1440" w:bottom="720" w:left="1440" w:header="720" w:footer="720" w:gutter="0"/>
              <w:cols w:space="720"/>
              <w:formProt w:val="0"/>
              <w:docGrid w:linePitch="360"/>
            </w:sectPr>
          </w:pPr>
        </w:p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288"/>
            <w:gridCol w:w="9360"/>
          </w:tblGrid>
          <w:tr w:rsidR="00AE0650" w:rsidRPr="00130AA9" w:rsidTr="00AE0650">
            <w:tc>
              <w:tcPr>
                <w:tcW w:w="9648" w:type="dxa"/>
                <w:gridSpan w:val="2"/>
                <w:tcBorders>
                  <w:bottom w:val="nil"/>
                </w:tcBorders>
              </w:tcPr>
              <w:p w:rsidR="00AE0650" w:rsidRPr="006A02C7" w:rsidRDefault="00AE0650" w:rsidP="00AE0650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lastRenderedPageBreak/>
                  <w:t>Relevant Medical Information:</w:t>
                </w:r>
              </w:p>
            </w:tc>
          </w:tr>
          <w:tr w:rsidR="00AE0650" w:rsidRPr="00130AA9" w:rsidTr="00AE0650">
            <w:trPr>
              <w:trHeight w:val="705"/>
            </w:trPr>
            <w:tc>
              <w:tcPr>
                <w:tcW w:w="9648" w:type="dxa"/>
                <w:gridSpan w:val="2"/>
                <w:tcBorders>
                  <w:top w:val="nil"/>
                  <w:bottom w:val="nil"/>
                </w:tcBorders>
              </w:tcPr>
              <w:sdt>
                <w:sdtPr>
                  <w:rPr>
                    <w:rStyle w:val="Body-ParklandChar"/>
                  </w:rPr>
                  <w:id w:val="214938132"/>
                  <w:placeholder>
                    <w:docPart w:val="57B8EE5B6CF4400F872F3F9A8EB01C52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AE0650" w:rsidRDefault="00AE0650" w:rsidP="00AE0650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AE0650" w:rsidRPr="00410BDA" w:rsidRDefault="00963E31" w:rsidP="00AE0650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  <w:tr w:rsidR="00AE0650" w:rsidRPr="00130AA9" w:rsidTr="00AE0650">
            <w:trPr>
              <w:trHeight w:val="321"/>
            </w:trPr>
            <w:tc>
              <w:tcPr>
                <w:tcW w:w="288" w:type="dxa"/>
                <w:tcBorders>
                  <w:top w:val="nil"/>
                  <w:bottom w:val="nil"/>
                  <w:right w:val="single" w:sz="4" w:space="0" w:color="auto"/>
                </w:tcBorders>
              </w:tcPr>
              <w:p w:rsidR="00AE0650" w:rsidRPr="00130AA9" w:rsidRDefault="00AE0650" w:rsidP="00AE0650"/>
            </w:tc>
            <w:tc>
              <w:tcPr>
                <w:tcW w:w="9360" w:type="dxa"/>
                <w:tcBorders>
                  <w:top w:val="single" w:sz="4" w:space="0" w:color="auto"/>
                  <w:left w:val="single" w:sz="4" w:space="0" w:color="auto"/>
                  <w:bottom w:val="nil"/>
                </w:tcBorders>
              </w:tcPr>
              <w:p w:rsidR="00AE0650" w:rsidRPr="006A02C7" w:rsidRDefault="00AE0650" w:rsidP="00AE0650">
                <w:pPr>
                  <w:rPr>
                    <w:b/>
                    <w:sz w:val="26"/>
                    <w:szCs w:val="26"/>
                  </w:rPr>
                </w:pPr>
                <w:r w:rsidRPr="006A02C7">
                  <w:rPr>
                    <w:rStyle w:val="Body-ParklandChar"/>
                    <w:b/>
                    <w:szCs w:val="26"/>
                  </w:rPr>
                  <w:t>Medication:</w:t>
                </w:r>
              </w:p>
            </w:tc>
          </w:tr>
          <w:tr w:rsidR="00AE0650" w:rsidRPr="00130AA9" w:rsidTr="00AE0650">
            <w:trPr>
              <w:trHeight w:val="450"/>
            </w:trPr>
            <w:tc>
              <w:tcPr>
                <w:tcW w:w="288" w:type="dxa"/>
                <w:tcBorders>
                  <w:top w:val="nil"/>
                  <w:right w:val="single" w:sz="4" w:space="0" w:color="auto"/>
                </w:tcBorders>
              </w:tcPr>
              <w:p w:rsidR="00AE0650" w:rsidRPr="00074F8D" w:rsidRDefault="00AE0650" w:rsidP="00AE0650">
                <w:pPr>
                  <w:rPr>
                    <w:rStyle w:val="Body-ParklandChar"/>
                  </w:rPr>
                </w:pPr>
              </w:p>
            </w:tc>
            <w:tc>
              <w:tcPr>
                <w:tcW w:w="9360" w:type="dxa"/>
                <w:tcBorders>
                  <w:top w:val="nil"/>
                  <w:left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2047635868"/>
                  <w:placeholder>
                    <w:docPart w:val="5399EBB1FAE34534A11641615137A56F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AE0650" w:rsidRDefault="00AE0650" w:rsidP="00AE0650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AE0650" w:rsidRPr="00074F8D" w:rsidRDefault="00963E31" w:rsidP="00AE0650">
                    <w:pPr>
                      <w:rPr>
                        <w:rStyle w:val="Body-ParklandChar"/>
                      </w:rPr>
                    </w:pPr>
                  </w:p>
                </w:sdtContent>
              </w:sdt>
            </w:tc>
          </w:tr>
          <w:tr w:rsidR="00EB2519" w:rsidRPr="00130AA9" w:rsidTr="00410BDA">
            <w:tc>
              <w:tcPr>
                <w:tcW w:w="9648" w:type="dxa"/>
                <w:gridSpan w:val="2"/>
                <w:tcBorders>
                  <w:bottom w:val="nil"/>
                </w:tcBorders>
              </w:tcPr>
              <w:p w:rsidR="00EB2519" w:rsidRPr="006A02C7" w:rsidRDefault="00EB2519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>Current Level of Functioning:</w:t>
                </w:r>
              </w:p>
            </w:tc>
          </w:tr>
          <w:tr w:rsidR="00EB2519" w:rsidRPr="00130AA9" w:rsidTr="00410BDA">
            <w:tc>
              <w:tcPr>
                <w:tcW w:w="964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219864223"/>
                  <w:placeholder>
                    <w:docPart w:val="51BF1EC4A41E4FD387B10E4AE377B891"/>
                  </w:placeholder>
                  <w:showingPlcHdr/>
                </w:sdtPr>
                <w:sdtEndPr>
                  <w:rPr>
                    <w:rStyle w:val="DefaultParagraphFont"/>
                    <w:szCs w:val="24"/>
                    <w:lang w:eastAsia="en-US"/>
                  </w:rPr>
                </w:sdtEndPr>
                <w:sdtContent>
                  <w:p w:rsidR="00BB616B" w:rsidRDefault="00BB616B" w:rsidP="00BB616B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  <w:p w:rsidR="00EB2519" w:rsidRPr="00410BDA" w:rsidRDefault="00963E31" w:rsidP="00BB616B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  <w:tr w:rsidR="00EB2519" w:rsidRPr="00130AA9" w:rsidTr="00410BDA">
            <w:tc>
              <w:tcPr>
                <w:tcW w:w="9648" w:type="dxa"/>
                <w:gridSpan w:val="2"/>
                <w:tcBorders>
                  <w:bottom w:val="nil"/>
                </w:tcBorders>
              </w:tcPr>
              <w:p w:rsidR="00EB2519" w:rsidRPr="006A02C7" w:rsidRDefault="00EB2519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>Strengths:</w:t>
                </w:r>
              </w:p>
            </w:tc>
          </w:tr>
          <w:tr w:rsidR="00EB2519" w:rsidRPr="00130AA9" w:rsidTr="00410BDA">
            <w:tc>
              <w:tcPr>
                <w:tcW w:w="964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1982182373"/>
                  <w:placeholder>
                    <w:docPart w:val="192951F130554C49B178DFD7FF081009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410BDA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EB2519" w:rsidRPr="00410BDA" w:rsidRDefault="00963E31" w:rsidP="00410BDA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  <w:tr w:rsidR="00EB2519" w:rsidRPr="00130AA9" w:rsidTr="00410BDA">
            <w:tc>
              <w:tcPr>
                <w:tcW w:w="9648" w:type="dxa"/>
                <w:gridSpan w:val="2"/>
                <w:tcBorders>
                  <w:bottom w:val="nil"/>
                </w:tcBorders>
              </w:tcPr>
              <w:p w:rsidR="00EB2519" w:rsidRPr="006A02C7" w:rsidRDefault="00EB2519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lastRenderedPageBreak/>
                  <w:t>Needs:</w:t>
                </w:r>
              </w:p>
            </w:tc>
          </w:tr>
          <w:tr w:rsidR="00EB2519" w:rsidRPr="00130AA9" w:rsidTr="00410BDA">
            <w:tc>
              <w:tcPr>
                <w:tcW w:w="964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601620518"/>
                  <w:placeholder>
                    <w:docPart w:val="53953C82EF394D6E97BBD98543447410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410BDA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EB2519" w:rsidRPr="00410BDA" w:rsidRDefault="00963E31" w:rsidP="00410BDA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</w:tbl>
      </w:sdtContent>
    </w:sdt>
    <w:p w:rsidR="00EB2519" w:rsidRPr="00A14872" w:rsidRDefault="00EB2519" w:rsidP="00AA517E">
      <w:pPr>
        <w:rPr>
          <w:rFonts w:ascii="Verdana" w:hAnsi="Verdana"/>
          <w:sz w:val="2"/>
        </w:rPr>
      </w:pPr>
    </w:p>
    <w:p w:rsidR="00E501F4" w:rsidRPr="00130AA9" w:rsidRDefault="00E501F4" w:rsidP="00AA517E">
      <w:pPr>
        <w:rPr>
          <w:rFonts w:ascii="Verdana" w:hAnsi="Verdana"/>
          <w:sz w:val="21"/>
          <w:szCs w:val="21"/>
        </w:r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2142220165"/>
        <w:lock w:val="sdtContentLocked"/>
        <w:placeholder>
          <w:docPart w:val="7E4DD691080943F2AF0F6772862A997D"/>
        </w:placeholder>
        <w:group/>
      </w:sdtPr>
      <w:sdtEndPr>
        <w:rPr>
          <w:rFonts w:ascii="Verdana" w:hAnsi="Verdana"/>
          <w:sz w:val="2"/>
        </w:rPr>
      </w:sdtEndPr>
      <w:sdtContent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9648"/>
          </w:tblGrid>
          <w:tr w:rsidR="00AA517E" w:rsidRPr="00130AA9" w:rsidTr="00FF6934">
            <w:tc>
              <w:tcPr>
                <w:tcW w:w="9648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F2617E" w:rsidRPr="00501B23" w:rsidRDefault="00F2617E" w:rsidP="00501B23">
                <w:pPr>
                  <w:pStyle w:val="Heading1Parkland"/>
                </w:pPr>
                <w:r w:rsidRPr="00501B23">
                  <w:t>Context</w:t>
                </w:r>
              </w:p>
            </w:tc>
          </w:tr>
          <w:tr w:rsidR="00AA517E" w:rsidRPr="00130AA9" w:rsidTr="00FF6934">
            <w:tc>
              <w:tcPr>
                <w:tcW w:w="9648" w:type="dxa"/>
                <w:tcBorders>
                  <w:top w:val="single" w:sz="4" w:space="0" w:color="auto"/>
                  <w:bottom w:val="nil"/>
                </w:tcBorders>
              </w:tcPr>
              <w:p w:rsidR="00AA517E" w:rsidRPr="006A02C7" w:rsidRDefault="00AA517E" w:rsidP="0071534F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>School/Classroom Context</w:t>
                </w:r>
                <w:r w:rsidR="006A02C7">
                  <w:rPr>
                    <w:b/>
                    <w:sz w:val="26"/>
                    <w:szCs w:val="26"/>
                  </w:rPr>
                  <w:t>:</w:t>
                </w:r>
                <w:r w:rsidRPr="006A02C7">
                  <w:rPr>
                    <w:b/>
                    <w:sz w:val="26"/>
                    <w:szCs w:val="26"/>
                  </w:rPr>
                  <w:t xml:space="preserve"> </w:t>
                </w:r>
              </w:p>
            </w:tc>
          </w:tr>
          <w:tr w:rsidR="00AA517E" w:rsidRPr="00130AA9" w:rsidTr="00FF6934"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197978640"/>
                  <w:placeholder>
                    <w:docPart w:val="E65D6024635D4C4591676A2776AE7497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0F7E02" w:rsidRDefault="000F7E02" w:rsidP="00AE0650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AA517E" w:rsidRPr="00410BDA" w:rsidRDefault="00963E31" w:rsidP="000F7E02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  <w:tr w:rsidR="00AA517E" w:rsidRPr="00130AA9" w:rsidTr="00FF6934">
            <w:tc>
              <w:tcPr>
                <w:tcW w:w="9648" w:type="dxa"/>
                <w:tcBorders>
                  <w:bottom w:val="nil"/>
                </w:tcBorders>
              </w:tcPr>
              <w:p w:rsidR="00AA517E" w:rsidRPr="006A02C7" w:rsidRDefault="00AA517E" w:rsidP="0071534F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>Support Services Provided</w:t>
                </w:r>
                <w:r w:rsidR="006A02C7">
                  <w:rPr>
                    <w:b/>
                    <w:sz w:val="26"/>
                    <w:szCs w:val="26"/>
                  </w:rPr>
                  <w:t>:</w:t>
                </w:r>
              </w:p>
            </w:tc>
          </w:tr>
          <w:tr w:rsidR="00AA517E" w:rsidRPr="00130AA9" w:rsidTr="00FF6934"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-791594293"/>
                  <w:placeholder>
                    <w:docPart w:val="EE98E5D087AF452AA651ED4E46B795D7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410BDA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AA517E" w:rsidRPr="00410BDA" w:rsidRDefault="00963E31" w:rsidP="00410BDA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  <w:tr w:rsidR="00AA517E" w:rsidRPr="00130AA9" w:rsidTr="00FF6934">
            <w:tc>
              <w:tcPr>
                <w:tcW w:w="9648" w:type="dxa"/>
                <w:tcBorders>
                  <w:bottom w:val="nil"/>
                </w:tcBorders>
              </w:tcPr>
              <w:p w:rsidR="00AA517E" w:rsidRPr="006A02C7" w:rsidRDefault="00AA517E" w:rsidP="0071534F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>General Program Strategies and Accommodations</w:t>
                </w:r>
                <w:r w:rsidR="006A02C7">
                  <w:rPr>
                    <w:b/>
                    <w:sz w:val="26"/>
                    <w:szCs w:val="26"/>
                  </w:rPr>
                  <w:t>:</w:t>
                </w:r>
              </w:p>
            </w:tc>
          </w:tr>
          <w:tr w:rsidR="00AA517E" w:rsidRPr="00130AA9" w:rsidTr="00FF6934">
            <w:tc>
              <w:tcPr>
                <w:tcW w:w="9648" w:type="dxa"/>
                <w:tcBorders>
                  <w:top w:val="nil"/>
                </w:tcBorders>
              </w:tcPr>
              <w:sdt>
                <w:sdtPr>
                  <w:rPr>
                    <w:rStyle w:val="Body-ParklandChar"/>
                  </w:rPr>
                  <w:id w:val="1166202151"/>
                  <w:placeholder>
                    <w:docPart w:val="3C2011842DC1485F92031A4ED9236942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410BDA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AA517E" w:rsidRPr="00410BDA" w:rsidRDefault="00963E31" w:rsidP="00410BDA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</w:tbl>
        <w:p w:rsidR="00B3471A" w:rsidRPr="00130AA9" w:rsidRDefault="00B3471A" w:rsidP="00AA517E">
          <w:pPr>
            <w:rPr>
              <w:rFonts w:ascii="Verdana" w:hAnsi="Verdana"/>
              <w:sz w:val="21"/>
              <w:szCs w:val="21"/>
            </w:rPr>
            <w:sectPr w:rsidR="00B3471A" w:rsidRPr="00130AA9" w:rsidSect="006D3C7B">
              <w:type w:val="continuous"/>
              <w:pgSz w:w="12240" w:h="15840"/>
              <w:pgMar w:top="720" w:right="1440" w:bottom="720" w:left="1440" w:header="720" w:footer="720" w:gutter="0"/>
              <w:cols w:space="720"/>
              <w:docGrid w:linePitch="360"/>
            </w:sectPr>
          </w:pPr>
        </w:p>
        <w:p w:rsidR="00AA517E" w:rsidRPr="00A14872" w:rsidRDefault="00963E31" w:rsidP="00AA517E">
          <w:pPr>
            <w:rPr>
              <w:rFonts w:ascii="Verdana" w:hAnsi="Verdana"/>
              <w:sz w:val="2"/>
              <w:szCs w:val="21"/>
            </w:rPr>
          </w:pPr>
        </w:p>
      </w:sdtContent>
    </w:sdt>
    <w:p w:rsidR="00B3471A" w:rsidRDefault="00B3471A" w:rsidP="00AA517E">
      <w:pPr>
        <w:rPr>
          <w:rFonts w:ascii="Verdana" w:hAnsi="Verdana"/>
          <w:sz w:val="21"/>
          <w:szCs w:val="21"/>
        </w:rPr>
      </w:pPr>
    </w:p>
    <w:p w:rsidR="00E501F4" w:rsidRPr="00130AA9" w:rsidRDefault="00E501F4" w:rsidP="00AA517E">
      <w:pPr>
        <w:rPr>
          <w:rFonts w:ascii="Verdana" w:hAnsi="Verdana"/>
          <w:sz w:val="21"/>
          <w:szCs w:val="21"/>
        </w:rPr>
        <w:sectPr w:rsidR="00E501F4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1926527271"/>
        <w:lock w:val="sdtContentLocked"/>
        <w:placeholder>
          <w:docPart w:val="7E4DD691080943F2AF0F6772862A997D"/>
        </w:placeholder>
        <w:group/>
      </w:sdtPr>
      <w:sdtEndPr>
        <w:rPr>
          <w:sz w:val="2"/>
        </w:rPr>
      </w:sdtEndPr>
      <w:sdtContent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1638"/>
            <w:gridCol w:w="1710"/>
            <w:gridCol w:w="6300"/>
          </w:tblGrid>
          <w:tr w:rsidR="00AA517E" w:rsidRPr="00130AA9" w:rsidTr="005D136B">
            <w:trPr>
              <w:cantSplit/>
              <w:trHeight w:val="305"/>
            </w:trPr>
            <w:tc>
              <w:tcPr>
                <w:tcW w:w="964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</w:tcPr>
              <w:p w:rsidR="00AA517E" w:rsidRPr="00501B23" w:rsidRDefault="00AA517E" w:rsidP="00501B23">
                <w:pPr>
                  <w:pStyle w:val="Heading1Parkland"/>
                </w:pPr>
                <w:r w:rsidRPr="00501B23">
                  <w:t>Long Term Goal #</w:t>
                </w:r>
                <w:sdt>
                  <w:sdtPr>
                    <w:id w:val="1696036903"/>
                    <w:placeholder>
                      <w:docPart w:val="7E4DD691080943F2AF0F6772862A997D"/>
                    </w:placeholder>
                    <w:text/>
                  </w:sdtPr>
                  <w:sdtEndPr/>
                  <w:sdtContent>
                    <w:r w:rsidRPr="00501B23">
                      <w:t>1</w:t>
                    </w:r>
                  </w:sdtContent>
                </w:sdt>
              </w:p>
            </w:tc>
          </w:tr>
          <w:tr w:rsidR="006A02C7" w:rsidRPr="00130AA9" w:rsidTr="006A02C7">
            <w:trPr>
              <w:cantSplit/>
              <w:trHeight w:val="305"/>
            </w:trPr>
            <w:tc>
              <w:tcPr>
                <w:tcW w:w="163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6A02C7" w:rsidRPr="00EB7C96" w:rsidRDefault="006A02C7" w:rsidP="00F74E1D">
                <w:pPr>
                  <w:pStyle w:val="Body-Parkland"/>
                  <w:rPr>
                    <w:b/>
                  </w:rPr>
                </w:pPr>
                <w:r w:rsidRPr="00EB7C96">
                  <w:rPr>
                    <w:b/>
                  </w:rPr>
                  <w:t>Overall Goal</w:t>
                </w:r>
                <w:r>
                  <w:rPr>
                    <w:b/>
                  </w:rPr>
                  <w:t>:</w:t>
                </w:r>
              </w:p>
            </w:tc>
            <w:tc>
              <w:tcPr>
                <w:tcW w:w="8010" w:type="dxa"/>
                <w:gridSpan w:val="2"/>
                <w:tcBorders>
                  <w:top w:val="single" w:sz="4" w:space="0" w:color="auto"/>
                  <w:bottom w:val="nil"/>
                </w:tcBorders>
                <w:shd w:val="clear" w:color="auto" w:fill="auto"/>
                <w:vAlign w:val="center"/>
              </w:tcPr>
              <w:p w:rsidR="006A02C7" w:rsidRPr="00EB7C96" w:rsidRDefault="006A02C7" w:rsidP="006A02C7">
                <w:pPr>
                  <w:pStyle w:val="Body-Parkland"/>
                  <w:rPr>
                    <w:b/>
                  </w:rPr>
                </w:pPr>
              </w:p>
            </w:tc>
          </w:tr>
          <w:tr w:rsidR="00EB7C96" w:rsidRPr="00130AA9" w:rsidTr="005D136B">
            <w:trPr>
              <w:cantSplit/>
              <w:trHeight w:val="305"/>
            </w:trPr>
            <w:tc>
              <w:tcPr>
                <w:tcW w:w="9648" w:type="dxa"/>
                <w:gridSpan w:val="3"/>
                <w:tcBorders>
                  <w:top w:val="nil"/>
                </w:tcBorders>
                <w:shd w:val="clear" w:color="auto" w:fill="auto"/>
              </w:tcPr>
              <w:sdt>
                <w:sdtPr>
                  <w:id w:val="-823119092"/>
                  <w:placeholder>
                    <w:docPart w:val="DE6BED8E9E834397AF7DCC785AD7595C"/>
                  </w:placeholder>
                  <w:showingPlcHdr/>
                </w:sdtPr>
                <w:sdtEndPr/>
                <w:sdtContent>
                  <w:p w:rsidR="00EB7C96" w:rsidRDefault="00EB7C96" w:rsidP="00EB7C96">
                    <w:pPr>
                      <w:pStyle w:val="Body-Parkland"/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</w:t>
                    </w:r>
                    <w:r>
                      <w:rPr>
                        <w:rStyle w:val="FormField-ParklandChar"/>
                        <w:rFonts w:eastAsiaTheme="minorHAnsi"/>
                      </w:rPr>
                      <w:t>.</w:t>
                    </w:r>
                  </w:p>
                  <w:p w:rsidR="00EB7C96" w:rsidRPr="00130AA9" w:rsidRDefault="00963E31" w:rsidP="00EB7C96">
                    <w:pPr>
                      <w:pStyle w:val="Body-Parkland"/>
                    </w:pPr>
                  </w:p>
                </w:sdtContent>
              </w:sdt>
            </w:tc>
          </w:tr>
          <w:tr w:rsidR="00EB7C96" w:rsidRPr="00130AA9" w:rsidTr="0071534F">
            <w:trPr>
              <w:cantSplit/>
              <w:trHeight w:val="305"/>
            </w:trPr>
            <w:tc>
              <w:tcPr>
                <w:tcW w:w="3348" w:type="dxa"/>
                <w:gridSpan w:val="2"/>
                <w:tcBorders>
                  <w:top w:val="single" w:sz="4" w:space="0" w:color="auto"/>
                </w:tcBorders>
                <w:shd w:val="clear" w:color="auto" w:fill="auto"/>
              </w:tcPr>
              <w:p w:rsidR="00EB7C96" w:rsidRPr="00130AA9" w:rsidRDefault="00EB7C96" w:rsidP="0071534F">
                <w:pPr>
                  <w:pStyle w:val="Body-Parkland"/>
                </w:pPr>
                <w:r w:rsidRPr="00130AA9">
                  <w:t>Objective/Learning Outcomes</w:t>
                </w:r>
              </w:p>
            </w:tc>
            <w:tc>
              <w:tcPr>
                <w:tcW w:w="6300" w:type="dxa"/>
                <w:tcBorders>
                  <w:top w:val="single" w:sz="4" w:space="0" w:color="auto"/>
                </w:tcBorders>
                <w:shd w:val="clear" w:color="auto" w:fill="auto"/>
              </w:tcPr>
              <w:p w:rsidR="00EB7C96" w:rsidRPr="00130AA9" w:rsidRDefault="00EB7C96" w:rsidP="0071534F">
                <w:pPr>
                  <w:pStyle w:val="Body-Parkland"/>
                </w:pPr>
                <w:r w:rsidRPr="00130AA9">
                  <w:t>Review</w:t>
                </w:r>
              </w:p>
            </w:tc>
          </w:tr>
        </w:tbl>
        <w:p w:rsidR="00C402E9" w:rsidRDefault="00C402E9">
          <w:pPr>
            <w:sectPr w:rsidR="00C402E9" w:rsidSect="00B3471A">
              <w:type w:val="continuous"/>
              <w:pgSz w:w="12240" w:h="15840"/>
              <w:pgMar w:top="720" w:right="1440" w:bottom="720" w:left="1440" w:header="720" w:footer="720" w:gutter="0"/>
              <w:cols w:space="720"/>
              <w:docGrid w:linePitch="360"/>
            </w:sectPr>
          </w:pPr>
        </w:p>
        <w:p w:rsidR="00C402E9" w:rsidRPr="00C402E9" w:rsidRDefault="00963E31">
          <w:pPr>
            <w:rPr>
              <w:sz w:val="2"/>
            </w:rPr>
            <w:sectPr w:rsidR="00C402E9" w:rsidRPr="00C402E9" w:rsidSect="00B3471A">
              <w:type w:val="continuous"/>
              <w:pgSz w:w="12240" w:h="15840"/>
              <w:pgMar w:top="720" w:right="1440" w:bottom="720" w:left="1440" w:header="720" w:footer="720" w:gutter="0"/>
              <w:cols w:space="720"/>
              <w:formProt w:val="0"/>
              <w:docGrid w:linePitch="360"/>
            </w:sectPr>
          </w:pPr>
        </w:p>
      </w:sdtContent>
    </w:sdt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AA517E" w:rsidRPr="00130AA9" w:rsidTr="003C60E2">
        <w:trPr>
          <w:cantSplit/>
          <w:trHeight w:val="421"/>
        </w:trPr>
        <w:tc>
          <w:tcPr>
            <w:tcW w:w="3348" w:type="dxa"/>
            <w:shd w:val="clear" w:color="auto" w:fill="auto"/>
          </w:tcPr>
          <w:p w:rsidR="00AA517E" w:rsidRPr="00130AA9" w:rsidRDefault="00AA517E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AA517E" w:rsidRPr="00130AA9" w:rsidRDefault="00AA517E" w:rsidP="0071534F">
            <w:pPr>
              <w:pStyle w:val="Body-Parkland"/>
            </w:pPr>
          </w:p>
        </w:tc>
      </w:tr>
      <w:tr w:rsidR="00B12F2D" w:rsidRPr="00130AA9" w:rsidTr="003C60E2">
        <w:trPr>
          <w:cantSplit/>
          <w:trHeight w:val="421"/>
        </w:trPr>
        <w:tc>
          <w:tcPr>
            <w:tcW w:w="3348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</w:tr>
      <w:tr w:rsidR="00B12F2D" w:rsidRPr="00130AA9" w:rsidTr="003C60E2">
        <w:trPr>
          <w:cantSplit/>
          <w:trHeight w:val="421"/>
        </w:trPr>
        <w:tc>
          <w:tcPr>
            <w:tcW w:w="3348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</w:tr>
      <w:tr w:rsidR="00AA517E" w:rsidRPr="00130AA9" w:rsidTr="003C60E2">
        <w:trPr>
          <w:cantSplit/>
          <w:trHeight w:val="421"/>
        </w:trPr>
        <w:tc>
          <w:tcPr>
            <w:tcW w:w="3348" w:type="dxa"/>
            <w:shd w:val="clear" w:color="auto" w:fill="auto"/>
          </w:tcPr>
          <w:p w:rsidR="00AA517E" w:rsidRPr="00130AA9" w:rsidRDefault="00AA517E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AA517E" w:rsidRPr="00130AA9" w:rsidRDefault="00AA517E" w:rsidP="0071534F">
            <w:pPr>
              <w:pStyle w:val="Body-Parkland"/>
            </w:pPr>
          </w:p>
        </w:tc>
      </w:tr>
      <w:tr w:rsidR="00AA517E" w:rsidRPr="00130AA9" w:rsidTr="003C60E2">
        <w:trPr>
          <w:cantSplit/>
          <w:trHeight w:val="421"/>
        </w:trPr>
        <w:tc>
          <w:tcPr>
            <w:tcW w:w="3348" w:type="dxa"/>
            <w:shd w:val="clear" w:color="auto" w:fill="auto"/>
          </w:tcPr>
          <w:p w:rsidR="00AA517E" w:rsidRPr="00130AA9" w:rsidRDefault="00AA517E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AA517E" w:rsidRPr="00130AA9" w:rsidRDefault="00AA517E" w:rsidP="0071534F">
            <w:pPr>
              <w:pStyle w:val="Body-Parkland"/>
            </w:pPr>
          </w:p>
        </w:tc>
      </w:tr>
    </w:tbl>
    <w:p w:rsidR="00E532B5" w:rsidRPr="00130AA9" w:rsidRDefault="00E532B5" w:rsidP="0071534F">
      <w:pPr>
        <w:pStyle w:val="Body-Parkland"/>
        <w:sectPr w:rsidR="00E532B5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formProt w:val="0"/>
          <w:docGrid w:linePitch="360"/>
        </w:sectPr>
      </w:pPr>
    </w:p>
    <w:sdt>
      <w:sdtPr>
        <w:rPr>
          <w:sz w:val="2"/>
        </w:rPr>
        <w:id w:val="-603258073"/>
        <w:lock w:val="sdtContentLocked"/>
        <w:placeholder>
          <w:docPart w:val="7E4DD691080943F2AF0F6772862A997D"/>
        </w:placeholder>
        <w:group/>
      </w:sdtPr>
      <w:sdtEndPr>
        <w:rPr>
          <w:sz w:val="24"/>
        </w:rPr>
      </w:sdtEndPr>
      <w:sdtContent>
        <w:p w:rsidR="00E532B5" w:rsidRPr="0071534F" w:rsidRDefault="00E532B5" w:rsidP="0071534F">
          <w:pPr>
            <w:pStyle w:val="Body-Parkland"/>
            <w:rPr>
              <w:sz w:val="2"/>
            </w:rPr>
            <w:sectPr w:rsidR="00E532B5" w:rsidRPr="0071534F" w:rsidSect="00B3471A">
              <w:type w:val="continuous"/>
              <w:pgSz w:w="12240" w:h="15840"/>
              <w:pgMar w:top="720" w:right="1440" w:bottom="720" w:left="1440" w:header="720" w:footer="720" w:gutter="0"/>
              <w:cols w:space="720"/>
              <w:docGrid w:linePitch="360"/>
            </w:sectPr>
          </w:pPr>
        </w:p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9648"/>
          </w:tblGrid>
          <w:tr w:rsidR="00AA517E" w:rsidRPr="00130AA9" w:rsidTr="001932C7">
            <w:trPr>
              <w:cantSplit/>
              <w:trHeight w:val="255"/>
            </w:trPr>
            <w:tc>
              <w:tcPr>
                <w:tcW w:w="9648" w:type="dxa"/>
                <w:tcBorders>
                  <w:bottom w:val="nil"/>
                </w:tcBorders>
                <w:shd w:val="clear" w:color="auto" w:fill="auto"/>
              </w:tcPr>
              <w:p w:rsidR="00AA517E" w:rsidRPr="006A02C7" w:rsidRDefault="00AA517E" w:rsidP="00522989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lastRenderedPageBreak/>
                  <w:t>Assessment Procedures:</w:t>
                </w:r>
                <w:r w:rsidR="00E532B5" w:rsidRPr="006A02C7">
                  <w:rPr>
                    <w:b/>
                    <w:szCs w:val="26"/>
                  </w:rPr>
                  <w:t xml:space="preserve"> </w:t>
                </w:r>
              </w:p>
            </w:tc>
          </w:tr>
          <w:tr w:rsidR="001932C7" w:rsidRPr="00130AA9" w:rsidTr="001932C7">
            <w:trPr>
              <w:cantSplit/>
              <w:trHeight w:val="375"/>
            </w:trPr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sdt>
                <w:sdtPr>
                  <w:id w:val="-995724292"/>
                  <w:placeholder>
                    <w:docPart w:val="DF1FF18ACC164C0B83CEF112908ADA0B"/>
                  </w:placeholder>
                  <w:showingPlcHdr/>
                </w:sdtPr>
                <w:sdtEndPr/>
                <w:sdtContent>
                  <w:p w:rsidR="001932C7" w:rsidRPr="00136320" w:rsidRDefault="001932C7" w:rsidP="00522989">
                    <w:pPr>
                      <w:pStyle w:val="Body-Parkland"/>
                      <w:rPr>
                        <w:rFonts w:eastAsiaTheme="minorHAnsi"/>
                        <w:color w:val="808080" w:themeColor="background1" w:themeShade="80"/>
                        <w:szCs w:val="24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                                                                   </w:t>
                    </w:r>
                  </w:p>
                </w:sdtContent>
              </w:sdt>
            </w:tc>
          </w:tr>
          <w:tr w:rsidR="00AA517E" w:rsidRPr="00130AA9" w:rsidTr="001932C7">
            <w:trPr>
              <w:cantSplit/>
              <w:trHeight w:val="223"/>
            </w:trPr>
            <w:tc>
              <w:tcPr>
                <w:tcW w:w="9648" w:type="dxa"/>
                <w:tcBorders>
                  <w:bottom w:val="nil"/>
                </w:tcBorders>
                <w:shd w:val="clear" w:color="auto" w:fill="auto"/>
              </w:tcPr>
              <w:p w:rsidR="00AA517E" w:rsidRPr="006A02C7" w:rsidRDefault="00AA517E" w:rsidP="00522989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Strategies:</w:t>
                </w:r>
                <w:r w:rsidR="00E532B5" w:rsidRPr="006A02C7">
                  <w:rPr>
                    <w:b/>
                    <w:szCs w:val="26"/>
                  </w:rPr>
                  <w:t xml:space="preserve"> </w:t>
                </w:r>
              </w:p>
            </w:tc>
          </w:tr>
          <w:tr w:rsidR="001932C7" w:rsidRPr="00130AA9" w:rsidTr="001932C7">
            <w:trPr>
              <w:cantSplit/>
              <w:trHeight w:val="405"/>
            </w:trPr>
            <w:tc>
              <w:tcPr>
                <w:tcW w:w="9648" w:type="dxa"/>
                <w:tcBorders>
                  <w:top w:val="nil"/>
                </w:tcBorders>
                <w:shd w:val="clear" w:color="auto" w:fill="auto"/>
              </w:tcPr>
              <w:sdt>
                <w:sdtPr>
                  <w:id w:val="1187488555"/>
                  <w:placeholder>
                    <w:docPart w:val="BC09382BD1ED4C858842064E60F61EC1"/>
                  </w:placeholder>
                  <w:showingPlcHdr/>
                </w:sdtPr>
                <w:sdtEndPr/>
                <w:sdtContent>
                  <w:p w:rsidR="001932C7" w:rsidRPr="00136320" w:rsidRDefault="001932C7" w:rsidP="00522989">
                    <w:pPr>
                      <w:pStyle w:val="Body-Parkland"/>
                      <w:rPr>
                        <w:rFonts w:eastAsiaTheme="minorHAnsi"/>
                        <w:color w:val="808080" w:themeColor="background1" w:themeShade="80"/>
                        <w:szCs w:val="24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                                                                                         </w:t>
                    </w:r>
                  </w:p>
                </w:sdtContent>
              </w:sdt>
            </w:tc>
          </w:tr>
        </w:tbl>
      </w:sdtContent>
    </w:sdt>
    <w:p w:rsidR="006A1B4D" w:rsidRPr="00130AA9" w:rsidRDefault="006A1B4D" w:rsidP="006A1B4D">
      <w:pPr>
        <w:rPr>
          <w:rFonts w:ascii="Verdana" w:hAnsi="Verdana"/>
          <w:sz w:val="21"/>
          <w:szCs w:val="21"/>
        </w:rPr>
      </w:pPr>
    </w:p>
    <w:p w:rsidR="00E501F4" w:rsidRPr="00130AA9" w:rsidRDefault="00E501F4" w:rsidP="006A1B4D">
      <w:pPr>
        <w:rPr>
          <w:rFonts w:ascii="Verdana" w:hAnsi="Verdana"/>
          <w:sz w:val="21"/>
          <w:szCs w:val="21"/>
        </w:rPr>
        <w:sectPr w:rsidR="00E501F4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-348492465"/>
        <w:lock w:val="contentLocked"/>
        <w:placeholder>
          <w:docPart w:val="7E4DD691080943F2AF0F6772862A997D"/>
        </w:placeholder>
        <w:group/>
      </w:sdtPr>
      <w:sdtEndPr>
        <w:rPr>
          <w:sz w:val="2"/>
        </w:rPr>
      </w:sdtEndPr>
      <w:sdtContent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1638"/>
            <w:gridCol w:w="1710"/>
            <w:gridCol w:w="6300"/>
          </w:tblGrid>
          <w:tr w:rsidR="006A1B4D" w:rsidRPr="00130AA9" w:rsidTr="00F2617E">
            <w:trPr>
              <w:cantSplit/>
              <w:trHeight w:val="305"/>
            </w:trPr>
            <w:tc>
              <w:tcPr>
                <w:tcW w:w="964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</w:tcPr>
              <w:p w:rsidR="006A1B4D" w:rsidRPr="00501B23" w:rsidRDefault="006A1B4D" w:rsidP="00501B23">
                <w:pPr>
                  <w:pStyle w:val="Heading1Parkland"/>
                </w:pPr>
                <w:r w:rsidRPr="00501B23">
                  <w:t>Long Term Goal #</w:t>
                </w:r>
                <w:sdt>
                  <w:sdtPr>
                    <w:id w:val="-1803694979"/>
                    <w:placeholder>
                      <w:docPart w:val="7E4DD691080943F2AF0F6772862A997D"/>
                    </w:placeholder>
                    <w:text/>
                  </w:sdtPr>
                  <w:sdtEndPr/>
                  <w:sdtContent>
                    <w:r w:rsidRPr="00501B23">
                      <w:t>2</w:t>
                    </w:r>
                  </w:sdtContent>
                </w:sdt>
              </w:p>
            </w:tc>
          </w:tr>
          <w:tr w:rsidR="006A02C7" w:rsidRPr="00130AA9" w:rsidTr="006A02C7">
            <w:trPr>
              <w:cantSplit/>
              <w:trHeight w:val="305"/>
            </w:trPr>
            <w:tc>
              <w:tcPr>
                <w:tcW w:w="163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6A02C7" w:rsidRPr="00EB7C96" w:rsidRDefault="006A02C7" w:rsidP="00EB7C96">
                <w:pPr>
                  <w:pStyle w:val="Body-Parkland"/>
                  <w:rPr>
                    <w:b/>
                  </w:rPr>
                </w:pPr>
                <w:r w:rsidRPr="00EB7C96">
                  <w:rPr>
                    <w:b/>
                  </w:rPr>
                  <w:t>Overall Goal</w:t>
                </w:r>
                <w:r>
                  <w:rPr>
                    <w:b/>
                  </w:rPr>
                  <w:t>:</w:t>
                </w:r>
              </w:p>
            </w:tc>
            <w:tc>
              <w:tcPr>
                <w:tcW w:w="8010" w:type="dxa"/>
                <w:gridSpan w:val="2"/>
                <w:tcBorders>
                  <w:top w:val="single" w:sz="4" w:space="0" w:color="auto"/>
                  <w:bottom w:val="nil"/>
                </w:tcBorders>
                <w:shd w:val="clear" w:color="auto" w:fill="auto"/>
                <w:vAlign w:val="center"/>
              </w:tcPr>
              <w:p w:rsidR="006A02C7" w:rsidRPr="00EB7C96" w:rsidRDefault="006A02C7" w:rsidP="006A02C7">
                <w:pPr>
                  <w:pStyle w:val="Body-Parkland"/>
                  <w:rPr>
                    <w:b/>
                  </w:rPr>
                </w:pPr>
              </w:p>
            </w:tc>
          </w:tr>
          <w:tr w:rsidR="00EB7C96" w:rsidRPr="00130AA9" w:rsidTr="00EB7C96">
            <w:trPr>
              <w:cantSplit/>
              <w:trHeight w:val="305"/>
            </w:trPr>
            <w:tc>
              <w:tcPr>
                <w:tcW w:w="9648" w:type="dxa"/>
                <w:gridSpan w:val="3"/>
                <w:tcBorders>
                  <w:top w:val="nil"/>
                </w:tcBorders>
                <w:shd w:val="clear" w:color="auto" w:fill="auto"/>
              </w:tcPr>
              <w:sdt>
                <w:sdtPr>
                  <w:id w:val="-616839397"/>
                  <w:placeholder>
                    <w:docPart w:val="FB80B27AEC364C4798A1EFF8F5DD0F02"/>
                  </w:placeholder>
                  <w:showingPlcHdr/>
                </w:sdtPr>
                <w:sdtEndPr/>
                <w:sdtContent>
                  <w:p w:rsidR="00EB7C96" w:rsidRDefault="00EB7C96" w:rsidP="00EB7C96">
                    <w:pPr>
                      <w:pStyle w:val="Body-Parkland"/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  <w:p w:rsidR="00EB7C96" w:rsidRPr="00130AA9" w:rsidRDefault="00EB7C96" w:rsidP="00EB7C96">
                    <w:pPr>
                      <w:pStyle w:val="Body-Parkland"/>
                    </w:pPr>
                    <w:r>
                      <w:rPr>
                        <w:rStyle w:val="FormField-ParklandChar"/>
                        <w:rFonts w:eastAsiaTheme="minorHAnsi"/>
                      </w:rPr>
                      <w:t xml:space="preserve"> </w:t>
                    </w:r>
                  </w:p>
                </w:sdtContent>
              </w:sdt>
            </w:tc>
          </w:tr>
          <w:tr w:rsidR="006A1B4D" w:rsidRPr="00130AA9" w:rsidTr="0071534F">
            <w:trPr>
              <w:cantSplit/>
              <w:trHeight w:val="305"/>
            </w:trPr>
            <w:tc>
              <w:tcPr>
                <w:tcW w:w="3348" w:type="dxa"/>
                <w:gridSpan w:val="2"/>
                <w:tcBorders>
                  <w:top w:val="single" w:sz="4" w:space="0" w:color="auto"/>
                </w:tcBorders>
                <w:shd w:val="clear" w:color="auto" w:fill="auto"/>
              </w:tcPr>
              <w:p w:rsidR="006A1B4D" w:rsidRPr="00130AA9" w:rsidRDefault="006A1B4D" w:rsidP="0071534F">
                <w:pPr>
                  <w:pStyle w:val="Body-Parkland"/>
                </w:pPr>
                <w:r w:rsidRPr="00130AA9">
                  <w:t>Objective/Learning Outcomes</w:t>
                </w:r>
              </w:p>
            </w:tc>
            <w:tc>
              <w:tcPr>
                <w:tcW w:w="6300" w:type="dxa"/>
                <w:tcBorders>
                  <w:top w:val="single" w:sz="4" w:space="0" w:color="auto"/>
                </w:tcBorders>
                <w:shd w:val="clear" w:color="auto" w:fill="auto"/>
              </w:tcPr>
              <w:p w:rsidR="006A1B4D" w:rsidRPr="00130AA9" w:rsidRDefault="006A1B4D" w:rsidP="0071534F">
                <w:pPr>
                  <w:pStyle w:val="Body-Parkland"/>
                </w:pPr>
                <w:r w:rsidRPr="00130AA9">
                  <w:t>Review</w:t>
                </w:r>
              </w:p>
            </w:tc>
          </w:tr>
        </w:tbl>
        <w:p w:rsidR="00C402E9" w:rsidRPr="00C402E9" w:rsidRDefault="00963E31">
          <w:pPr>
            <w:rPr>
              <w:sz w:val="2"/>
            </w:rPr>
          </w:pPr>
        </w:p>
      </w:sdtContent>
    </w:sdt>
    <w:p w:rsidR="00C402E9" w:rsidRPr="00C402E9" w:rsidRDefault="00C402E9">
      <w:pPr>
        <w:rPr>
          <w:sz w:val="2"/>
        </w:rPr>
        <w:sectPr w:rsidR="00C402E9" w:rsidRPr="00C402E9" w:rsidSect="00B3471A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6A1B4D" w:rsidRPr="00130AA9" w:rsidTr="003C60E2">
        <w:trPr>
          <w:cantSplit/>
          <w:trHeight w:val="448"/>
        </w:trPr>
        <w:tc>
          <w:tcPr>
            <w:tcW w:w="3348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</w:tr>
      <w:tr w:rsidR="00B12F2D" w:rsidRPr="00130AA9" w:rsidTr="003C60E2">
        <w:trPr>
          <w:cantSplit/>
          <w:trHeight w:val="448"/>
        </w:trPr>
        <w:tc>
          <w:tcPr>
            <w:tcW w:w="3348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</w:tr>
      <w:tr w:rsidR="00B12F2D" w:rsidRPr="00130AA9" w:rsidTr="003C60E2">
        <w:trPr>
          <w:cantSplit/>
          <w:trHeight w:val="448"/>
        </w:trPr>
        <w:tc>
          <w:tcPr>
            <w:tcW w:w="3348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</w:tr>
      <w:tr w:rsidR="006A1B4D" w:rsidRPr="00130AA9" w:rsidTr="003C60E2">
        <w:trPr>
          <w:cantSplit/>
          <w:trHeight w:val="448"/>
        </w:trPr>
        <w:tc>
          <w:tcPr>
            <w:tcW w:w="3348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</w:tr>
      <w:tr w:rsidR="006A1B4D" w:rsidRPr="00130AA9" w:rsidTr="003C60E2">
        <w:trPr>
          <w:cantSplit/>
          <w:trHeight w:val="448"/>
        </w:trPr>
        <w:tc>
          <w:tcPr>
            <w:tcW w:w="3348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</w:tr>
    </w:tbl>
    <w:p w:rsidR="006A1B4D" w:rsidRPr="00130AA9" w:rsidRDefault="006A1B4D" w:rsidP="0071534F">
      <w:pPr>
        <w:pStyle w:val="Body-Parkland"/>
        <w:sectPr w:rsidR="006A1B4D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formProt w:val="0"/>
          <w:docGrid w:linePitch="360"/>
        </w:sectPr>
      </w:pPr>
    </w:p>
    <w:sdt>
      <w:sdtPr>
        <w:rPr>
          <w:sz w:val="2"/>
        </w:rPr>
        <w:id w:val="-769849992"/>
        <w:lock w:val="contentLocked"/>
        <w:placeholder>
          <w:docPart w:val="7E4DD691080943F2AF0F6772862A997D"/>
        </w:placeholder>
        <w:group/>
      </w:sdtPr>
      <w:sdtEndPr>
        <w:rPr>
          <w:sz w:val="24"/>
        </w:rPr>
      </w:sdtEndPr>
      <w:sdtContent>
        <w:p w:rsidR="006A1B4D" w:rsidRPr="0071534F" w:rsidRDefault="006A1B4D" w:rsidP="0071534F">
          <w:pPr>
            <w:pStyle w:val="Body-Parkland"/>
            <w:rPr>
              <w:sz w:val="2"/>
            </w:rPr>
            <w:sectPr w:rsidR="006A1B4D" w:rsidRPr="0071534F" w:rsidSect="00B3471A">
              <w:type w:val="continuous"/>
              <w:pgSz w:w="12240" w:h="15840"/>
              <w:pgMar w:top="720" w:right="1440" w:bottom="720" w:left="1440" w:header="720" w:footer="720" w:gutter="0"/>
              <w:cols w:space="720"/>
              <w:docGrid w:linePitch="360"/>
            </w:sectPr>
          </w:pPr>
        </w:p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9648"/>
          </w:tblGrid>
          <w:tr w:rsidR="006A1B4D" w:rsidRPr="00130AA9" w:rsidTr="001932C7">
            <w:trPr>
              <w:cantSplit/>
              <w:trHeight w:val="240"/>
            </w:trPr>
            <w:tc>
              <w:tcPr>
                <w:tcW w:w="9648" w:type="dxa"/>
                <w:tcBorders>
                  <w:bottom w:val="nil"/>
                </w:tcBorders>
                <w:shd w:val="clear" w:color="auto" w:fill="auto"/>
              </w:tcPr>
              <w:p w:rsidR="006A1B4D" w:rsidRPr="006A02C7" w:rsidRDefault="006A1B4D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lastRenderedPageBreak/>
                  <w:t xml:space="preserve">Assessment Procedures: </w:t>
                </w:r>
              </w:p>
            </w:tc>
          </w:tr>
          <w:tr w:rsidR="001932C7" w:rsidRPr="00130AA9" w:rsidTr="00D05A91">
            <w:trPr>
              <w:cantSplit/>
              <w:trHeight w:val="390"/>
            </w:trPr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sdt>
                <w:sdtPr>
                  <w:id w:val="-1288511027"/>
                  <w:placeholder>
                    <w:docPart w:val="4E50BBA6790249CA8B02ED143852E7DC"/>
                  </w:placeholder>
                  <w:showingPlcHdr/>
                </w:sdtPr>
                <w:sdtEndPr/>
                <w:sdtContent>
                  <w:p w:rsidR="001932C7" w:rsidRPr="00136320" w:rsidRDefault="001932C7" w:rsidP="00410BDA">
                    <w:pPr>
                      <w:pStyle w:val="Body-Parkland"/>
                      <w:rPr>
                        <w:rFonts w:eastAsiaTheme="minorHAnsi"/>
                        <w:color w:val="808080" w:themeColor="background1" w:themeShade="80"/>
                        <w:szCs w:val="24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                                                                   </w:t>
                    </w:r>
                  </w:p>
                </w:sdtContent>
              </w:sdt>
            </w:tc>
          </w:tr>
          <w:tr w:rsidR="006A1B4D" w:rsidRPr="00130AA9" w:rsidTr="00D05A91">
            <w:trPr>
              <w:cantSplit/>
              <w:trHeight w:val="313"/>
            </w:trPr>
            <w:tc>
              <w:tcPr>
                <w:tcW w:w="9648" w:type="dxa"/>
                <w:tcBorders>
                  <w:bottom w:val="nil"/>
                </w:tcBorders>
                <w:shd w:val="clear" w:color="auto" w:fill="auto"/>
              </w:tcPr>
              <w:p w:rsidR="00136320" w:rsidRPr="006A02C7" w:rsidRDefault="006A1B4D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Strategies:</w:t>
                </w:r>
              </w:p>
            </w:tc>
          </w:tr>
          <w:tr w:rsidR="001932C7" w:rsidRPr="00130AA9" w:rsidTr="00D05A91">
            <w:trPr>
              <w:cantSplit/>
              <w:trHeight w:val="315"/>
            </w:trPr>
            <w:tc>
              <w:tcPr>
                <w:tcW w:w="9648" w:type="dxa"/>
                <w:tcBorders>
                  <w:top w:val="nil"/>
                </w:tcBorders>
                <w:shd w:val="clear" w:color="auto" w:fill="auto"/>
              </w:tcPr>
              <w:p w:rsidR="00136320" w:rsidRPr="00136320" w:rsidRDefault="001932C7" w:rsidP="00410BDA">
                <w:pPr>
                  <w:pStyle w:val="Body-Parkland"/>
                  <w:rPr>
                    <w:sz w:val="2"/>
                  </w:rPr>
                </w:pPr>
                <w:r w:rsidRPr="00130AA9">
                  <w:t xml:space="preserve"> </w:t>
                </w:r>
              </w:p>
              <w:sdt>
                <w:sdtPr>
                  <w:id w:val="-272164457"/>
                  <w:placeholder>
                    <w:docPart w:val="9ECBC2CEADD84A7EB804E9C5591DF726"/>
                  </w:placeholder>
                  <w:showingPlcHdr/>
                </w:sdtPr>
                <w:sdtEndPr/>
                <w:sdtContent>
                  <w:p w:rsidR="001932C7" w:rsidRPr="00130AA9" w:rsidRDefault="00136320" w:rsidP="00410BDA">
                    <w:pPr>
                      <w:pStyle w:val="Body-Parkland"/>
                    </w:pPr>
                    <w:r w:rsidRPr="00CD2081">
                      <w:rPr>
                        <w:rStyle w:val="PlaceholderText"/>
                        <w:rFonts w:eastAsiaTheme="minorHAnsi"/>
                      </w:rPr>
                      <w:t>Click here to enter text.</w:t>
                    </w:r>
                    <w:r>
                      <w:rPr>
                        <w:rStyle w:val="PlaceholderText"/>
                        <w:rFonts w:eastAsiaTheme="minorHAnsi"/>
                      </w:rPr>
                      <w:t xml:space="preserve">                                                            </w:t>
                    </w:r>
                  </w:p>
                </w:sdtContent>
              </w:sdt>
            </w:tc>
          </w:tr>
        </w:tbl>
      </w:sdtContent>
    </w:sdt>
    <w:p w:rsidR="006A1B4D" w:rsidRPr="00130AA9" w:rsidRDefault="006A1B4D" w:rsidP="006A1B4D">
      <w:pPr>
        <w:rPr>
          <w:rFonts w:ascii="Verdana" w:hAnsi="Verdana"/>
          <w:sz w:val="21"/>
          <w:szCs w:val="21"/>
        </w:rPr>
      </w:pPr>
    </w:p>
    <w:p w:rsidR="006A1B4D" w:rsidRPr="00130AA9" w:rsidRDefault="006A1B4D" w:rsidP="006A1B4D">
      <w:pPr>
        <w:rPr>
          <w:rFonts w:ascii="Verdana" w:hAnsi="Verdana"/>
          <w:sz w:val="21"/>
          <w:szCs w:val="21"/>
        </w:rPr>
        <w:sectPr w:rsidR="006A1B4D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formProt w:val="0"/>
          <w:docGrid w:linePitch="360"/>
        </w:sect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562459270"/>
        <w:lock w:val="sdtContentLocked"/>
        <w:placeholder>
          <w:docPart w:val="7E4DD691080943F2AF0F6772862A997D"/>
        </w:placeholder>
        <w:group/>
      </w:sdtPr>
      <w:sdtEndPr>
        <w:rPr>
          <w:sz w:val="2"/>
        </w:rPr>
      </w:sdtEndPr>
      <w:sdtContent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1638"/>
            <w:gridCol w:w="1710"/>
            <w:gridCol w:w="6300"/>
          </w:tblGrid>
          <w:tr w:rsidR="006A1B4D" w:rsidRPr="00130AA9" w:rsidTr="005D136B">
            <w:trPr>
              <w:cantSplit/>
              <w:trHeight w:val="305"/>
            </w:trPr>
            <w:tc>
              <w:tcPr>
                <w:tcW w:w="964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</w:tcPr>
              <w:p w:rsidR="006A1B4D" w:rsidRPr="00501B23" w:rsidRDefault="0071534F" w:rsidP="00501B23">
                <w:pPr>
                  <w:pStyle w:val="Heading1Parkland"/>
                </w:pPr>
                <w:r w:rsidRPr="00501B23">
                  <w:t>Long Term Goal #</w:t>
                </w:r>
                <w:sdt>
                  <w:sdtPr>
                    <w:id w:val="-220674712"/>
                    <w:placeholder>
                      <w:docPart w:val="7E4DD691080943F2AF0F6772862A997D"/>
                    </w:placeholder>
                    <w:text/>
                  </w:sdtPr>
                  <w:sdtEndPr/>
                  <w:sdtContent>
                    <w:r w:rsidRPr="00501B23">
                      <w:t>3</w:t>
                    </w:r>
                  </w:sdtContent>
                </w:sdt>
              </w:p>
            </w:tc>
          </w:tr>
          <w:tr w:rsidR="006A02C7" w:rsidRPr="00130AA9" w:rsidTr="006A02C7">
            <w:trPr>
              <w:cantSplit/>
              <w:trHeight w:val="305"/>
            </w:trPr>
            <w:tc>
              <w:tcPr>
                <w:tcW w:w="163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6A02C7" w:rsidRPr="00EB7C96" w:rsidRDefault="006A02C7" w:rsidP="00F74E1D">
                <w:pPr>
                  <w:pStyle w:val="Body-Parkland"/>
                  <w:rPr>
                    <w:b/>
                  </w:rPr>
                </w:pPr>
                <w:r w:rsidRPr="00EB7C96">
                  <w:rPr>
                    <w:b/>
                  </w:rPr>
                  <w:t>Overall Goal</w:t>
                </w:r>
                <w:r>
                  <w:rPr>
                    <w:b/>
                  </w:rPr>
                  <w:t>:</w:t>
                </w:r>
              </w:p>
            </w:tc>
            <w:tc>
              <w:tcPr>
                <w:tcW w:w="8010" w:type="dxa"/>
                <w:gridSpan w:val="2"/>
                <w:tcBorders>
                  <w:top w:val="single" w:sz="4" w:space="0" w:color="auto"/>
                  <w:bottom w:val="nil"/>
                </w:tcBorders>
                <w:shd w:val="clear" w:color="auto" w:fill="auto"/>
                <w:vAlign w:val="center"/>
              </w:tcPr>
              <w:p w:rsidR="006A02C7" w:rsidRPr="00EB7C96" w:rsidRDefault="006A02C7" w:rsidP="006A02C7">
                <w:pPr>
                  <w:pStyle w:val="Body-Parkland"/>
                  <w:rPr>
                    <w:b/>
                  </w:rPr>
                </w:pPr>
              </w:p>
            </w:tc>
          </w:tr>
          <w:tr w:rsidR="00EB7C96" w:rsidRPr="00130AA9" w:rsidTr="005D136B">
            <w:trPr>
              <w:cantSplit/>
              <w:trHeight w:val="305"/>
            </w:trPr>
            <w:tc>
              <w:tcPr>
                <w:tcW w:w="9648" w:type="dxa"/>
                <w:gridSpan w:val="3"/>
                <w:tcBorders>
                  <w:top w:val="nil"/>
                </w:tcBorders>
                <w:shd w:val="clear" w:color="auto" w:fill="auto"/>
              </w:tcPr>
              <w:sdt>
                <w:sdtPr>
                  <w:id w:val="-803533128"/>
                  <w:placeholder>
                    <w:docPart w:val="8F406945E28A4A8882A750964AA5F4A7"/>
                  </w:placeholder>
                  <w:showingPlcHdr/>
                </w:sdtPr>
                <w:sdtEndPr/>
                <w:sdtContent>
                  <w:p w:rsidR="00EB7C96" w:rsidRDefault="00EB7C96" w:rsidP="00EB7C96">
                    <w:pPr>
                      <w:pStyle w:val="Body-Parkland"/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  <w:p w:rsidR="00EB7C96" w:rsidRPr="00130AA9" w:rsidRDefault="00EB7C96" w:rsidP="00EB7C96">
                    <w:pPr>
                      <w:pStyle w:val="Body-Parkland"/>
                    </w:pPr>
                    <w:r>
                      <w:rPr>
                        <w:rStyle w:val="FormField-ParklandChar"/>
                        <w:rFonts w:eastAsiaTheme="minorHAnsi"/>
                      </w:rPr>
                      <w:t xml:space="preserve">  </w:t>
                    </w:r>
                  </w:p>
                </w:sdtContent>
              </w:sdt>
            </w:tc>
          </w:tr>
          <w:tr w:rsidR="00EB7C96" w:rsidRPr="00130AA9" w:rsidTr="0071534F">
            <w:trPr>
              <w:cantSplit/>
              <w:trHeight w:val="305"/>
            </w:trPr>
            <w:tc>
              <w:tcPr>
                <w:tcW w:w="3348" w:type="dxa"/>
                <w:gridSpan w:val="2"/>
                <w:tcBorders>
                  <w:top w:val="single" w:sz="4" w:space="0" w:color="auto"/>
                </w:tcBorders>
                <w:shd w:val="clear" w:color="auto" w:fill="auto"/>
              </w:tcPr>
              <w:p w:rsidR="00EB7C96" w:rsidRPr="00130AA9" w:rsidRDefault="00EB7C96" w:rsidP="0071534F">
                <w:pPr>
                  <w:pStyle w:val="Body-Parkland"/>
                </w:pPr>
                <w:r w:rsidRPr="00130AA9">
                  <w:t>Objective/Learning Outcomes</w:t>
                </w:r>
              </w:p>
            </w:tc>
            <w:tc>
              <w:tcPr>
                <w:tcW w:w="6300" w:type="dxa"/>
                <w:tcBorders>
                  <w:top w:val="single" w:sz="4" w:space="0" w:color="auto"/>
                </w:tcBorders>
                <w:shd w:val="clear" w:color="auto" w:fill="auto"/>
              </w:tcPr>
              <w:p w:rsidR="00EB7C96" w:rsidRPr="00130AA9" w:rsidRDefault="00EB7C96" w:rsidP="0071534F">
                <w:pPr>
                  <w:pStyle w:val="Body-Parkland"/>
                </w:pPr>
                <w:r w:rsidRPr="00130AA9">
                  <w:t>Review</w:t>
                </w:r>
              </w:p>
            </w:tc>
          </w:tr>
        </w:tbl>
        <w:p w:rsidR="00C402E9" w:rsidRPr="00C402E9" w:rsidRDefault="00963E31">
          <w:pPr>
            <w:rPr>
              <w:sz w:val="2"/>
            </w:rPr>
          </w:pPr>
        </w:p>
      </w:sdtContent>
    </w:sdt>
    <w:p w:rsidR="00C402E9" w:rsidRPr="001E273F" w:rsidRDefault="00C402E9">
      <w:pPr>
        <w:rPr>
          <w:sz w:val="2"/>
        </w:rPr>
        <w:sectPr w:rsidR="00C402E9" w:rsidRPr="001E273F" w:rsidSect="00B3471A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6A1B4D" w:rsidRPr="00130AA9" w:rsidTr="003C60E2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</w:tr>
      <w:tr w:rsidR="00B12F2D" w:rsidRPr="00130AA9" w:rsidTr="003C60E2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</w:tr>
      <w:tr w:rsidR="00B12F2D" w:rsidRPr="00130AA9" w:rsidTr="003C60E2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B12F2D" w:rsidRPr="00130AA9" w:rsidRDefault="00B12F2D" w:rsidP="0071534F">
            <w:pPr>
              <w:pStyle w:val="Body-Parkland"/>
            </w:pPr>
          </w:p>
        </w:tc>
      </w:tr>
      <w:tr w:rsidR="006A1B4D" w:rsidRPr="00130AA9" w:rsidTr="003C60E2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3F0706" w:rsidRPr="00130AA9" w:rsidRDefault="003F0706" w:rsidP="0071534F">
            <w:pPr>
              <w:pStyle w:val="Body-Parkland"/>
            </w:pPr>
          </w:p>
        </w:tc>
      </w:tr>
      <w:tr w:rsidR="006A1B4D" w:rsidRPr="00130AA9" w:rsidTr="003C60E2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6A1B4D" w:rsidRPr="00130AA9" w:rsidRDefault="006A1B4D" w:rsidP="0071534F">
            <w:pPr>
              <w:pStyle w:val="Body-Parkland"/>
            </w:pPr>
          </w:p>
        </w:tc>
      </w:tr>
    </w:tbl>
    <w:p w:rsidR="006A1B4D" w:rsidRPr="00130AA9" w:rsidRDefault="006A1B4D" w:rsidP="0071534F">
      <w:pPr>
        <w:pStyle w:val="Body-Parkland"/>
        <w:sectPr w:rsidR="006A1B4D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formProt w:val="0"/>
          <w:docGrid w:linePitch="360"/>
        </w:sectPr>
      </w:pPr>
    </w:p>
    <w:sdt>
      <w:sdtPr>
        <w:rPr>
          <w:sz w:val="2"/>
        </w:rPr>
        <w:id w:val="-2079889289"/>
        <w:lock w:val="contentLocked"/>
        <w:placeholder>
          <w:docPart w:val="7E4DD691080943F2AF0F6772862A997D"/>
        </w:placeholder>
        <w:group/>
      </w:sdtPr>
      <w:sdtEndPr>
        <w:rPr>
          <w:sz w:val="24"/>
        </w:rPr>
      </w:sdtEndPr>
      <w:sdtContent>
        <w:p w:rsidR="006A1B4D" w:rsidRPr="0071534F" w:rsidRDefault="006A1B4D" w:rsidP="0071534F">
          <w:pPr>
            <w:pStyle w:val="Body-Parkland"/>
            <w:rPr>
              <w:sz w:val="2"/>
            </w:rPr>
            <w:sectPr w:rsidR="006A1B4D" w:rsidRPr="0071534F" w:rsidSect="00B3471A">
              <w:type w:val="continuous"/>
              <w:pgSz w:w="12240" w:h="15840"/>
              <w:pgMar w:top="720" w:right="1440" w:bottom="720" w:left="1440" w:header="720" w:footer="720" w:gutter="0"/>
              <w:cols w:space="720"/>
              <w:docGrid w:linePitch="360"/>
            </w:sectPr>
          </w:pPr>
        </w:p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9648"/>
          </w:tblGrid>
          <w:tr w:rsidR="006A1B4D" w:rsidRPr="00130AA9" w:rsidTr="001932C7">
            <w:trPr>
              <w:cantSplit/>
              <w:trHeight w:val="330"/>
            </w:trPr>
            <w:tc>
              <w:tcPr>
                <w:tcW w:w="9648" w:type="dxa"/>
                <w:tcBorders>
                  <w:bottom w:val="nil"/>
                </w:tcBorders>
                <w:shd w:val="clear" w:color="auto" w:fill="auto"/>
              </w:tcPr>
              <w:p w:rsidR="006A1B4D" w:rsidRPr="006A02C7" w:rsidRDefault="006A1B4D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lastRenderedPageBreak/>
                  <w:t>Assessment Procedures:</w:t>
                </w:r>
              </w:p>
            </w:tc>
          </w:tr>
          <w:tr w:rsidR="001932C7" w:rsidRPr="00130AA9" w:rsidTr="001932C7">
            <w:trPr>
              <w:cantSplit/>
              <w:trHeight w:val="298"/>
            </w:trPr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p w:rsidR="00136320" w:rsidRPr="00136320" w:rsidRDefault="001932C7" w:rsidP="00410BDA">
                <w:pPr>
                  <w:pStyle w:val="Body-Parkland"/>
                  <w:rPr>
                    <w:sz w:val="2"/>
                  </w:rPr>
                </w:pPr>
                <w:r w:rsidRPr="00130AA9">
                  <w:t xml:space="preserve"> </w:t>
                </w:r>
              </w:p>
              <w:sdt>
                <w:sdtPr>
                  <w:id w:val="2107385867"/>
                  <w:placeholder>
                    <w:docPart w:val="456B9325ED4F46309736D6C118EDD944"/>
                  </w:placeholder>
                  <w:showingPlcHdr/>
                </w:sdtPr>
                <w:sdtEndPr/>
                <w:sdtContent>
                  <w:p w:rsidR="001932C7" w:rsidRPr="00410BDA" w:rsidRDefault="00136320" w:rsidP="00136320">
                    <w:pPr>
                      <w:pStyle w:val="Body-Parkland"/>
                    </w:pPr>
                    <w:r w:rsidRPr="00CD2081">
                      <w:rPr>
                        <w:rStyle w:val="PlaceholderText"/>
                        <w:rFonts w:eastAsiaTheme="minorHAnsi"/>
                      </w:rPr>
                      <w:t>Click here to enter text.</w:t>
                    </w:r>
                    <w:r>
                      <w:rPr>
                        <w:rStyle w:val="PlaceholderText"/>
                        <w:rFonts w:eastAsiaTheme="minorHAnsi"/>
                      </w:rPr>
                      <w:t xml:space="preserve">                                                                                  </w:t>
                    </w:r>
                  </w:p>
                </w:sdtContent>
              </w:sdt>
            </w:tc>
          </w:tr>
          <w:tr w:rsidR="006A1B4D" w:rsidRPr="00130AA9" w:rsidTr="001932C7">
            <w:trPr>
              <w:cantSplit/>
              <w:trHeight w:val="268"/>
            </w:trPr>
            <w:tc>
              <w:tcPr>
                <w:tcW w:w="9648" w:type="dxa"/>
                <w:tcBorders>
                  <w:bottom w:val="nil"/>
                </w:tcBorders>
                <w:shd w:val="clear" w:color="auto" w:fill="auto"/>
              </w:tcPr>
              <w:p w:rsidR="006A1B4D" w:rsidRPr="006A02C7" w:rsidRDefault="006A1B4D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 xml:space="preserve">Strategies: </w:t>
                </w:r>
              </w:p>
            </w:tc>
          </w:tr>
          <w:tr w:rsidR="001932C7" w:rsidRPr="00130AA9" w:rsidTr="001932C7">
            <w:trPr>
              <w:cantSplit/>
              <w:trHeight w:val="360"/>
            </w:trPr>
            <w:tc>
              <w:tcPr>
                <w:tcW w:w="9648" w:type="dxa"/>
                <w:tcBorders>
                  <w:top w:val="nil"/>
                </w:tcBorders>
                <w:shd w:val="clear" w:color="auto" w:fill="auto"/>
              </w:tcPr>
              <w:sdt>
                <w:sdtPr>
                  <w:id w:val="1760718879"/>
                  <w:placeholder>
                    <w:docPart w:val="6904EA051D614DEDAEB7B2C100A0A8A4"/>
                  </w:placeholder>
                  <w:showingPlcHdr/>
                </w:sdtPr>
                <w:sdtEndPr/>
                <w:sdtContent>
                  <w:p w:rsidR="001932C7" w:rsidRPr="00136320" w:rsidRDefault="001932C7" w:rsidP="00410BDA">
                    <w:pPr>
                      <w:pStyle w:val="Body-Parkland"/>
                      <w:rPr>
                        <w:rFonts w:eastAsiaTheme="minorHAnsi"/>
                        <w:color w:val="808080" w:themeColor="background1" w:themeShade="80"/>
                        <w:szCs w:val="24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                                                                                         </w:t>
                    </w:r>
                  </w:p>
                </w:sdtContent>
              </w:sdt>
            </w:tc>
          </w:tr>
        </w:tbl>
      </w:sdtContent>
    </w:sdt>
    <w:p w:rsidR="001E273F" w:rsidRDefault="001E273F" w:rsidP="00EE20B4">
      <w:pPr>
        <w:rPr>
          <w:rFonts w:ascii="Verdana" w:hAnsi="Verdana"/>
          <w:sz w:val="21"/>
          <w:szCs w:val="21"/>
        </w:rPr>
      </w:pPr>
    </w:p>
    <w:p w:rsidR="001E273F" w:rsidRPr="00130AA9" w:rsidRDefault="001E273F" w:rsidP="00EE20B4">
      <w:pPr>
        <w:rPr>
          <w:rFonts w:ascii="Verdana" w:hAnsi="Verdana"/>
          <w:sz w:val="21"/>
          <w:szCs w:val="21"/>
        </w:rPr>
        <w:sectPr w:rsidR="001E273F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-810862687"/>
        <w:lock w:val="contentLocked"/>
        <w:placeholder>
          <w:docPart w:val="7E4DD691080943F2AF0F6772862A997D"/>
        </w:placeholder>
        <w:group/>
      </w:sdtPr>
      <w:sdtEndPr>
        <w:rPr>
          <w:sz w:val="2"/>
        </w:rPr>
      </w:sdtEndPr>
      <w:sdtContent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1638"/>
            <w:gridCol w:w="1710"/>
            <w:gridCol w:w="6300"/>
          </w:tblGrid>
          <w:tr w:rsidR="00EE20B4" w:rsidRPr="00130AA9" w:rsidTr="00F74E1D">
            <w:trPr>
              <w:cantSplit/>
              <w:trHeight w:val="305"/>
            </w:trPr>
            <w:tc>
              <w:tcPr>
                <w:tcW w:w="9648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</w:tcPr>
              <w:p w:rsidR="00EE20B4" w:rsidRPr="00501B23" w:rsidRDefault="00EE20B4" w:rsidP="00501B23">
                <w:pPr>
                  <w:pStyle w:val="Heading1Parkland"/>
                </w:pPr>
                <w:r w:rsidRPr="00501B23">
                  <w:t>Long Term Goal #</w:t>
                </w:r>
                <w:sdt>
                  <w:sdtPr>
                    <w:id w:val="-2015360831"/>
                    <w:placeholder>
                      <w:docPart w:val="7E4DD691080943F2AF0F6772862A997D"/>
                    </w:placeholder>
                    <w:text/>
                  </w:sdtPr>
                  <w:sdtEndPr/>
                  <w:sdtContent>
                    <w:r w:rsidRPr="00501B23">
                      <w:t>4</w:t>
                    </w:r>
                  </w:sdtContent>
                </w:sdt>
              </w:p>
            </w:tc>
          </w:tr>
          <w:tr w:rsidR="006A02C7" w:rsidRPr="00130AA9" w:rsidTr="006A02C7">
            <w:trPr>
              <w:cantSplit/>
              <w:trHeight w:val="305"/>
            </w:trPr>
            <w:tc>
              <w:tcPr>
                <w:tcW w:w="163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6A02C7" w:rsidRPr="00EB7C96" w:rsidRDefault="006A02C7" w:rsidP="00F74E1D">
                <w:pPr>
                  <w:pStyle w:val="Body-Parkland"/>
                  <w:rPr>
                    <w:b/>
                  </w:rPr>
                </w:pPr>
                <w:r w:rsidRPr="00EB7C96">
                  <w:rPr>
                    <w:b/>
                  </w:rPr>
                  <w:t>Overall Goal</w:t>
                </w:r>
                <w:r>
                  <w:rPr>
                    <w:b/>
                  </w:rPr>
                  <w:t>:</w:t>
                </w:r>
              </w:p>
            </w:tc>
            <w:tc>
              <w:tcPr>
                <w:tcW w:w="8010" w:type="dxa"/>
                <w:gridSpan w:val="2"/>
                <w:tcBorders>
                  <w:top w:val="single" w:sz="4" w:space="0" w:color="auto"/>
                  <w:bottom w:val="nil"/>
                </w:tcBorders>
                <w:shd w:val="clear" w:color="auto" w:fill="auto"/>
                <w:vAlign w:val="center"/>
              </w:tcPr>
              <w:p w:rsidR="006A02C7" w:rsidRPr="00EB7C96" w:rsidRDefault="006A02C7" w:rsidP="006A02C7">
                <w:pPr>
                  <w:pStyle w:val="Body-Parkland"/>
                  <w:rPr>
                    <w:b/>
                  </w:rPr>
                </w:pPr>
              </w:p>
            </w:tc>
          </w:tr>
          <w:tr w:rsidR="00EE20B4" w:rsidRPr="00130AA9" w:rsidTr="00F74E1D">
            <w:trPr>
              <w:cantSplit/>
              <w:trHeight w:val="305"/>
            </w:trPr>
            <w:tc>
              <w:tcPr>
                <w:tcW w:w="9648" w:type="dxa"/>
                <w:gridSpan w:val="3"/>
                <w:tcBorders>
                  <w:top w:val="nil"/>
                </w:tcBorders>
                <w:shd w:val="clear" w:color="auto" w:fill="auto"/>
              </w:tcPr>
              <w:sdt>
                <w:sdtPr>
                  <w:id w:val="410981929"/>
                  <w:placeholder>
                    <w:docPart w:val="542165EDF82446AEA23CA9601204C43B"/>
                  </w:placeholder>
                  <w:showingPlcHdr/>
                </w:sdtPr>
                <w:sdtEndPr/>
                <w:sdtContent>
                  <w:p w:rsidR="00EE20B4" w:rsidRDefault="00EE20B4" w:rsidP="00F74E1D">
                    <w:pPr>
                      <w:pStyle w:val="Body-Parkland"/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  <w:p w:rsidR="00EE20B4" w:rsidRPr="00130AA9" w:rsidRDefault="00EE20B4" w:rsidP="00F74E1D">
                    <w:pPr>
                      <w:pStyle w:val="Body-Parkland"/>
                    </w:pPr>
                    <w:r>
                      <w:rPr>
                        <w:rStyle w:val="FormField-ParklandChar"/>
                        <w:rFonts w:eastAsiaTheme="minorHAnsi"/>
                      </w:rPr>
                      <w:t xml:space="preserve">  </w:t>
                    </w:r>
                  </w:p>
                </w:sdtContent>
              </w:sdt>
            </w:tc>
          </w:tr>
          <w:tr w:rsidR="00EE20B4" w:rsidRPr="00130AA9" w:rsidTr="00F74E1D">
            <w:trPr>
              <w:cantSplit/>
              <w:trHeight w:val="305"/>
            </w:trPr>
            <w:tc>
              <w:tcPr>
                <w:tcW w:w="3348" w:type="dxa"/>
                <w:gridSpan w:val="2"/>
                <w:tcBorders>
                  <w:top w:val="single" w:sz="4" w:space="0" w:color="auto"/>
                </w:tcBorders>
                <w:shd w:val="clear" w:color="auto" w:fill="auto"/>
              </w:tcPr>
              <w:p w:rsidR="00EE20B4" w:rsidRPr="00130AA9" w:rsidRDefault="00EE20B4" w:rsidP="00F74E1D">
                <w:pPr>
                  <w:pStyle w:val="Body-Parkland"/>
                </w:pPr>
                <w:r w:rsidRPr="00130AA9">
                  <w:t>Objective/Learning Outcomes</w:t>
                </w:r>
              </w:p>
            </w:tc>
            <w:tc>
              <w:tcPr>
                <w:tcW w:w="6300" w:type="dxa"/>
                <w:tcBorders>
                  <w:top w:val="single" w:sz="4" w:space="0" w:color="auto"/>
                </w:tcBorders>
                <w:shd w:val="clear" w:color="auto" w:fill="auto"/>
              </w:tcPr>
              <w:p w:rsidR="00EE20B4" w:rsidRPr="00130AA9" w:rsidRDefault="00EE20B4" w:rsidP="00F74E1D">
                <w:pPr>
                  <w:pStyle w:val="Body-Parkland"/>
                </w:pPr>
                <w:r w:rsidRPr="00130AA9">
                  <w:t>Review</w:t>
                </w:r>
              </w:p>
            </w:tc>
          </w:tr>
        </w:tbl>
        <w:p w:rsidR="00EE20B4" w:rsidRPr="00C402E9" w:rsidRDefault="00963E31" w:rsidP="00EE20B4">
          <w:pPr>
            <w:rPr>
              <w:sz w:val="2"/>
            </w:rPr>
          </w:pPr>
        </w:p>
      </w:sdtContent>
    </w:sdt>
    <w:p w:rsidR="00EE20B4" w:rsidRPr="001E273F" w:rsidRDefault="00EE20B4" w:rsidP="00EE20B4">
      <w:pPr>
        <w:rPr>
          <w:sz w:val="2"/>
        </w:rPr>
        <w:sectPr w:rsidR="00EE20B4" w:rsidRPr="001E273F" w:rsidSect="00B3471A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300"/>
      </w:tblGrid>
      <w:tr w:rsidR="00EE20B4" w:rsidRPr="00130AA9" w:rsidTr="00F74E1D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</w:tr>
      <w:tr w:rsidR="00EE20B4" w:rsidRPr="00130AA9" w:rsidTr="00F74E1D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</w:tr>
      <w:tr w:rsidR="00EE20B4" w:rsidRPr="00130AA9" w:rsidTr="00F74E1D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</w:tr>
      <w:tr w:rsidR="00EE20B4" w:rsidRPr="00130AA9" w:rsidTr="00F74E1D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</w:tr>
      <w:tr w:rsidR="00EE20B4" w:rsidRPr="00130AA9" w:rsidTr="00F74E1D">
        <w:trPr>
          <w:cantSplit/>
          <w:trHeight w:val="417"/>
        </w:trPr>
        <w:tc>
          <w:tcPr>
            <w:tcW w:w="3348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  <w:tc>
          <w:tcPr>
            <w:tcW w:w="6300" w:type="dxa"/>
            <w:shd w:val="clear" w:color="auto" w:fill="auto"/>
          </w:tcPr>
          <w:p w:rsidR="00EE20B4" w:rsidRPr="00130AA9" w:rsidRDefault="00EE20B4" w:rsidP="00F74E1D">
            <w:pPr>
              <w:pStyle w:val="Body-Parkland"/>
            </w:pPr>
          </w:p>
        </w:tc>
      </w:tr>
    </w:tbl>
    <w:p w:rsidR="00EE20B4" w:rsidRPr="00130AA9" w:rsidRDefault="00EE20B4" w:rsidP="00EE20B4">
      <w:pPr>
        <w:pStyle w:val="Body-Parkland"/>
        <w:sectPr w:rsidR="00EE20B4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formProt w:val="0"/>
          <w:docGrid w:linePitch="360"/>
        </w:sectPr>
      </w:pPr>
    </w:p>
    <w:sdt>
      <w:sdtPr>
        <w:rPr>
          <w:sz w:val="2"/>
        </w:rPr>
        <w:id w:val="-499504909"/>
        <w:lock w:val="contentLocked"/>
        <w:placeholder>
          <w:docPart w:val="7E4DD691080943F2AF0F6772862A997D"/>
        </w:placeholder>
        <w:group/>
      </w:sdtPr>
      <w:sdtEndPr>
        <w:rPr>
          <w:sz w:val="24"/>
        </w:rPr>
      </w:sdtEndPr>
      <w:sdtContent>
        <w:p w:rsidR="00EE20B4" w:rsidRPr="0071534F" w:rsidRDefault="00EE20B4" w:rsidP="00EE20B4">
          <w:pPr>
            <w:pStyle w:val="Body-Parkland"/>
            <w:rPr>
              <w:sz w:val="2"/>
            </w:rPr>
            <w:sectPr w:rsidR="00EE20B4" w:rsidRPr="0071534F" w:rsidSect="00B3471A">
              <w:type w:val="continuous"/>
              <w:pgSz w:w="12240" w:h="15840"/>
              <w:pgMar w:top="720" w:right="1440" w:bottom="720" w:left="1440" w:header="720" w:footer="720" w:gutter="0"/>
              <w:cols w:space="720"/>
              <w:docGrid w:linePitch="360"/>
            </w:sectPr>
          </w:pPr>
        </w:p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9648"/>
          </w:tblGrid>
          <w:tr w:rsidR="00EE20B4" w:rsidRPr="00130AA9" w:rsidTr="001932C7">
            <w:trPr>
              <w:cantSplit/>
              <w:trHeight w:val="195"/>
            </w:trPr>
            <w:tc>
              <w:tcPr>
                <w:tcW w:w="9648" w:type="dxa"/>
                <w:tcBorders>
                  <w:bottom w:val="nil"/>
                </w:tcBorders>
                <w:shd w:val="clear" w:color="auto" w:fill="auto"/>
              </w:tcPr>
              <w:p w:rsidR="00EE20B4" w:rsidRPr="006A02C7" w:rsidRDefault="00EE20B4" w:rsidP="00F74E1D">
                <w:pPr>
                  <w:pStyle w:val="Body-Parkland"/>
                  <w:rPr>
                    <w:b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lastRenderedPageBreak/>
                  <w:t xml:space="preserve">Assessment Procedures: </w:t>
                </w:r>
              </w:p>
            </w:tc>
          </w:tr>
          <w:tr w:rsidR="001932C7" w:rsidRPr="00130AA9" w:rsidTr="001932C7">
            <w:trPr>
              <w:cantSplit/>
              <w:trHeight w:val="435"/>
            </w:trPr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sdt>
                <w:sdtPr>
                  <w:id w:val="-1670863848"/>
                  <w:placeholder>
                    <w:docPart w:val="D75DB723F4B446D8B90A45B13614DA82"/>
                  </w:placeholder>
                  <w:showingPlcHdr/>
                </w:sdtPr>
                <w:sdtEndPr/>
                <w:sdtContent>
                  <w:p w:rsidR="001932C7" w:rsidRPr="00136320" w:rsidRDefault="001932C7" w:rsidP="00F74E1D">
                    <w:pPr>
                      <w:pStyle w:val="Body-Parkland"/>
                      <w:rPr>
                        <w:rFonts w:eastAsiaTheme="minorHAnsi"/>
                        <w:color w:val="808080" w:themeColor="background1" w:themeShade="80"/>
                        <w:szCs w:val="24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                                      </w:t>
                    </w:r>
                    <w:r w:rsidR="00136320">
                      <w:rPr>
                        <w:rStyle w:val="FormField-ParklandChar"/>
                        <w:rFonts w:eastAsiaTheme="minorHAnsi"/>
                      </w:rPr>
                      <w:t xml:space="preserve">                       </w:t>
                    </w: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                             </w:t>
                    </w:r>
                  </w:p>
                </w:sdtContent>
              </w:sdt>
            </w:tc>
          </w:tr>
          <w:tr w:rsidR="00EE20B4" w:rsidRPr="00130AA9" w:rsidTr="001932C7">
            <w:trPr>
              <w:cantSplit/>
              <w:trHeight w:val="253"/>
            </w:trPr>
            <w:tc>
              <w:tcPr>
                <w:tcW w:w="9648" w:type="dxa"/>
                <w:tcBorders>
                  <w:bottom w:val="nil"/>
                </w:tcBorders>
                <w:shd w:val="clear" w:color="auto" w:fill="auto"/>
              </w:tcPr>
              <w:p w:rsidR="00EE20B4" w:rsidRPr="006A02C7" w:rsidRDefault="00EE20B4" w:rsidP="00F74E1D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 xml:space="preserve">Strategies: </w:t>
                </w:r>
              </w:p>
            </w:tc>
          </w:tr>
          <w:tr w:rsidR="001932C7" w:rsidRPr="00130AA9" w:rsidTr="001932C7">
            <w:trPr>
              <w:cantSplit/>
              <w:trHeight w:val="375"/>
            </w:trPr>
            <w:tc>
              <w:tcPr>
                <w:tcW w:w="9648" w:type="dxa"/>
                <w:tcBorders>
                  <w:top w:val="nil"/>
                </w:tcBorders>
                <w:shd w:val="clear" w:color="auto" w:fill="auto"/>
              </w:tcPr>
              <w:sdt>
                <w:sdtPr>
                  <w:id w:val="-659150384"/>
                  <w:placeholder>
                    <w:docPart w:val="E52BBD1316ED4013AC298D31A32D1487"/>
                  </w:placeholder>
                  <w:showingPlcHdr/>
                </w:sdtPr>
                <w:sdtEndPr/>
                <w:sdtContent>
                  <w:p w:rsidR="001932C7" w:rsidRPr="00136320" w:rsidRDefault="001932C7" w:rsidP="00F74E1D">
                    <w:pPr>
                      <w:pStyle w:val="Body-Parkland"/>
                      <w:rPr>
                        <w:rFonts w:eastAsiaTheme="minorHAnsi"/>
                        <w:color w:val="808080" w:themeColor="background1" w:themeShade="80"/>
                        <w:szCs w:val="24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                                                                                         </w:t>
                    </w:r>
                  </w:p>
                </w:sdtContent>
              </w:sdt>
            </w:tc>
          </w:tr>
        </w:tbl>
      </w:sdtContent>
    </w:sdt>
    <w:p w:rsidR="00EE20B4" w:rsidRPr="00130AA9" w:rsidRDefault="00EE20B4" w:rsidP="00AA517E">
      <w:pPr>
        <w:rPr>
          <w:rFonts w:ascii="Verdana" w:hAnsi="Verdana"/>
          <w:sz w:val="21"/>
          <w:szCs w:val="21"/>
        </w:r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-707951052"/>
        <w:lock w:val="sdtContentLocked"/>
        <w:placeholder>
          <w:docPart w:val="7E4DD691080943F2AF0F6772862A997D"/>
        </w:placeholder>
        <w:group/>
      </w:sdtPr>
      <w:sdtEndPr>
        <w:rPr>
          <w:sz w:val="2"/>
        </w:rPr>
      </w:sdtEndPr>
      <w:sdtContent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1908"/>
            <w:gridCol w:w="7740"/>
          </w:tblGrid>
          <w:tr w:rsidR="00AA517E" w:rsidRPr="00130AA9" w:rsidTr="00F2617E">
            <w:tc>
              <w:tcPr>
                <w:tcW w:w="9648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AA517E" w:rsidRPr="00501B23" w:rsidRDefault="000F7E02" w:rsidP="00501B23">
                <w:pPr>
                  <w:pStyle w:val="Heading1Parkland"/>
                </w:pPr>
                <w:r w:rsidRPr="00501B23">
                  <w:t>Ongoing Transition Planning</w:t>
                </w:r>
              </w:p>
              <w:p w:rsidR="003F0706" w:rsidRPr="00F2617E" w:rsidRDefault="003F0706" w:rsidP="00AA517E">
                <w:pPr>
                  <w:rPr>
                    <w:rFonts w:ascii="Verdana" w:hAnsi="Verdana"/>
                    <w:sz w:val="10"/>
                    <w:szCs w:val="21"/>
                  </w:rPr>
                </w:pPr>
              </w:p>
            </w:tc>
          </w:tr>
          <w:tr w:rsidR="003F0706" w:rsidRPr="00130AA9" w:rsidTr="00F2617E">
            <w:trPr>
              <w:trHeight w:val="305"/>
            </w:trPr>
            <w:tc>
              <w:tcPr>
                <w:tcW w:w="1908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F0706" w:rsidRPr="00130AA9" w:rsidRDefault="003F0706" w:rsidP="00D6452E">
                <w:pPr>
                  <w:pStyle w:val="Body-Parkland"/>
                </w:pPr>
                <w:r w:rsidRPr="00130AA9">
                  <w:t>Date</w:t>
                </w:r>
              </w:p>
            </w:tc>
            <w:tc>
              <w:tcPr>
                <w:tcW w:w="77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3F0706" w:rsidRPr="00130AA9" w:rsidRDefault="003F0706" w:rsidP="00D6452E">
                <w:pPr>
                  <w:pStyle w:val="Body-Parkland"/>
                </w:pPr>
                <w:r w:rsidRPr="00130AA9">
                  <w:t>Comment</w:t>
                </w:r>
              </w:p>
            </w:tc>
          </w:tr>
        </w:tbl>
        <w:p w:rsidR="00E501F4" w:rsidRPr="00E501F4" w:rsidRDefault="00963E31">
          <w:pPr>
            <w:rPr>
              <w:sz w:val="2"/>
            </w:rPr>
          </w:pPr>
        </w:p>
      </w:sdtContent>
    </w:sdt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7740"/>
      </w:tblGrid>
      <w:tr w:rsidR="003F0706" w:rsidRPr="00130AA9" w:rsidTr="00350A28">
        <w:trPr>
          <w:trHeight w:val="541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706" w:rsidRPr="00130AA9" w:rsidRDefault="00963E31" w:rsidP="00350A28">
            <w:pPr>
              <w:pStyle w:val="Body-Parkland"/>
            </w:pPr>
            <w:sdt>
              <w:sdtPr>
                <w:id w:val="1553267234"/>
                <w:placeholder>
                  <w:docPart w:val="2A27981384FB482BA39046B641657056"/>
                </w:placeholder>
                <w:showingPlcHdr/>
                <w:date w:fullDate="2012-06-07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50A28" w:rsidRPr="00A357F7">
                  <w:rPr>
                    <w:rStyle w:val="FormField-ParklandChar"/>
                  </w:rPr>
                  <w:t>Enter date</w:t>
                </w:r>
              </w:sdtContent>
            </w:sdt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706" w:rsidRPr="00130AA9" w:rsidRDefault="003F0706" w:rsidP="0071534F">
            <w:pPr>
              <w:pStyle w:val="Body-Parkland"/>
            </w:pPr>
          </w:p>
        </w:tc>
      </w:tr>
      <w:tr w:rsidR="003F0706" w:rsidRPr="00130AA9" w:rsidTr="00350A28">
        <w:trPr>
          <w:trHeight w:val="541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706" w:rsidRPr="00130AA9" w:rsidRDefault="00963E31" w:rsidP="00350A28">
            <w:pPr>
              <w:pStyle w:val="Body-Parkland"/>
            </w:pPr>
            <w:sdt>
              <w:sdtPr>
                <w:id w:val="1241438290"/>
                <w:placeholder>
                  <w:docPart w:val="28225B8A57D34D56B3A5C82D5195874E"/>
                </w:placeholder>
                <w:showingPlcHdr/>
                <w:date w:fullDate="2012-06-07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50A28" w:rsidRPr="00A357F7">
                  <w:rPr>
                    <w:rStyle w:val="FormField-ParklandChar"/>
                  </w:rPr>
                  <w:t>Enter date</w:t>
                </w:r>
              </w:sdtContent>
            </w:sdt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706" w:rsidRPr="00130AA9" w:rsidRDefault="003F0706" w:rsidP="0071534F">
            <w:pPr>
              <w:pStyle w:val="Body-Parkland"/>
            </w:pPr>
          </w:p>
        </w:tc>
      </w:tr>
      <w:tr w:rsidR="003F0706" w:rsidRPr="00130AA9" w:rsidTr="00350A28">
        <w:trPr>
          <w:trHeight w:val="541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706" w:rsidRPr="00130AA9" w:rsidRDefault="00963E31" w:rsidP="00350A28">
            <w:pPr>
              <w:pStyle w:val="Body-Parkland"/>
            </w:pPr>
            <w:sdt>
              <w:sdtPr>
                <w:id w:val="449433362"/>
                <w:placeholder>
                  <w:docPart w:val="4077EF622A5F44C8A4E35B8E9EE6C0C3"/>
                </w:placeholder>
                <w:showingPlcHdr/>
                <w:date w:fullDate="2012-06-07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50A28" w:rsidRPr="00A357F7">
                  <w:rPr>
                    <w:rStyle w:val="FormField-ParklandChar"/>
                  </w:rPr>
                  <w:t>Enter date</w:t>
                </w:r>
              </w:sdtContent>
            </w:sdt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706" w:rsidRPr="00130AA9" w:rsidRDefault="003F0706" w:rsidP="0071534F">
            <w:pPr>
              <w:pStyle w:val="Body-Parkland"/>
            </w:pPr>
          </w:p>
        </w:tc>
      </w:tr>
    </w:tbl>
    <w:p w:rsidR="003F0706" w:rsidRPr="00130AA9" w:rsidRDefault="003F0706" w:rsidP="00AA517E">
      <w:pPr>
        <w:rPr>
          <w:rFonts w:ascii="Verdana" w:hAnsi="Verdana"/>
          <w:sz w:val="21"/>
          <w:szCs w:val="21"/>
        </w:rPr>
        <w:sectPr w:rsidR="003F0706" w:rsidRPr="00130AA9" w:rsidSect="00B3471A">
          <w:type w:val="continuous"/>
          <w:pgSz w:w="12240" w:h="15840"/>
          <w:pgMar w:top="720" w:right="1440" w:bottom="720" w:left="1440" w:header="720" w:footer="720" w:gutter="0"/>
          <w:cols w:space="720"/>
          <w:formProt w:val="0"/>
          <w:docGrid w:linePitch="360"/>
        </w:sectPr>
      </w:pPr>
    </w:p>
    <w:p w:rsidR="00356E9C" w:rsidRDefault="00356E9C" w:rsidP="00AA517E">
      <w:pPr>
        <w:rPr>
          <w:rFonts w:ascii="Verdana" w:hAnsi="Verdana"/>
          <w:sz w:val="21"/>
          <w:szCs w:val="21"/>
        </w:r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647566459"/>
        <w:lock w:val="contentLocked"/>
        <w:placeholder>
          <w:docPart w:val="7E4DD691080943F2AF0F6772862A997D"/>
        </w:placeholder>
        <w:group/>
      </w:sdtPr>
      <w:sdtEndPr>
        <w:rPr>
          <w:rFonts w:ascii="Verdana" w:hAnsi="Verdana"/>
          <w:sz w:val="2"/>
        </w:rPr>
      </w:sdtEndPr>
      <w:sdtContent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456"/>
            <w:gridCol w:w="2257"/>
            <w:gridCol w:w="4370"/>
            <w:gridCol w:w="2565"/>
          </w:tblGrid>
          <w:tr w:rsidR="00EB2519" w:rsidRPr="00130AA9" w:rsidTr="00410BDA">
            <w:trPr>
              <w:trHeight w:val="435"/>
            </w:trPr>
            <w:tc>
              <w:tcPr>
                <w:tcW w:w="9648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EB2519" w:rsidRPr="00501B23" w:rsidRDefault="00EB2519" w:rsidP="00501B23">
                <w:pPr>
                  <w:pStyle w:val="Heading1Parkland"/>
                </w:pPr>
                <w:r w:rsidRPr="00501B23">
                  <w:t xml:space="preserve">PAT/ DIP Accommodations </w:t>
                </w:r>
              </w:p>
            </w:tc>
          </w:tr>
          <w:tr w:rsidR="00EB2519" w:rsidTr="00410BDA">
            <w:trPr>
              <w:trHeight w:val="557"/>
            </w:trPr>
            <w:tc>
              <w:tcPr>
                <w:tcW w:w="2688" w:type="dxa"/>
                <w:gridSpan w:val="2"/>
                <w:tcBorders>
                  <w:bottom w:val="nil"/>
                </w:tcBorders>
                <w:vAlign w:val="center"/>
              </w:tcPr>
              <w:p w:rsidR="00EB2519" w:rsidRPr="006A02C7" w:rsidRDefault="00EB2519" w:rsidP="00410BDA">
                <w:pPr>
                  <w:pStyle w:val="Body-Parkland"/>
                  <w:jc w:val="center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Grade/Program</w:t>
                </w:r>
              </w:p>
            </w:tc>
            <w:tc>
              <w:tcPr>
                <w:tcW w:w="4386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EB2519" w:rsidRPr="006A02C7" w:rsidRDefault="00EB2519" w:rsidP="00410BDA">
                <w:pPr>
                  <w:pStyle w:val="Body-Parkland"/>
                  <w:jc w:val="center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Accommodations Provided on an Ongoing Basis</w:t>
                </w:r>
              </w:p>
            </w:tc>
            <w:tc>
              <w:tcPr>
                <w:tcW w:w="2574" w:type="dxa"/>
                <w:tcBorders>
                  <w:bottom w:val="nil"/>
                </w:tcBorders>
                <w:shd w:val="clear" w:color="auto" w:fill="auto"/>
                <w:vAlign w:val="center"/>
              </w:tcPr>
              <w:p w:rsidR="00EB2519" w:rsidRPr="006A02C7" w:rsidRDefault="00EB2519" w:rsidP="00410BDA">
                <w:pPr>
                  <w:pStyle w:val="Body-Parkland"/>
                  <w:jc w:val="center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IPP/RPA in Place?</w:t>
                </w:r>
              </w:p>
            </w:tc>
          </w:tr>
          <w:tr w:rsidR="00EB2519" w:rsidTr="00410BDA">
            <w:trPr>
              <w:trHeight w:val="270"/>
            </w:trPr>
            <w:tc>
              <w:tcPr>
                <w:tcW w:w="268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-1644884230"/>
                  <w:placeholder>
                    <w:docPart w:val="B6DFF3DF3C9F4572B797C3B476FD2CAF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EB2519" w:rsidRPr="00410BDA" w:rsidRDefault="00410BDA" w:rsidP="00410BDA">
                    <w:pPr>
                      <w:rPr>
                        <w:rFonts w:ascii="Verdana" w:eastAsiaTheme="minorHAnsi" w:hAnsi="Verdana"/>
                        <w:color w:val="808080" w:themeColor="background1" w:themeShade="80"/>
                        <w:sz w:val="21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</w:sdtContent>
              </w:sdt>
            </w:tc>
            <w:tc>
              <w:tcPr>
                <w:tcW w:w="4386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p w:rsidR="00EB2519" w:rsidRDefault="00963E31" w:rsidP="00410BDA">
                <w:pPr>
                  <w:pStyle w:val="Body-Parkland"/>
                  <w:jc w:val="center"/>
                </w:pPr>
                <w:sdt>
                  <w:sdtPr>
                    <w:id w:val="-2411076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10BDA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EB2519" w:rsidRPr="00130AA9">
                  <w:t xml:space="preserve"> Yes</w:t>
                </w:r>
                <w:r w:rsidR="00EB2519">
                  <w:t xml:space="preserve">        </w:t>
                </w:r>
                <w:r w:rsidR="00EB2519" w:rsidRPr="00130AA9">
                  <w:t xml:space="preserve"> </w:t>
                </w:r>
                <w:sdt>
                  <w:sdtPr>
                    <w:id w:val="-16304617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B251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EB2519" w:rsidRPr="00130AA9">
                  <w:t xml:space="preserve"> No</w:t>
                </w:r>
              </w:p>
            </w:tc>
            <w:tc>
              <w:tcPr>
                <w:tcW w:w="2574" w:type="dxa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p w:rsidR="00EB2519" w:rsidRPr="00AB6CDF" w:rsidRDefault="00963E31" w:rsidP="00410BDA">
                <w:pPr>
                  <w:pStyle w:val="Body-Parkland"/>
                  <w:jc w:val="center"/>
                  <w:rPr>
                    <w:u w:val="single"/>
                  </w:rPr>
                </w:pPr>
                <w:sdt>
                  <w:sdtPr>
                    <w:rPr>
                      <w:color w:val="808080"/>
                    </w:rPr>
                    <w:id w:val="-12641490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B2519" w:rsidRPr="00130AA9"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sdtContent>
                </w:sdt>
                <w:r w:rsidR="00EB2519" w:rsidRPr="00130AA9">
                  <w:t xml:space="preserve">Yes </w:t>
                </w:r>
                <w:r w:rsidR="00EB2519">
                  <w:t xml:space="preserve">        </w:t>
                </w:r>
                <w:sdt>
                  <w:sdtPr>
                    <w:id w:val="-18598064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10BDA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EB2519" w:rsidRPr="00130AA9">
                  <w:t>No</w:t>
                </w:r>
              </w:p>
            </w:tc>
          </w:tr>
          <w:tr w:rsidR="00EB2519" w:rsidTr="00410BDA">
            <w:trPr>
              <w:trHeight w:val="330"/>
            </w:trPr>
            <w:tc>
              <w:tcPr>
                <w:tcW w:w="2688" w:type="dxa"/>
                <w:gridSpan w:val="2"/>
                <w:tcBorders>
                  <w:bottom w:val="nil"/>
                </w:tcBorders>
                <w:vAlign w:val="center"/>
              </w:tcPr>
              <w:p w:rsidR="00EB2519" w:rsidRPr="006A02C7" w:rsidRDefault="00EB2519" w:rsidP="00410BDA">
                <w:pPr>
                  <w:pStyle w:val="Body-Parkland"/>
                  <w:jc w:val="center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Which Tests?</w:t>
                </w:r>
              </w:p>
            </w:tc>
            <w:tc>
              <w:tcPr>
                <w:tcW w:w="6960" w:type="dxa"/>
                <w:gridSpan w:val="2"/>
                <w:tcBorders>
                  <w:bottom w:val="nil"/>
                </w:tcBorders>
                <w:shd w:val="clear" w:color="auto" w:fill="auto"/>
                <w:vAlign w:val="center"/>
              </w:tcPr>
              <w:p w:rsidR="00EB2519" w:rsidRPr="006A02C7" w:rsidRDefault="00EB2519" w:rsidP="00410BDA">
                <w:pPr>
                  <w:pStyle w:val="Body-Parkland"/>
                  <w:jc w:val="center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Special Provisions Requested:</w:t>
                </w:r>
              </w:p>
            </w:tc>
          </w:tr>
          <w:tr w:rsidR="00EB2519" w:rsidTr="00410BDA">
            <w:trPr>
              <w:trHeight w:val="461"/>
            </w:trPr>
            <w:tc>
              <w:tcPr>
                <w:tcW w:w="426" w:type="dxa"/>
                <w:tcBorders>
                  <w:top w:val="nil"/>
                  <w:bottom w:val="nil"/>
                  <w:right w:val="nil"/>
                </w:tcBorders>
              </w:tcPr>
              <w:p w:rsidR="00EB2519" w:rsidRDefault="00963E31" w:rsidP="00410BDA">
                <w:pPr>
                  <w:pStyle w:val="Body-Parkland"/>
                  <w:jc w:val="center"/>
                </w:pPr>
                <w:sdt>
                  <w:sdtPr>
                    <w:id w:val="-12135763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870E6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tc>
            <w:tc>
              <w:tcPr>
                <w:tcW w:w="2262" w:type="dxa"/>
                <w:tcBorders>
                  <w:top w:val="nil"/>
                  <w:left w:val="nil"/>
                  <w:bottom w:val="nil"/>
                </w:tcBorders>
              </w:tcPr>
              <w:p w:rsidR="00EB2519" w:rsidRDefault="00EB2519" w:rsidP="00410BDA">
                <w:pPr>
                  <w:pStyle w:val="Body-Parkland"/>
                </w:pPr>
                <w:r w:rsidRPr="00130AA9">
                  <w:t>Language Arts</w:t>
                </w:r>
              </w:p>
            </w:tc>
            <w:tc>
              <w:tcPr>
                <w:tcW w:w="6960" w:type="dxa"/>
                <w:gridSpan w:val="2"/>
                <w:vMerge w:val="restart"/>
                <w:tcBorders>
                  <w:top w:val="nil"/>
                  <w:bottom w:val="single" w:sz="4" w:space="0" w:color="auto"/>
                </w:tcBorders>
                <w:shd w:val="clear" w:color="auto" w:fill="auto"/>
              </w:tcPr>
              <w:sdt>
                <w:sdtPr>
                  <w:rPr>
                    <w:rStyle w:val="Body-ParklandChar"/>
                  </w:rPr>
                  <w:id w:val="561681236"/>
                  <w:placeholder>
                    <w:docPart w:val="96E275A568B14F609BC89695FC047B41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410BDA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410BDA" w:rsidRDefault="00410BDA" w:rsidP="00410BDA">
                    <w:pPr>
                      <w:rPr>
                        <w:rStyle w:val="Body-ParklandChar"/>
                      </w:rPr>
                    </w:pPr>
                  </w:p>
                  <w:p w:rsidR="00410BDA" w:rsidRDefault="00410BDA" w:rsidP="00410BDA">
                    <w:pPr>
                      <w:rPr>
                        <w:rStyle w:val="Body-ParklandChar"/>
                      </w:rPr>
                    </w:pPr>
                  </w:p>
                  <w:p w:rsidR="00410BDA" w:rsidRDefault="00410BDA" w:rsidP="00410BDA">
                    <w:pPr>
                      <w:rPr>
                        <w:rStyle w:val="Body-ParklandChar"/>
                      </w:rPr>
                    </w:pPr>
                  </w:p>
                  <w:p w:rsidR="00410BDA" w:rsidRDefault="00410BDA" w:rsidP="00410BDA">
                    <w:pPr>
                      <w:rPr>
                        <w:rStyle w:val="Body-ParklandChar"/>
                      </w:rPr>
                    </w:pPr>
                  </w:p>
                  <w:p w:rsidR="00410BDA" w:rsidRDefault="00963E31" w:rsidP="00410BDA">
                    <w:pPr>
                      <w:rPr>
                        <w:rStyle w:val="Body-ParklandChar"/>
                      </w:rPr>
                    </w:pPr>
                  </w:p>
                </w:sdtContent>
              </w:sdt>
              <w:p w:rsidR="00EB2519" w:rsidRPr="00130AA9" w:rsidRDefault="00EB2519" w:rsidP="00410BDA">
                <w:pPr>
                  <w:pStyle w:val="FormField-Parkland"/>
                </w:pPr>
              </w:p>
            </w:tc>
          </w:tr>
          <w:tr w:rsidR="00EB2519" w:rsidTr="00410BDA">
            <w:trPr>
              <w:trHeight w:val="461"/>
            </w:trPr>
            <w:tc>
              <w:tcPr>
                <w:tcW w:w="426" w:type="dxa"/>
                <w:tcBorders>
                  <w:top w:val="nil"/>
                  <w:bottom w:val="nil"/>
                  <w:right w:val="nil"/>
                </w:tcBorders>
              </w:tcPr>
              <w:p w:rsidR="00EB2519" w:rsidRDefault="00963E31" w:rsidP="00410BDA">
                <w:pPr>
                  <w:pStyle w:val="Body-Parkland"/>
                  <w:jc w:val="center"/>
                </w:pPr>
                <w:sdt>
                  <w:sdtPr>
                    <w:id w:val="13957772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10BDA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tc>
            <w:tc>
              <w:tcPr>
                <w:tcW w:w="2262" w:type="dxa"/>
                <w:tcBorders>
                  <w:top w:val="nil"/>
                  <w:left w:val="nil"/>
                  <w:bottom w:val="nil"/>
                </w:tcBorders>
              </w:tcPr>
              <w:p w:rsidR="00EB2519" w:rsidRDefault="00EB2519" w:rsidP="00410BDA">
                <w:pPr>
                  <w:pStyle w:val="Body-Parkland"/>
                </w:pPr>
                <w:r w:rsidRPr="00130AA9">
                  <w:t>Mathematics</w:t>
                </w:r>
              </w:p>
            </w:tc>
            <w:tc>
              <w:tcPr>
                <w:tcW w:w="6960" w:type="dxa"/>
                <w:gridSpan w:val="2"/>
                <w:vMerge/>
                <w:tcBorders>
                  <w:bottom w:val="single" w:sz="4" w:space="0" w:color="auto"/>
                </w:tcBorders>
                <w:shd w:val="clear" w:color="auto" w:fill="auto"/>
              </w:tcPr>
              <w:p w:rsidR="00EB2519" w:rsidRDefault="00EB2519" w:rsidP="00410BDA">
                <w:pPr>
                  <w:spacing w:after="200" w:line="276" w:lineRule="auto"/>
                </w:pPr>
              </w:p>
            </w:tc>
          </w:tr>
          <w:tr w:rsidR="00EB2519" w:rsidTr="00410BDA">
            <w:trPr>
              <w:trHeight w:val="461"/>
            </w:trPr>
            <w:tc>
              <w:tcPr>
                <w:tcW w:w="426" w:type="dxa"/>
                <w:tcBorders>
                  <w:top w:val="nil"/>
                  <w:bottom w:val="nil"/>
                  <w:right w:val="nil"/>
                </w:tcBorders>
              </w:tcPr>
              <w:p w:rsidR="00EB2519" w:rsidRDefault="00963E31" w:rsidP="00410BDA">
                <w:pPr>
                  <w:pStyle w:val="Body-Parkland"/>
                  <w:jc w:val="center"/>
                </w:pPr>
                <w:sdt>
                  <w:sdtPr>
                    <w:id w:val="-5257145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B251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tc>
            <w:tc>
              <w:tcPr>
                <w:tcW w:w="2262" w:type="dxa"/>
                <w:tcBorders>
                  <w:top w:val="nil"/>
                  <w:left w:val="nil"/>
                  <w:bottom w:val="nil"/>
                </w:tcBorders>
              </w:tcPr>
              <w:p w:rsidR="00EB2519" w:rsidRDefault="00EB2519" w:rsidP="00410BDA">
                <w:pPr>
                  <w:pStyle w:val="Body-Parkland"/>
                </w:pPr>
                <w:r>
                  <w:t>Social Studies</w:t>
                </w:r>
              </w:p>
            </w:tc>
            <w:tc>
              <w:tcPr>
                <w:tcW w:w="6960" w:type="dxa"/>
                <w:gridSpan w:val="2"/>
                <w:vMerge/>
                <w:tcBorders>
                  <w:bottom w:val="single" w:sz="4" w:space="0" w:color="auto"/>
                </w:tcBorders>
                <w:shd w:val="clear" w:color="auto" w:fill="auto"/>
              </w:tcPr>
              <w:p w:rsidR="00EB2519" w:rsidRDefault="00EB2519" w:rsidP="00410BDA">
                <w:pPr>
                  <w:spacing w:after="200" w:line="276" w:lineRule="auto"/>
                </w:pPr>
              </w:p>
            </w:tc>
          </w:tr>
          <w:tr w:rsidR="00EB2519" w:rsidTr="00410BDA">
            <w:trPr>
              <w:trHeight w:val="461"/>
            </w:trPr>
            <w:tc>
              <w:tcPr>
                <w:tcW w:w="426" w:type="dxa"/>
                <w:tcBorders>
                  <w:top w:val="nil"/>
                  <w:bottom w:val="single" w:sz="4" w:space="0" w:color="auto"/>
                  <w:right w:val="nil"/>
                </w:tcBorders>
              </w:tcPr>
              <w:p w:rsidR="00EB2519" w:rsidRDefault="00963E31" w:rsidP="00410BDA">
                <w:pPr>
                  <w:pStyle w:val="Body-Parkland"/>
                  <w:jc w:val="center"/>
                </w:pPr>
                <w:sdt>
                  <w:sdtPr>
                    <w:id w:val="209566457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B251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tc>
            <w:tc>
              <w:tcPr>
                <w:tcW w:w="2262" w:type="dxa"/>
                <w:tcBorders>
                  <w:top w:val="nil"/>
                  <w:left w:val="nil"/>
                  <w:bottom w:val="single" w:sz="4" w:space="0" w:color="auto"/>
                </w:tcBorders>
              </w:tcPr>
              <w:p w:rsidR="00EB2519" w:rsidRDefault="00EB2519" w:rsidP="00410BDA">
                <w:pPr>
                  <w:pStyle w:val="Body-Parkland"/>
                </w:pPr>
                <w:r w:rsidRPr="00130AA9">
                  <w:t>Science</w:t>
                </w:r>
              </w:p>
            </w:tc>
            <w:tc>
              <w:tcPr>
                <w:tcW w:w="6960" w:type="dxa"/>
                <w:gridSpan w:val="2"/>
                <w:vMerge/>
                <w:tcBorders>
                  <w:bottom w:val="single" w:sz="4" w:space="0" w:color="auto"/>
                </w:tcBorders>
                <w:shd w:val="clear" w:color="auto" w:fill="auto"/>
              </w:tcPr>
              <w:p w:rsidR="00EB2519" w:rsidRDefault="00EB2519" w:rsidP="00410BDA">
                <w:pPr>
                  <w:spacing w:after="200" w:line="276" w:lineRule="auto"/>
                </w:pPr>
              </w:p>
            </w:tc>
          </w:tr>
          <w:tr w:rsidR="00EB2519" w:rsidTr="00410BDA">
            <w:trPr>
              <w:trHeight w:val="375"/>
            </w:trPr>
            <w:tc>
              <w:tcPr>
                <w:tcW w:w="9648" w:type="dxa"/>
                <w:gridSpan w:val="4"/>
                <w:tcBorders>
                  <w:bottom w:val="nil"/>
                </w:tcBorders>
                <w:vAlign w:val="center"/>
              </w:tcPr>
              <w:p w:rsidR="00EB2519" w:rsidRPr="006A02C7" w:rsidRDefault="00EB2519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Evidence:</w:t>
                </w:r>
              </w:p>
            </w:tc>
          </w:tr>
          <w:tr w:rsidR="00EB2519" w:rsidTr="00410BDA">
            <w:trPr>
              <w:trHeight w:val="450"/>
            </w:trPr>
            <w:tc>
              <w:tcPr>
                <w:tcW w:w="9648" w:type="dxa"/>
                <w:gridSpan w:val="4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-349030606"/>
                  <w:placeholder>
                    <w:docPart w:val="6132FD7D1EA44FB584FA995B12CE4FA9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410BDA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EB2519" w:rsidRPr="00410BDA" w:rsidRDefault="00963E31" w:rsidP="00410BDA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  <w:tr w:rsidR="00EB2519" w:rsidTr="00410BDA">
            <w:trPr>
              <w:trHeight w:val="368"/>
            </w:trPr>
            <w:tc>
              <w:tcPr>
                <w:tcW w:w="9648" w:type="dxa"/>
                <w:gridSpan w:val="4"/>
                <w:tcBorders>
                  <w:bottom w:val="nil"/>
                </w:tcBorders>
                <w:vAlign w:val="center"/>
              </w:tcPr>
              <w:p w:rsidR="00EB2519" w:rsidRPr="006A02C7" w:rsidRDefault="00EB2519" w:rsidP="00410BDA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Cs w:val="26"/>
                  </w:rPr>
                  <w:t>Rationale:</w:t>
                </w:r>
              </w:p>
            </w:tc>
          </w:tr>
          <w:tr w:rsidR="00EB2519" w:rsidRPr="00E501F4" w:rsidTr="00410BDA">
            <w:trPr>
              <w:trHeight w:val="270"/>
            </w:trPr>
            <w:tc>
              <w:tcPr>
                <w:tcW w:w="9648" w:type="dxa"/>
                <w:gridSpan w:val="4"/>
                <w:tcBorders>
                  <w:top w:val="nil"/>
                </w:tcBorders>
              </w:tcPr>
              <w:sdt>
                <w:sdtPr>
                  <w:rPr>
                    <w:rStyle w:val="Body-ParklandChar"/>
                  </w:rPr>
                  <w:id w:val="122665611"/>
                  <w:placeholder>
                    <w:docPart w:val="21AD48A9FA2B423089BE165B316A05C5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410BDA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EB2519" w:rsidRPr="00410BDA" w:rsidRDefault="00963E31" w:rsidP="00410BDA">
                    <w:pPr>
                      <w:rPr>
                        <w:rFonts w:ascii="Verdana" w:hAnsi="Verdana"/>
                        <w:sz w:val="21"/>
                        <w:szCs w:val="21"/>
                        <w:lang w:eastAsia="ja-JP"/>
                      </w:rPr>
                    </w:pPr>
                  </w:p>
                </w:sdtContent>
              </w:sdt>
            </w:tc>
          </w:tr>
        </w:tbl>
        <w:p w:rsidR="00EB2519" w:rsidRPr="00E501F4" w:rsidRDefault="00963E31" w:rsidP="00AA517E">
          <w:pPr>
            <w:rPr>
              <w:rFonts w:ascii="Verdana" w:hAnsi="Verdana"/>
              <w:sz w:val="2"/>
              <w:szCs w:val="21"/>
            </w:rPr>
          </w:pPr>
        </w:p>
      </w:sdtContent>
    </w:sdt>
    <w:p w:rsidR="00E501F4" w:rsidRPr="00130AA9" w:rsidRDefault="00E501F4" w:rsidP="00AA517E">
      <w:pPr>
        <w:rPr>
          <w:rFonts w:ascii="Verdana" w:hAnsi="Verdana"/>
          <w:sz w:val="21"/>
          <w:szCs w:val="21"/>
        </w:rPr>
      </w:pPr>
    </w:p>
    <w:sdt>
      <w:sdtPr>
        <w:rPr>
          <w:rFonts w:ascii="Times New Roman" w:hAnsi="Times New Roman"/>
          <w:color w:val="auto"/>
          <w:sz w:val="24"/>
          <w:szCs w:val="24"/>
          <w:lang w:eastAsia="en-US"/>
        </w:rPr>
        <w:id w:val="-555551807"/>
        <w:lock w:val="sdtContentLocked"/>
        <w:placeholder>
          <w:docPart w:val="7E4DD691080943F2AF0F6772862A997D"/>
        </w:placeholder>
        <w:group/>
      </w:sdtPr>
      <w:sdtEndPr>
        <w:rPr>
          <w:sz w:val="21"/>
        </w:rPr>
      </w:sdtEndPr>
      <w:sdtContent>
        <w:tbl>
          <w:tblPr>
            <w:tblW w:w="964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  <w:tblGrid>
            <w:gridCol w:w="9648"/>
          </w:tblGrid>
          <w:tr w:rsidR="00AA517E" w:rsidRPr="00130AA9" w:rsidTr="00FF6934">
            <w:tc>
              <w:tcPr>
                <w:tcW w:w="9648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AA517E" w:rsidRPr="00501B23" w:rsidRDefault="00AA517E" w:rsidP="00501B23">
                <w:pPr>
                  <w:pStyle w:val="Heading1Parkland"/>
                </w:pPr>
                <w:r w:rsidRPr="00501B23">
                  <w:t xml:space="preserve">Year End Review </w:t>
                </w:r>
                <w:r w:rsidR="00F2617E" w:rsidRPr="00501B23">
                  <w:br/>
                </w:r>
              </w:p>
            </w:tc>
          </w:tr>
          <w:tr w:rsidR="00AA517E" w:rsidRPr="00130AA9" w:rsidTr="00FF6934">
            <w:trPr>
              <w:trHeight w:val="301"/>
            </w:trPr>
            <w:tc>
              <w:tcPr>
                <w:tcW w:w="9648" w:type="dxa"/>
                <w:tcBorders>
                  <w:top w:val="single" w:sz="4" w:space="0" w:color="auto"/>
                  <w:bottom w:val="nil"/>
                </w:tcBorders>
              </w:tcPr>
              <w:p w:rsidR="00AA517E" w:rsidRPr="006A02C7" w:rsidRDefault="00AA517E" w:rsidP="00E67850">
                <w:pPr>
                  <w:pStyle w:val="Body-Parkland"/>
                  <w:rPr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>Achievements</w:t>
                </w:r>
                <w:r w:rsidR="009F3871" w:rsidRPr="006A02C7">
                  <w:rPr>
                    <w:b/>
                    <w:sz w:val="26"/>
                    <w:szCs w:val="26"/>
                  </w:rPr>
                  <w:t>:</w:t>
                </w:r>
              </w:p>
            </w:tc>
          </w:tr>
          <w:tr w:rsidR="00E10780" w:rsidRPr="00130AA9" w:rsidTr="00FF6934">
            <w:trPr>
              <w:trHeight w:val="450"/>
            </w:trPr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-1120139294"/>
                  <w:placeholder>
                    <w:docPart w:val="EB22C02700EE4EA29BC049A4EEB3C2B0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410BDA" w:rsidRDefault="00410BDA" w:rsidP="00B12F2D">
                    <w:pPr>
                      <w:rPr>
                        <w:rStyle w:val="FormField-ParklandChar"/>
                        <w:rFonts w:eastAsiaTheme="minorHAnsi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 xml:space="preserve">Click to enter text. </w:t>
                    </w:r>
                  </w:p>
                  <w:p w:rsidR="00E10780" w:rsidRPr="0071534F" w:rsidRDefault="00963E31" w:rsidP="00410BDA">
                    <w:pPr>
                      <w:rPr>
                        <w:rStyle w:val="Body-ParklandChar"/>
                      </w:rPr>
                    </w:pPr>
                  </w:p>
                </w:sdtContent>
              </w:sdt>
            </w:tc>
          </w:tr>
          <w:tr w:rsidR="00B12F2D" w:rsidRPr="00130AA9" w:rsidTr="00FF6934">
            <w:trPr>
              <w:trHeight w:val="226"/>
            </w:trPr>
            <w:tc>
              <w:tcPr>
                <w:tcW w:w="9648" w:type="dxa"/>
                <w:tcBorders>
                  <w:top w:val="single" w:sz="4" w:space="0" w:color="auto"/>
                  <w:bottom w:val="nil"/>
                </w:tcBorders>
              </w:tcPr>
              <w:p w:rsidR="00B12F2D" w:rsidRPr="006A02C7" w:rsidRDefault="00B12F2D" w:rsidP="000D21C4">
                <w:pPr>
                  <w:pStyle w:val="Body-Parkland"/>
                  <w:rPr>
                    <w:rStyle w:val="Body-ParklandChar"/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 xml:space="preserve">Strategies that </w:t>
                </w:r>
                <w:r w:rsidR="000D21C4" w:rsidRPr="006A02C7">
                  <w:rPr>
                    <w:b/>
                    <w:sz w:val="26"/>
                    <w:szCs w:val="26"/>
                  </w:rPr>
                  <w:t>W</w:t>
                </w:r>
                <w:r w:rsidRPr="006A02C7">
                  <w:rPr>
                    <w:b/>
                    <w:sz w:val="26"/>
                    <w:szCs w:val="26"/>
                  </w:rPr>
                  <w:t xml:space="preserve">orked </w:t>
                </w:r>
                <w:r w:rsidR="000D21C4" w:rsidRPr="006A02C7">
                  <w:rPr>
                    <w:b/>
                    <w:sz w:val="26"/>
                    <w:szCs w:val="26"/>
                  </w:rPr>
                  <w:t>W</w:t>
                </w:r>
                <w:r w:rsidRPr="006A02C7">
                  <w:rPr>
                    <w:b/>
                    <w:sz w:val="26"/>
                    <w:szCs w:val="26"/>
                  </w:rPr>
                  <w:t>ell:</w:t>
                </w:r>
              </w:p>
            </w:tc>
          </w:tr>
          <w:tr w:rsidR="00E10780" w:rsidRPr="00130AA9" w:rsidTr="00FF6934">
            <w:trPr>
              <w:trHeight w:val="422"/>
            </w:trPr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349843726"/>
                  <w:placeholder>
                    <w:docPart w:val="6BF32BF879B0427FABAA637B32FBEF39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FF6934" w:rsidRPr="00410BDA" w:rsidRDefault="00C22D30" w:rsidP="00410BDA">
                    <w:pPr>
                      <w:rPr>
                        <w:rStyle w:val="Body-ParklandChar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</w:sdtContent>
              </w:sdt>
            </w:tc>
          </w:tr>
          <w:tr w:rsidR="00B12F2D" w:rsidRPr="00130AA9" w:rsidTr="00FF6934">
            <w:trPr>
              <w:trHeight w:val="286"/>
            </w:trPr>
            <w:tc>
              <w:tcPr>
                <w:tcW w:w="9648" w:type="dxa"/>
                <w:tcBorders>
                  <w:top w:val="single" w:sz="4" w:space="0" w:color="auto"/>
                  <w:bottom w:val="nil"/>
                </w:tcBorders>
              </w:tcPr>
              <w:p w:rsidR="00B12F2D" w:rsidRPr="006A02C7" w:rsidRDefault="00B12F2D" w:rsidP="000F7E02">
                <w:pPr>
                  <w:pStyle w:val="Body-Parkland"/>
                  <w:rPr>
                    <w:rStyle w:val="Body-ParklandChar"/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 xml:space="preserve">Areas </w:t>
                </w:r>
                <w:r w:rsidR="000F7E02" w:rsidRPr="006A02C7">
                  <w:rPr>
                    <w:b/>
                    <w:sz w:val="26"/>
                    <w:szCs w:val="26"/>
                  </w:rPr>
                  <w:t>for</w:t>
                </w:r>
                <w:r w:rsidRPr="006A02C7">
                  <w:rPr>
                    <w:b/>
                    <w:sz w:val="26"/>
                    <w:szCs w:val="26"/>
                  </w:rPr>
                  <w:t xml:space="preserve"> </w:t>
                </w:r>
                <w:r w:rsidR="000D21C4" w:rsidRPr="006A02C7">
                  <w:rPr>
                    <w:b/>
                    <w:sz w:val="26"/>
                    <w:szCs w:val="26"/>
                  </w:rPr>
                  <w:t>C</w:t>
                </w:r>
                <w:r w:rsidRPr="006A02C7">
                  <w:rPr>
                    <w:b/>
                    <w:sz w:val="26"/>
                    <w:szCs w:val="26"/>
                  </w:rPr>
                  <w:t xml:space="preserve">ontinuing </w:t>
                </w:r>
                <w:r w:rsidR="000F7E02" w:rsidRPr="006A02C7">
                  <w:rPr>
                    <w:b/>
                    <w:sz w:val="26"/>
                    <w:szCs w:val="26"/>
                  </w:rPr>
                  <w:t>Growth</w:t>
                </w:r>
                <w:r w:rsidRPr="006A02C7">
                  <w:rPr>
                    <w:b/>
                    <w:sz w:val="26"/>
                    <w:szCs w:val="26"/>
                  </w:rPr>
                  <w:t>:</w:t>
                </w:r>
              </w:p>
            </w:tc>
          </w:tr>
          <w:tr w:rsidR="00E10780" w:rsidRPr="00130AA9" w:rsidTr="00FF6934">
            <w:trPr>
              <w:trHeight w:val="465"/>
            </w:trPr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-179358530"/>
                  <w:placeholder>
                    <w:docPart w:val="754B0E8E2270400686B3F2C295AF0089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E10780" w:rsidRPr="00410BDA" w:rsidRDefault="00C22D30" w:rsidP="00410BDA">
                    <w:pPr>
                      <w:rPr>
                        <w:rStyle w:val="Body-ParklandChar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</w:sdtContent>
              </w:sdt>
            </w:tc>
          </w:tr>
          <w:tr w:rsidR="00B12F2D" w:rsidRPr="00130AA9" w:rsidTr="00FF6934">
            <w:trPr>
              <w:trHeight w:val="240"/>
            </w:trPr>
            <w:tc>
              <w:tcPr>
                <w:tcW w:w="9648" w:type="dxa"/>
                <w:tcBorders>
                  <w:top w:val="single" w:sz="4" w:space="0" w:color="auto"/>
                  <w:bottom w:val="nil"/>
                </w:tcBorders>
              </w:tcPr>
              <w:p w:rsidR="00B12F2D" w:rsidRPr="006A02C7" w:rsidRDefault="00B12F2D" w:rsidP="00E67850">
                <w:pPr>
                  <w:pStyle w:val="Body-Parkland"/>
                  <w:rPr>
                    <w:rStyle w:val="Body-ParklandChar"/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>Recommended Support Services:</w:t>
                </w:r>
              </w:p>
            </w:tc>
          </w:tr>
          <w:tr w:rsidR="00E10780" w:rsidRPr="00130AA9" w:rsidTr="00FF6934">
            <w:trPr>
              <w:trHeight w:val="350"/>
            </w:trPr>
            <w:tc>
              <w:tcPr>
                <w:tcW w:w="9648" w:type="dxa"/>
                <w:tcBorders>
                  <w:top w:val="nil"/>
                  <w:bottom w:val="single" w:sz="4" w:space="0" w:color="auto"/>
                </w:tcBorders>
              </w:tcPr>
              <w:sdt>
                <w:sdtPr>
                  <w:rPr>
                    <w:rStyle w:val="Body-ParklandChar"/>
                  </w:rPr>
                  <w:id w:val="1230578369"/>
                  <w:placeholder>
                    <w:docPart w:val="5050DEF9A94145D7A3B364571E47A71E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E10780" w:rsidRPr="00410BDA" w:rsidRDefault="00C22D30" w:rsidP="00410BDA">
                    <w:pPr>
                      <w:rPr>
                        <w:rStyle w:val="Body-ParklandChar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</w:sdtContent>
              </w:sdt>
            </w:tc>
          </w:tr>
          <w:tr w:rsidR="00B12F2D" w:rsidRPr="00130AA9" w:rsidTr="00FF6934">
            <w:trPr>
              <w:trHeight w:val="301"/>
            </w:trPr>
            <w:tc>
              <w:tcPr>
                <w:tcW w:w="9648" w:type="dxa"/>
                <w:tcBorders>
                  <w:top w:val="single" w:sz="4" w:space="0" w:color="auto"/>
                  <w:bottom w:val="nil"/>
                </w:tcBorders>
              </w:tcPr>
              <w:p w:rsidR="00B12F2D" w:rsidRPr="006A02C7" w:rsidRDefault="00B12F2D" w:rsidP="000D21C4">
                <w:pPr>
                  <w:pStyle w:val="Body-Parkland"/>
                  <w:rPr>
                    <w:rStyle w:val="Body-ParklandChar"/>
                    <w:b/>
                    <w:sz w:val="26"/>
                    <w:szCs w:val="26"/>
                  </w:rPr>
                </w:pPr>
                <w:r w:rsidRPr="006A02C7">
                  <w:rPr>
                    <w:b/>
                    <w:sz w:val="26"/>
                    <w:szCs w:val="26"/>
                  </w:rPr>
                  <w:t xml:space="preserve">Placement for </w:t>
                </w:r>
                <w:r w:rsidR="000D21C4" w:rsidRPr="006A02C7">
                  <w:rPr>
                    <w:b/>
                    <w:sz w:val="26"/>
                    <w:szCs w:val="26"/>
                  </w:rPr>
                  <w:t>N</w:t>
                </w:r>
                <w:r w:rsidRPr="006A02C7">
                  <w:rPr>
                    <w:b/>
                    <w:sz w:val="26"/>
                    <w:szCs w:val="26"/>
                  </w:rPr>
                  <w:t xml:space="preserve">ext </w:t>
                </w:r>
                <w:r w:rsidR="000D21C4" w:rsidRPr="006A02C7">
                  <w:rPr>
                    <w:b/>
                    <w:sz w:val="26"/>
                    <w:szCs w:val="26"/>
                  </w:rPr>
                  <w:t>Y</w:t>
                </w:r>
                <w:r w:rsidRPr="006A02C7">
                  <w:rPr>
                    <w:b/>
                    <w:sz w:val="26"/>
                    <w:szCs w:val="26"/>
                  </w:rPr>
                  <w:t>ear:</w:t>
                </w:r>
              </w:p>
            </w:tc>
          </w:tr>
          <w:tr w:rsidR="00E10780" w:rsidRPr="00130AA9" w:rsidTr="00FF6934">
            <w:trPr>
              <w:trHeight w:val="450"/>
            </w:trPr>
            <w:tc>
              <w:tcPr>
                <w:tcW w:w="9648" w:type="dxa"/>
                <w:tcBorders>
                  <w:top w:val="nil"/>
                </w:tcBorders>
              </w:tcPr>
              <w:sdt>
                <w:sdtPr>
                  <w:rPr>
                    <w:rStyle w:val="Body-ParklandChar"/>
                  </w:rPr>
                  <w:id w:val="360015366"/>
                  <w:placeholder>
                    <w:docPart w:val="182F82AC8DD94105938927AB6F5459AA"/>
                  </w:placeholder>
                  <w:showingPlcHdr/>
                </w:sdtPr>
                <w:sdtEndPr>
                  <w:rPr>
                    <w:rStyle w:val="Body-ParklandChar"/>
                  </w:rPr>
                </w:sdtEndPr>
                <w:sdtContent>
                  <w:p w:rsidR="00E10780" w:rsidRPr="00410BDA" w:rsidRDefault="00C22D30" w:rsidP="00410BDA">
                    <w:pPr>
                      <w:rPr>
                        <w:rStyle w:val="Body-ParklandChar"/>
                      </w:rPr>
                    </w:pPr>
                    <w:r w:rsidRPr="00074F8D">
                      <w:rPr>
                        <w:rStyle w:val="FormField-ParklandChar"/>
                        <w:rFonts w:eastAsiaTheme="minorHAnsi"/>
                      </w:rPr>
                      <w:t>Click to enter text.</w:t>
                    </w:r>
                  </w:p>
                </w:sdtContent>
              </w:sdt>
            </w:tc>
          </w:tr>
        </w:tbl>
        <w:p w:rsidR="00AA517E" w:rsidRPr="00130AA9" w:rsidRDefault="00963E31" w:rsidP="00AA517E">
          <w:pPr>
            <w:tabs>
              <w:tab w:val="left" w:pos="2340"/>
              <w:tab w:val="left" w:pos="2520"/>
              <w:tab w:val="left" w:pos="5220"/>
            </w:tabs>
            <w:rPr>
              <w:sz w:val="21"/>
              <w:szCs w:val="21"/>
            </w:rPr>
          </w:pPr>
        </w:p>
      </w:sdtContent>
    </w:sdt>
    <w:p w:rsidR="00AA517E" w:rsidRPr="00501B23" w:rsidRDefault="00AA517E" w:rsidP="00501B23">
      <w:pPr>
        <w:pStyle w:val="Heading1Parkland"/>
      </w:pPr>
      <w:r w:rsidRPr="00501B23">
        <w:br w:type="page"/>
      </w:r>
      <w:r w:rsidRPr="00501B23">
        <w:lastRenderedPageBreak/>
        <w:t>Signature Page</w:t>
      </w:r>
    </w:p>
    <w:p w:rsidR="00AA517E" w:rsidRDefault="00AA517E" w:rsidP="00AA517E">
      <w:pPr>
        <w:tabs>
          <w:tab w:val="left" w:pos="2340"/>
          <w:tab w:val="left" w:pos="2520"/>
          <w:tab w:val="left" w:pos="5220"/>
        </w:tabs>
        <w:rPr>
          <w:b/>
          <w:sz w:val="28"/>
          <w:szCs w:val="28"/>
        </w:rPr>
      </w:pPr>
    </w:p>
    <w:p w:rsidR="000F7E02" w:rsidRDefault="00963E31" w:rsidP="00EF26E1">
      <w:pPr>
        <w:pStyle w:val="Body-Parkland"/>
      </w:pPr>
      <w:sdt>
        <w:sdtPr>
          <w:id w:val="-311098666"/>
          <w:lock w:val="contentLocked"/>
          <w:placeholder>
            <w:docPart w:val="7E4DD691080943F2AF0F6772862A997D"/>
          </w:placeholder>
          <w:group/>
        </w:sdtPr>
        <w:sdtEndPr/>
        <w:sdtContent>
          <w:r w:rsidR="00AA517E" w:rsidRPr="00F669CA">
            <w:t xml:space="preserve">Individualized Program Plan </w:t>
          </w:r>
          <w:sdt>
            <w:sdtPr>
              <w:tag w:val="Year"/>
              <w:id w:val="-1823572894"/>
              <w:lock w:val="contentLocked"/>
              <w:dataBinding w:xpath="/root[1]/year[1]" w:storeItemID="{7E28BC4F-9F08-43F6-B014-CC2FEE6264C4}"/>
              <w:text/>
            </w:sdtPr>
            <w:sdtEndPr/>
            <w:sdtContent>
              <w:r w:rsidR="004B289D">
                <w:t>2012-2013</w:t>
              </w:r>
            </w:sdtContent>
          </w:sdt>
          <w:r w:rsidR="00AA517E" w:rsidRPr="00F669CA">
            <w:t xml:space="preserve"> for </w:t>
          </w:r>
          <w:sdt>
            <w:sdtPr>
              <w:tag w:val="Firstname"/>
              <w:id w:val="1234198567"/>
              <w:lock w:val="contentLocked"/>
              <w:placeholder>
                <w:docPart w:val="4AC64F6CB52944689E0A6489CC445858"/>
              </w:placeholder>
              <w:showingPlcHdr/>
              <w:dataBinding w:xpath="/root[1]/firstname[1]" w:storeItemID="{9E6B2F35-D078-4E28-8805-0D338FEAD597}"/>
              <w:text/>
            </w:sdtPr>
            <w:sdtEndPr/>
            <w:sdtContent>
              <w:r w:rsidR="00501B23">
                <w:t>First name</w:t>
              </w:r>
            </w:sdtContent>
          </w:sdt>
          <w:r w:rsidR="00D13B26">
            <w:t xml:space="preserve"> </w:t>
          </w:r>
          <w:sdt>
            <w:sdtPr>
              <w:tag w:val="Lastname"/>
              <w:id w:val="411052758"/>
              <w:lock w:val="contentLocked"/>
              <w:placeholder>
                <w:docPart w:val="88F69F50CB074C10A23A9DC8B120E0B8"/>
              </w:placeholder>
              <w:showingPlcHdr/>
              <w:dataBinding w:xpath="/root[1]/lastname[1]" w:storeItemID="{80FEDED5-F975-41F4-B5F4-F0D1B3283574}"/>
              <w:text/>
            </w:sdtPr>
            <w:sdtEndPr/>
            <w:sdtContent>
              <w:r w:rsidR="00501B23">
                <w:t>Last name</w:t>
              </w:r>
            </w:sdtContent>
          </w:sdt>
          <w:r w:rsidR="00AA517E" w:rsidRPr="00EF26E1">
            <w:t>:</w:t>
          </w:r>
        </w:sdtContent>
      </w:sdt>
      <w:r w:rsidR="00447203" w:rsidRPr="00EF26E1">
        <w:br/>
      </w:r>
      <w:r w:rsidR="00AA517E" w:rsidRPr="00F669CA">
        <w:t xml:space="preserve"> </w:t>
      </w:r>
      <w:r w:rsidR="00AA517E" w:rsidRPr="000F7E02">
        <w:tab/>
      </w:r>
      <w:r w:rsidR="00AA517E" w:rsidRPr="000F7E02">
        <w:tab/>
      </w:r>
      <w:r w:rsidR="00AA517E" w:rsidRPr="000F7E02">
        <w:tab/>
      </w:r>
      <w:r w:rsidR="00AA517E" w:rsidRPr="000F7E02">
        <w:tab/>
      </w:r>
      <w:r w:rsidR="00AA517E" w:rsidRPr="000F7E02">
        <w:tab/>
      </w:r>
    </w:p>
    <w:p w:rsidR="00AA517E" w:rsidRPr="008404B3" w:rsidRDefault="008404B3" w:rsidP="00EF26E1">
      <w:pPr>
        <w:pStyle w:val="Body-Parkland"/>
        <w:rPr>
          <w:sz w:val="10"/>
        </w:rPr>
      </w:pPr>
      <w:r w:rsidRPr="000F7E02">
        <w:br/>
      </w:r>
    </w:p>
    <w:p w:rsidR="00455777" w:rsidRPr="00501B23" w:rsidRDefault="00455777" w:rsidP="00455777">
      <w:pPr>
        <w:pStyle w:val="Body-Parkland"/>
        <w:rPr>
          <w:sz w:val="22"/>
        </w:rPr>
      </w:pPr>
      <w:r w:rsidRPr="00501B23">
        <w:rPr>
          <w:sz w:val="22"/>
        </w:rPr>
        <w:t>I understand and agree with the information contained in this IPP.</w:t>
      </w:r>
    </w:p>
    <w:p w:rsidR="00AA517E" w:rsidRPr="008404B3" w:rsidRDefault="00AA517E" w:rsidP="00EF26E1">
      <w:pPr>
        <w:pStyle w:val="Body-Parkland"/>
        <w:rPr>
          <w:sz w:val="20"/>
          <w:szCs w:val="28"/>
        </w:rPr>
      </w:pPr>
    </w:p>
    <w:p w:rsidR="00F606A5" w:rsidRPr="00501B23" w:rsidRDefault="00F606A5" w:rsidP="00EF26E1">
      <w:pPr>
        <w:pStyle w:val="Body-Parkland"/>
        <w:rPr>
          <w:i/>
          <w:sz w:val="22"/>
          <w:szCs w:val="24"/>
        </w:rPr>
      </w:pPr>
      <w:r w:rsidRPr="00501B23">
        <w:rPr>
          <w:i/>
          <w:sz w:val="22"/>
          <w:szCs w:val="24"/>
        </w:rPr>
        <w:t xml:space="preserve">As per section 123(2)(a) of the </w:t>
      </w:r>
      <w:hyperlink r:id="rId22" w:history="1">
        <w:r w:rsidRPr="00501B23">
          <w:rPr>
            <w:rStyle w:val="Hyperlink"/>
            <w:i/>
            <w:sz w:val="22"/>
            <w:szCs w:val="24"/>
            <w:u w:val="none"/>
          </w:rPr>
          <w:t>School Act</w:t>
        </w:r>
      </w:hyperlink>
      <w:r w:rsidRPr="00501B23">
        <w:rPr>
          <w:i/>
          <w:sz w:val="22"/>
          <w:szCs w:val="24"/>
        </w:rPr>
        <w:t>, parents have the right to appeal decisions made in regard to student programs which significantly affect the education of a student, and may within a reasonable time from the date that the parent or student was informed of the decision appeal that decision to the board.</w:t>
      </w:r>
    </w:p>
    <w:p w:rsidR="00AA517E" w:rsidRDefault="00AA517E" w:rsidP="00EF26E1">
      <w:pPr>
        <w:pStyle w:val="Body-Parkland"/>
        <w:rPr>
          <w:sz w:val="28"/>
          <w:szCs w:val="28"/>
        </w:rPr>
      </w:pPr>
    </w:p>
    <w:p w:rsidR="00AA517E" w:rsidRPr="00FB03CA" w:rsidRDefault="00AA517E" w:rsidP="00EF26E1">
      <w:pPr>
        <w:pStyle w:val="Body-Parkland"/>
        <w:rPr>
          <w:i/>
          <w:sz w:val="28"/>
          <w:szCs w:val="28"/>
        </w:rPr>
      </w:pPr>
    </w:p>
    <w:tbl>
      <w:tblPr>
        <w:tblStyle w:val="TableGrid"/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1E0" w:firstRow="1" w:lastRow="1" w:firstColumn="1" w:lastColumn="1" w:noHBand="0" w:noVBand="0"/>
      </w:tblPr>
      <w:tblGrid>
        <w:gridCol w:w="2088"/>
        <w:gridCol w:w="2520"/>
        <w:gridCol w:w="2340"/>
        <w:gridCol w:w="2520"/>
      </w:tblGrid>
      <w:tr w:rsidR="00AA517E" w:rsidTr="00EF26E1">
        <w:tc>
          <w:tcPr>
            <w:tcW w:w="2088" w:type="dxa"/>
          </w:tcPr>
          <w:p w:rsidR="00AA517E" w:rsidRPr="00FB03CA" w:rsidRDefault="00AA517E" w:rsidP="00EF26E1">
            <w:pPr>
              <w:pStyle w:val="Body-Parkland"/>
            </w:pPr>
          </w:p>
        </w:tc>
        <w:tc>
          <w:tcPr>
            <w:tcW w:w="2520" w:type="dxa"/>
            <w:vAlign w:val="center"/>
          </w:tcPr>
          <w:p w:rsidR="00AA517E" w:rsidRDefault="00AA517E" w:rsidP="00EF26E1">
            <w:pPr>
              <w:pStyle w:val="Body-Parkland"/>
              <w:jc w:val="center"/>
            </w:pPr>
            <w:r>
              <w:t xml:space="preserve">Initial </w:t>
            </w:r>
            <w:r w:rsidRPr="00473F5F">
              <w:t>Review</w:t>
            </w:r>
          </w:p>
          <w:p w:rsidR="00811E43" w:rsidRPr="00811E43" w:rsidRDefault="00811E43" w:rsidP="00EF26E1">
            <w:pPr>
              <w:pStyle w:val="Body-Parkland"/>
              <w:jc w:val="center"/>
              <w:rPr>
                <w:sz w:val="8"/>
              </w:rPr>
            </w:pPr>
          </w:p>
          <w:p w:rsidR="00811E43" w:rsidRDefault="00811E43" w:rsidP="00811E43">
            <w:pPr>
              <w:pStyle w:val="Body-Parkland"/>
              <w:rPr>
                <w:sz w:val="20"/>
              </w:rPr>
            </w:pPr>
            <w:r>
              <w:rPr>
                <w:sz w:val="20"/>
              </w:rPr>
              <w:t>Date:</w:t>
            </w:r>
          </w:p>
          <w:p w:rsidR="00811E43" w:rsidRDefault="00811E43" w:rsidP="00811E43">
            <w:pPr>
              <w:pStyle w:val="Body-Parkland"/>
              <w:rPr>
                <w:sz w:val="20"/>
              </w:rPr>
            </w:pPr>
          </w:p>
          <w:p w:rsidR="00B61AEA" w:rsidRPr="00811E43" w:rsidRDefault="00B61AEA" w:rsidP="00811E43">
            <w:pPr>
              <w:pStyle w:val="Body-Parkland"/>
              <w:rPr>
                <w:sz w:val="20"/>
              </w:rPr>
            </w:pPr>
          </w:p>
        </w:tc>
        <w:tc>
          <w:tcPr>
            <w:tcW w:w="2340" w:type="dxa"/>
            <w:vAlign w:val="center"/>
          </w:tcPr>
          <w:p w:rsidR="00AA517E" w:rsidRDefault="00AA517E" w:rsidP="00EF26E1">
            <w:pPr>
              <w:pStyle w:val="Body-Parkland"/>
              <w:jc w:val="center"/>
            </w:pPr>
            <w:r>
              <w:t>Review</w:t>
            </w:r>
          </w:p>
          <w:p w:rsidR="00811E43" w:rsidRPr="00811E43" w:rsidRDefault="00811E43" w:rsidP="00811E43">
            <w:pPr>
              <w:pStyle w:val="Body-Parkland"/>
              <w:jc w:val="center"/>
              <w:rPr>
                <w:sz w:val="8"/>
              </w:rPr>
            </w:pPr>
          </w:p>
          <w:p w:rsidR="00811E43" w:rsidRDefault="00811E43" w:rsidP="00811E43">
            <w:pPr>
              <w:pStyle w:val="Body-Parkland"/>
              <w:rPr>
                <w:sz w:val="20"/>
              </w:rPr>
            </w:pPr>
            <w:r>
              <w:rPr>
                <w:sz w:val="20"/>
              </w:rPr>
              <w:t>Date:</w:t>
            </w:r>
          </w:p>
          <w:p w:rsidR="00811E43" w:rsidRDefault="00811E43" w:rsidP="00EF26E1">
            <w:pPr>
              <w:pStyle w:val="Body-Parkland"/>
              <w:jc w:val="center"/>
            </w:pPr>
          </w:p>
          <w:p w:rsidR="00B61AEA" w:rsidRPr="00473F5F" w:rsidRDefault="00B61AEA" w:rsidP="00EF26E1">
            <w:pPr>
              <w:pStyle w:val="Body-Parkland"/>
              <w:jc w:val="center"/>
            </w:pPr>
          </w:p>
        </w:tc>
        <w:tc>
          <w:tcPr>
            <w:tcW w:w="2520" w:type="dxa"/>
            <w:vAlign w:val="center"/>
          </w:tcPr>
          <w:p w:rsidR="00811E43" w:rsidRDefault="00AA517E" w:rsidP="00811E43">
            <w:pPr>
              <w:pStyle w:val="Body-Parkland"/>
              <w:jc w:val="center"/>
            </w:pPr>
            <w:r>
              <w:t>Review</w:t>
            </w:r>
          </w:p>
          <w:p w:rsidR="00811E43" w:rsidRPr="00811E43" w:rsidRDefault="00811E43" w:rsidP="00811E43">
            <w:pPr>
              <w:pStyle w:val="Body-Parkland"/>
              <w:jc w:val="center"/>
              <w:rPr>
                <w:sz w:val="8"/>
              </w:rPr>
            </w:pPr>
            <w:r w:rsidRPr="00811E43">
              <w:rPr>
                <w:sz w:val="8"/>
              </w:rPr>
              <w:t xml:space="preserve"> </w:t>
            </w:r>
          </w:p>
          <w:p w:rsidR="00811E43" w:rsidRDefault="00811E43" w:rsidP="00811E43">
            <w:pPr>
              <w:pStyle w:val="Body-Parkland"/>
              <w:rPr>
                <w:sz w:val="20"/>
              </w:rPr>
            </w:pPr>
            <w:r>
              <w:rPr>
                <w:sz w:val="20"/>
              </w:rPr>
              <w:t>Date:</w:t>
            </w:r>
          </w:p>
          <w:p w:rsidR="00AA517E" w:rsidRDefault="00AA517E" w:rsidP="00EF26E1">
            <w:pPr>
              <w:pStyle w:val="Body-Parkland"/>
              <w:jc w:val="center"/>
            </w:pPr>
          </w:p>
          <w:p w:rsidR="00B61AEA" w:rsidRDefault="00B61AEA" w:rsidP="00EF26E1">
            <w:pPr>
              <w:pStyle w:val="Body-Parkland"/>
              <w:jc w:val="center"/>
            </w:pPr>
          </w:p>
        </w:tc>
      </w:tr>
      <w:tr w:rsidR="00AA517E" w:rsidTr="00A357F7">
        <w:trPr>
          <w:trHeight w:val="766"/>
        </w:trPr>
        <w:tc>
          <w:tcPr>
            <w:tcW w:w="2088" w:type="dxa"/>
            <w:vAlign w:val="center"/>
          </w:tcPr>
          <w:p w:rsidR="00AA517E" w:rsidRDefault="00AA517E" w:rsidP="00EF26E1">
            <w:pPr>
              <w:pStyle w:val="Body-Parkland"/>
            </w:pPr>
            <w:r>
              <w:t>Teacher’s Signature</w:t>
            </w: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34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</w:tr>
      <w:tr w:rsidR="00AA517E" w:rsidTr="00A357F7">
        <w:trPr>
          <w:trHeight w:val="766"/>
        </w:trPr>
        <w:tc>
          <w:tcPr>
            <w:tcW w:w="2088" w:type="dxa"/>
            <w:vAlign w:val="center"/>
          </w:tcPr>
          <w:p w:rsidR="00AA517E" w:rsidRDefault="00AA517E" w:rsidP="00EF26E1">
            <w:pPr>
              <w:pStyle w:val="Body-Parkland"/>
            </w:pPr>
            <w:r>
              <w:t>Parent/Guardian’s</w:t>
            </w:r>
          </w:p>
          <w:p w:rsidR="00AA517E" w:rsidRPr="00E10780" w:rsidRDefault="00E10780" w:rsidP="00EF26E1">
            <w:pPr>
              <w:pStyle w:val="Body-Parkland"/>
            </w:pPr>
            <w:r>
              <w:t>Signature</w:t>
            </w:r>
            <w:r>
              <w:rPr>
                <w:vertAlign w:val="superscript"/>
              </w:rPr>
              <w:t>*</w:t>
            </w: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34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</w:tr>
      <w:tr w:rsidR="00AA517E" w:rsidTr="00A357F7">
        <w:trPr>
          <w:trHeight w:val="766"/>
        </w:trPr>
        <w:tc>
          <w:tcPr>
            <w:tcW w:w="2088" w:type="dxa"/>
            <w:vAlign w:val="center"/>
          </w:tcPr>
          <w:p w:rsidR="00AA517E" w:rsidRDefault="00AA517E" w:rsidP="00EF26E1">
            <w:pPr>
              <w:pStyle w:val="Body-Parkland"/>
            </w:pPr>
            <w:r>
              <w:t>Student’s Signature</w:t>
            </w:r>
          </w:p>
          <w:p w:rsidR="00AA517E" w:rsidRDefault="00AA517E" w:rsidP="00EF26E1">
            <w:pPr>
              <w:pStyle w:val="Body-Parkland"/>
            </w:pPr>
            <w:r>
              <w:t>(if appropriate)</w:t>
            </w: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34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</w:tr>
      <w:tr w:rsidR="00AA517E" w:rsidTr="00A357F7">
        <w:trPr>
          <w:trHeight w:val="766"/>
        </w:trPr>
        <w:tc>
          <w:tcPr>
            <w:tcW w:w="2088" w:type="dxa"/>
            <w:vAlign w:val="center"/>
          </w:tcPr>
          <w:p w:rsidR="00AA517E" w:rsidRDefault="00AA517E" w:rsidP="00EF26E1">
            <w:pPr>
              <w:pStyle w:val="Body-Parkland"/>
            </w:pPr>
            <w:r>
              <w:t>Principal’s Signature</w:t>
            </w: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34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</w:tr>
      <w:tr w:rsidR="00AA517E" w:rsidTr="00A357F7">
        <w:trPr>
          <w:trHeight w:val="766"/>
        </w:trPr>
        <w:tc>
          <w:tcPr>
            <w:tcW w:w="2088" w:type="dxa"/>
            <w:vAlign w:val="center"/>
          </w:tcPr>
          <w:p w:rsidR="00AA517E" w:rsidRDefault="00AA517E" w:rsidP="00EF26E1">
            <w:pPr>
              <w:pStyle w:val="Body-Parkland"/>
            </w:pPr>
            <w:r>
              <w:t>Others involved</w:t>
            </w: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340" w:type="dxa"/>
          </w:tcPr>
          <w:p w:rsidR="00AA517E" w:rsidRDefault="00AA517E" w:rsidP="00EF26E1">
            <w:pPr>
              <w:pStyle w:val="Body-Parkland"/>
            </w:pPr>
          </w:p>
        </w:tc>
        <w:tc>
          <w:tcPr>
            <w:tcW w:w="2520" w:type="dxa"/>
          </w:tcPr>
          <w:p w:rsidR="00AA517E" w:rsidRDefault="00AA517E" w:rsidP="00EF26E1">
            <w:pPr>
              <w:pStyle w:val="Body-Parkland"/>
            </w:pPr>
          </w:p>
        </w:tc>
      </w:tr>
    </w:tbl>
    <w:p w:rsidR="00AA517E" w:rsidRDefault="00AA517E" w:rsidP="00EF26E1">
      <w:pPr>
        <w:pStyle w:val="Body-Parkland"/>
        <w:rPr>
          <w:sz w:val="22"/>
        </w:rPr>
      </w:pPr>
    </w:p>
    <w:p w:rsidR="00AA517E" w:rsidRPr="00EE648E" w:rsidRDefault="00AA517E" w:rsidP="00EE648E">
      <w:pPr>
        <w:pStyle w:val="Body-Parkland"/>
      </w:pPr>
      <w:r w:rsidRPr="00EE648E">
        <w:t>Parent/Guardian IPP input for</w:t>
      </w:r>
      <w:r w:rsidR="00EF26E1" w:rsidRPr="00EE648E">
        <w:t>m sent home</w:t>
      </w:r>
      <w:r w:rsidR="00350A28">
        <w:t xml:space="preserve"> on</w:t>
      </w:r>
      <w:r w:rsidR="00774F7F">
        <w:t xml:space="preserve"> </w:t>
      </w:r>
      <w:sdt>
        <w:sdtPr>
          <w:id w:val="1828553830"/>
          <w:placeholder>
            <w:docPart w:val="3AD0F877718D4DAA9ABB25EF493C676E"/>
          </w:placeholder>
          <w:showingPlcHdr/>
          <w:date w:fullDate="2012-06-07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501B23" w:rsidRPr="00501B23">
            <w:rPr>
              <w:rStyle w:val="FormField-ParklandChar"/>
            </w:rPr>
            <w:t>Enter date</w:t>
          </w:r>
        </w:sdtContent>
      </w:sdt>
      <w:r w:rsidR="00EF26E1" w:rsidRPr="00EE648E">
        <w:t xml:space="preserve"> </w:t>
      </w:r>
      <w:r w:rsidR="00B61AEA">
        <w:t xml:space="preserve"> </w:t>
      </w:r>
      <w:r w:rsidR="00350A28">
        <w:t xml:space="preserve">and </w:t>
      </w:r>
      <w:r w:rsidR="00B61AEA">
        <w:t>returned</w:t>
      </w:r>
      <w:r w:rsidR="00350A28">
        <w:t xml:space="preserve"> on</w:t>
      </w:r>
      <w:r w:rsidR="00A357F7" w:rsidRPr="00A357F7">
        <w:t xml:space="preserve"> </w:t>
      </w:r>
      <w:sdt>
        <w:sdtPr>
          <w:id w:val="-750118563"/>
          <w:placeholder>
            <w:docPart w:val="04C1F63A36FB420D862FA9F65AD7FB2E"/>
          </w:placeholder>
          <w:showingPlcHdr/>
          <w:date w:fullDate="2012-06-07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76281F">
            <w:t xml:space="preserve"> </w:t>
          </w:r>
          <w:r w:rsidR="00501B23" w:rsidRPr="00501B23">
            <w:rPr>
              <w:rStyle w:val="FormField-ParklandChar"/>
            </w:rPr>
            <w:t>Enter date</w:t>
          </w:r>
          <w:r w:rsidR="0076281F">
            <w:t xml:space="preserve">   </w:t>
          </w:r>
        </w:sdtContent>
      </w:sdt>
    </w:p>
    <w:p w:rsidR="00EF26E1" w:rsidRDefault="00EF26E1" w:rsidP="00EE648E">
      <w:pPr>
        <w:pStyle w:val="Body-Parkland"/>
      </w:pPr>
    </w:p>
    <w:p w:rsidR="000F7E02" w:rsidRPr="00EE648E" w:rsidRDefault="000F7E02" w:rsidP="00EE648E">
      <w:pPr>
        <w:pStyle w:val="Body-Parkland"/>
      </w:pPr>
    </w:p>
    <w:p w:rsidR="00EF26E1" w:rsidRPr="00EE648E" w:rsidRDefault="00AA517E" w:rsidP="00EE648E">
      <w:pPr>
        <w:pStyle w:val="Body-Parkland"/>
      </w:pPr>
      <w:r w:rsidRPr="00B61AEA">
        <w:rPr>
          <w:vertAlign w:val="superscript"/>
        </w:rPr>
        <w:t>*</w:t>
      </w:r>
      <w:r w:rsidRPr="00EE648E">
        <w:t>Note: If unsuccessful in obtaining parent/guardian signature, please note when contact was attempted.</w:t>
      </w:r>
    </w:p>
    <w:p w:rsidR="009C3C45" w:rsidRDefault="009C3C45"/>
    <w:sdt>
      <w:sdtPr>
        <w:rPr>
          <w:rStyle w:val="Body-ParklandChar"/>
        </w:rPr>
        <w:id w:val="1352986463"/>
        <w:placeholder>
          <w:docPart w:val="CFA1C552DAD94D278F32030D3392988B"/>
        </w:placeholder>
        <w:showingPlcHdr/>
      </w:sdtPr>
      <w:sdtEndPr>
        <w:rPr>
          <w:rStyle w:val="Body-ParklandChar"/>
        </w:rPr>
      </w:sdtEndPr>
      <w:sdtContent>
        <w:p w:rsidR="00C22D30" w:rsidRDefault="00C22D30" w:rsidP="000F7E02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>Click to enter text.</w:t>
          </w:r>
        </w:p>
        <w:p w:rsidR="00C22D30" w:rsidRDefault="00C22D30" w:rsidP="000F7E02">
          <w:pPr>
            <w:rPr>
              <w:rStyle w:val="FormField-ParklandChar"/>
              <w:rFonts w:eastAsiaTheme="minorHAnsi"/>
            </w:rPr>
          </w:pPr>
        </w:p>
        <w:p w:rsidR="000F7E02" w:rsidRDefault="00963E31" w:rsidP="000F7E02">
          <w:pPr>
            <w:rPr>
              <w:rStyle w:val="Body-ParklandChar"/>
            </w:rPr>
          </w:pPr>
        </w:p>
      </w:sdtContent>
    </w:sdt>
    <w:p w:rsidR="000F7E02" w:rsidRDefault="000F7E02"/>
    <w:sectPr w:rsidR="000F7E02" w:rsidSect="00B3471A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E31" w:rsidRDefault="00963E31">
      <w:r>
        <w:separator/>
      </w:r>
    </w:p>
  </w:endnote>
  <w:endnote w:type="continuationSeparator" w:id="0">
    <w:p w:rsidR="00963E31" w:rsidRDefault="0096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2C7" w:rsidRDefault="006A02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6A02C7" w:rsidRDefault="006A02C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2C7" w:rsidRPr="002C530F" w:rsidRDefault="006A02C7">
    <w:pPr>
      <w:rPr>
        <w:sz w:val="28"/>
      </w:rPr>
    </w:pPr>
  </w:p>
  <w:p w:rsidR="006A02C7" w:rsidRPr="002C530F" w:rsidRDefault="006A02C7">
    <w:pPr>
      <w:rPr>
        <w:sz w:val="22"/>
      </w:rPr>
    </w:pPr>
    <w:r w:rsidRPr="002C530F">
      <w:rPr>
        <w:sz w:val="22"/>
      </w:rPr>
      <w:t>Parkland School Division</w:t>
    </w:r>
  </w:p>
  <w:p w:rsidR="006A02C7" w:rsidRPr="002C530F" w:rsidRDefault="006A02C7" w:rsidP="00414199">
    <w:pPr>
      <w:pStyle w:val="Footer"/>
      <w:framePr w:wrap="around" w:vAnchor="text" w:hAnchor="page" w:x="10441" w:y="334"/>
      <w:rPr>
        <w:rStyle w:val="PageNumber"/>
        <w:sz w:val="22"/>
      </w:rPr>
    </w:pPr>
    <w:r w:rsidRPr="002C530F">
      <w:rPr>
        <w:rStyle w:val="PageNumber"/>
        <w:sz w:val="22"/>
      </w:rPr>
      <w:t xml:space="preserve">Page </w:t>
    </w:r>
    <w:r w:rsidRPr="002C530F">
      <w:rPr>
        <w:rStyle w:val="PageNumber"/>
        <w:sz w:val="22"/>
      </w:rPr>
      <w:fldChar w:fldCharType="begin"/>
    </w:r>
    <w:r w:rsidRPr="002C530F">
      <w:rPr>
        <w:rStyle w:val="PageNumber"/>
        <w:sz w:val="22"/>
      </w:rPr>
      <w:instrText xml:space="preserve">PAGE  </w:instrText>
    </w:r>
    <w:r w:rsidRPr="002C530F">
      <w:rPr>
        <w:rStyle w:val="PageNumber"/>
        <w:sz w:val="22"/>
      </w:rPr>
      <w:fldChar w:fldCharType="separate"/>
    </w:r>
    <w:r w:rsidR="00A30EA4">
      <w:rPr>
        <w:rStyle w:val="PageNumber"/>
        <w:noProof/>
        <w:sz w:val="22"/>
      </w:rPr>
      <w:t>1</w:t>
    </w:r>
    <w:r w:rsidRPr="002C530F">
      <w:rPr>
        <w:rStyle w:val="PageNumber"/>
        <w:sz w:val="22"/>
      </w:rPr>
      <w:fldChar w:fldCharType="end"/>
    </w:r>
    <w:r w:rsidRPr="002C530F">
      <w:rPr>
        <w:rStyle w:val="PageNumber"/>
        <w:sz w:val="22"/>
      </w:rPr>
      <w:t xml:space="preserve"> of </w:t>
    </w:r>
    <w:r w:rsidRPr="002C530F">
      <w:rPr>
        <w:rStyle w:val="PageNumber"/>
        <w:sz w:val="22"/>
      </w:rPr>
      <w:fldChar w:fldCharType="begin"/>
    </w:r>
    <w:r w:rsidRPr="002C530F">
      <w:rPr>
        <w:rStyle w:val="PageNumber"/>
        <w:sz w:val="22"/>
      </w:rPr>
      <w:instrText xml:space="preserve"> NUMPAGES   \* MERGEFORMAT </w:instrText>
    </w:r>
    <w:r w:rsidRPr="002C530F">
      <w:rPr>
        <w:rStyle w:val="PageNumber"/>
        <w:sz w:val="22"/>
      </w:rPr>
      <w:fldChar w:fldCharType="separate"/>
    </w:r>
    <w:r w:rsidR="00A30EA4">
      <w:rPr>
        <w:rStyle w:val="PageNumber"/>
        <w:noProof/>
        <w:sz w:val="22"/>
      </w:rPr>
      <w:t>5</w:t>
    </w:r>
    <w:r w:rsidRPr="002C530F">
      <w:rPr>
        <w:rStyle w:val="PageNumber"/>
        <w:sz w:val="22"/>
      </w:rPr>
      <w:fldChar w:fldCharType="end"/>
    </w:r>
  </w:p>
  <w:p w:rsidR="006A02C7" w:rsidRPr="002C530F" w:rsidRDefault="00963E31">
    <w:pPr>
      <w:rPr>
        <w:sz w:val="22"/>
      </w:rPr>
    </w:pPr>
    <w:sdt>
      <w:sdtPr>
        <w:rPr>
          <w:sz w:val="22"/>
        </w:rPr>
        <w:tag w:val="Year"/>
        <w:id w:val="1873263450"/>
        <w:dataBinding w:xpath="/root[1]/year[1]" w:storeItemID="{7E28BC4F-9F08-43F6-B014-CC2FEE6264C4}"/>
        <w:text/>
      </w:sdtPr>
      <w:sdtEndPr/>
      <w:sdtContent>
        <w:r w:rsidR="006A02C7" w:rsidRPr="002C530F">
          <w:rPr>
            <w:sz w:val="22"/>
          </w:rPr>
          <w:t>2012-2013</w:t>
        </w:r>
      </w:sdtContent>
    </w:sdt>
    <w:r w:rsidR="006A02C7" w:rsidRPr="002C530F">
      <w:rPr>
        <w:sz w:val="22"/>
      </w:rPr>
      <w:t xml:space="preserve"> </w:t>
    </w:r>
    <w:sdt>
      <w:sdtPr>
        <w:rPr>
          <w:sz w:val="22"/>
        </w:rPr>
        <w:tag w:val="FirstName"/>
        <w:id w:val="-694918663"/>
        <w:placeholder/>
        <w:showingPlcHdr/>
        <w:dataBinding w:xpath="/root[1]/firstname[1]" w:storeItemID="{9E6B2F35-D078-4E28-8805-0D338FEAD597}"/>
        <w:text/>
      </w:sdtPr>
      <w:sdtEndPr/>
      <w:sdtContent>
        <w:r w:rsidR="006A02C7" w:rsidRPr="00074F8D">
          <w:rPr>
            <w:rStyle w:val="FormField-ParklandChar"/>
            <w:rFonts w:eastAsiaTheme="minorHAnsi"/>
          </w:rPr>
          <w:t>Click to enter text.</w:t>
        </w:r>
      </w:sdtContent>
    </w:sdt>
    <w:r w:rsidR="006A02C7" w:rsidRPr="002C530F">
      <w:rPr>
        <w:sz w:val="22"/>
      </w:rPr>
      <w:t xml:space="preserve"> </w:t>
    </w:r>
    <w:sdt>
      <w:sdtPr>
        <w:rPr>
          <w:sz w:val="22"/>
        </w:rPr>
        <w:tag w:val="Lastname"/>
        <w:id w:val="-568190541"/>
        <w:placeholder/>
        <w:showingPlcHdr/>
        <w:dataBinding w:xpath="/root[1]/lastname[1]" w:storeItemID="{80FEDED5-F975-41F4-B5F4-F0D1B3283574}"/>
        <w:text/>
      </w:sdtPr>
      <w:sdtEndPr/>
      <w:sdtContent>
        <w:r w:rsidR="006A02C7" w:rsidRPr="00074F8D">
          <w:rPr>
            <w:rStyle w:val="FormField-ParklandChar"/>
            <w:rFonts w:eastAsiaTheme="minorHAnsi"/>
          </w:rPr>
          <w:t>Click to enter text.</w:t>
        </w:r>
      </w:sdtContent>
    </w:sdt>
    <w:r w:rsidR="006A02C7" w:rsidRPr="002C530F">
      <w:rPr>
        <w:sz w:val="22"/>
      </w:rPr>
      <w:t xml:space="preserve">, </w:t>
    </w:r>
    <w:sdt>
      <w:sdtPr>
        <w:rPr>
          <w:sz w:val="22"/>
        </w:rPr>
        <w:tag w:val="Schoolname"/>
        <w:id w:val="572389675"/>
        <w:placeholder/>
        <w:showingPlcHdr/>
        <w:dataBinding w:xpath="/root[1]/schoolname[1]" w:storeItemID="{5A750640-883C-4266-91DF-7302CDFE1538}"/>
        <w:text/>
      </w:sdtPr>
      <w:sdtEndPr/>
      <w:sdtContent>
        <w:r w:rsidR="006A02C7" w:rsidRPr="00074F8D">
          <w:rPr>
            <w:rStyle w:val="FormField-ParklandChar"/>
            <w:rFonts w:eastAsiaTheme="minorHAnsi"/>
          </w:rPr>
          <w:t>Click to enter text.</w:t>
        </w:r>
      </w:sdtContent>
    </w:sdt>
    <w:r w:rsidR="006A02C7" w:rsidRPr="002C530F">
      <w:rPr>
        <w:sz w:val="22"/>
      </w:rPr>
      <w:t xml:space="preserve"> – </w:t>
    </w:r>
    <w:sdt>
      <w:sdtPr>
        <w:rPr>
          <w:sz w:val="22"/>
        </w:rPr>
        <w:tag w:val="ABLearningID"/>
        <w:id w:val="1747532973"/>
        <w:placeholder/>
        <w:showingPlcHdr/>
        <w:dataBinding w:xpath="/root[1]/ABLearningID[1]" w:storeItemID="{F4FC1EDD-22C0-459D-B0C2-413CCF6530CD}"/>
        <w:text/>
      </w:sdtPr>
      <w:sdtEndPr/>
      <w:sdtContent>
        <w:r w:rsidR="006A02C7" w:rsidRPr="002C530F">
          <w:rPr>
            <w:sz w:val="22"/>
          </w:rPr>
          <w:t>ID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E31" w:rsidRDefault="00963E31">
      <w:r>
        <w:separator/>
      </w:r>
    </w:p>
  </w:footnote>
  <w:footnote w:type="continuationSeparator" w:id="0">
    <w:p w:rsidR="00963E31" w:rsidRDefault="0096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B36ED"/>
    <w:multiLevelType w:val="hybridMultilevel"/>
    <w:tmpl w:val="DB9437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83F5C46"/>
    <w:multiLevelType w:val="hybridMultilevel"/>
    <w:tmpl w:val="654EF5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A4"/>
    <w:rsid w:val="0000787F"/>
    <w:rsid w:val="00037B7A"/>
    <w:rsid w:val="0005100B"/>
    <w:rsid w:val="00074F8D"/>
    <w:rsid w:val="00085044"/>
    <w:rsid w:val="00095D48"/>
    <w:rsid w:val="000A02EB"/>
    <w:rsid w:val="000A0D1A"/>
    <w:rsid w:val="000A5D27"/>
    <w:rsid w:val="000B63E4"/>
    <w:rsid w:val="000D21C4"/>
    <w:rsid w:val="000F7E02"/>
    <w:rsid w:val="001111B7"/>
    <w:rsid w:val="00130AA9"/>
    <w:rsid w:val="00136320"/>
    <w:rsid w:val="00182E20"/>
    <w:rsid w:val="00191050"/>
    <w:rsid w:val="001932C7"/>
    <w:rsid w:val="001A3A5F"/>
    <w:rsid w:val="001E273F"/>
    <w:rsid w:val="001E547A"/>
    <w:rsid w:val="00211571"/>
    <w:rsid w:val="00217257"/>
    <w:rsid w:val="002466FF"/>
    <w:rsid w:val="00293545"/>
    <w:rsid w:val="002C530F"/>
    <w:rsid w:val="002D6CAE"/>
    <w:rsid w:val="002E6C23"/>
    <w:rsid w:val="002E7814"/>
    <w:rsid w:val="002E7918"/>
    <w:rsid w:val="00311636"/>
    <w:rsid w:val="00315800"/>
    <w:rsid w:val="0034530B"/>
    <w:rsid w:val="00350A28"/>
    <w:rsid w:val="00356E9C"/>
    <w:rsid w:val="003B0227"/>
    <w:rsid w:val="003B1CF2"/>
    <w:rsid w:val="003C0782"/>
    <w:rsid w:val="003C60E2"/>
    <w:rsid w:val="003D0200"/>
    <w:rsid w:val="003F0706"/>
    <w:rsid w:val="00407239"/>
    <w:rsid w:val="00410BDA"/>
    <w:rsid w:val="00414199"/>
    <w:rsid w:val="00414DE8"/>
    <w:rsid w:val="00433FFD"/>
    <w:rsid w:val="00447203"/>
    <w:rsid w:val="00455777"/>
    <w:rsid w:val="00480E7D"/>
    <w:rsid w:val="00485D35"/>
    <w:rsid w:val="004868D6"/>
    <w:rsid w:val="004971C8"/>
    <w:rsid w:val="004976FF"/>
    <w:rsid w:val="0049789C"/>
    <w:rsid w:val="004A77CB"/>
    <w:rsid w:val="004B289D"/>
    <w:rsid w:val="004D7F3B"/>
    <w:rsid w:val="004E28AD"/>
    <w:rsid w:val="004F79FD"/>
    <w:rsid w:val="00501B23"/>
    <w:rsid w:val="00522989"/>
    <w:rsid w:val="0055345F"/>
    <w:rsid w:val="005870E6"/>
    <w:rsid w:val="00595CD8"/>
    <w:rsid w:val="005961E3"/>
    <w:rsid w:val="005C2C42"/>
    <w:rsid w:val="005D136B"/>
    <w:rsid w:val="005F2950"/>
    <w:rsid w:val="005F4917"/>
    <w:rsid w:val="00602F4C"/>
    <w:rsid w:val="00617611"/>
    <w:rsid w:val="006362F4"/>
    <w:rsid w:val="00647C77"/>
    <w:rsid w:val="00652226"/>
    <w:rsid w:val="00687713"/>
    <w:rsid w:val="006A02C7"/>
    <w:rsid w:val="006A1B4D"/>
    <w:rsid w:val="006B40A5"/>
    <w:rsid w:val="006D1383"/>
    <w:rsid w:val="006D3C7B"/>
    <w:rsid w:val="006F2D87"/>
    <w:rsid w:val="00710EF4"/>
    <w:rsid w:val="0071534F"/>
    <w:rsid w:val="00717154"/>
    <w:rsid w:val="007264A9"/>
    <w:rsid w:val="007356D9"/>
    <w:rsid w:val="0076281F"/>
    <w:rsid w:val="00766F4E"/>
    <w:rsid w:val="00770E09"/>
    <w:rsid w:val="00774F7F"/>
    <w:rsid w:val="007A078F"/>
    <w:rsid w:val="007B3DB1"/>
    <w:rsid w:val="007B6190"/>
    <w:rsid w:val="00810037"/>
    <w:rsid w:val="008101B8"/>
    <w:rsid w:val="00811E43"/>
    <w:rsid w:val="008310D6"/>
    <w:rsid w:val="00835C99"/>
    <w:rsid w:val="008404B3"/>
    <w:rsid w:val="00851011"/>
    <w:rsid w:val="00853DC0"/>
    <w:rsid w:val="00870086"/>
    <w:rsid w:val="008C4648"/>
    <w:rsid w:val="008E38CE"/>
    <w:rsid w:val="009118C8"/>
    <w:rsid w:val="0091564C"/>
    <w:rsid w:val="00917184"/>
    <w:rsid w:val="00930AA1"/>
    <w:rsid w:val="009439AD"/>
    <w:rsid w:val="00963E31"/>
    <w:rsid w:val="00966275"/>
    <w:rsid w:val="00972F68"/>
    <w:rsid w:val="00980BC9"/>
    <w:rsid w:val="0099171D"/>
    <w:rsid w:val="009B4BB5"/>
    <w:rsid w:val="009B7BB2"/>
    <w:rsid w:val="009C3C45"/>
    <w:rsid w:val="009C741D"/>
    <w:rsid w:val="009F3871"/>
    <w:rsid w:val="00A14872"/>
    <w:rsid w:val="00A21401"/>
    <w:rsid w:val="00A30EA4"/>
    <w:rsid w:val="00A31135"/>
    <w:rsid w:val="00A357F7"/>
    <w:rsid w:val="00A618CB"/>
    <w:rsid w:val="00A765D3"/>
    <w:rsid w:val="00A96A2E"/>
    <w:rsid w:val="00AA517E"/>
    <w:rsid w:val="00AE0650"/>
    <w:rsid w:val="00B07F73"/>
    <w:rsid w:val="00B12F2D"/>
    <w:rsid w:val="00B33B24"/>
    <w:rsid w:val="00B3471A"/>
    <w:rsid w:val="00B35162"/>
    <w:rsid w:val="00B61AEA"/>
    <w:rsid w:val="00B641B9"/>
    <w:rsid w:val="00B718A7"/>
    <w:rsid w:val="00B93EB2"/>
    <w:rsid w:val="00B9556D"/>
    <w:rsid w:val="00B95AFE"/>
    <w:rsid w:val="00BB027B"/>
    <w:rsid w:val="00BB616B"/>
    <w:rsid w:val="00BE3DEF"/>
    <w:rsid w:val="00C07689"/>
    <w:rsid w:val="00C22D30"/>
    <w:rsid w:val="00C31680"/>
    <w:rsid w:val="00C402E9"/>
    <w:rsid w:val="00C90103"/>
    <w:rsid w:val="00CB4FFE"/>
    <w:rsid w:val="00CC43D9"/>
    <w:rsid w:val="00CE40C5"/>
    <w:rsid w:val="00D05A91"/>
    <w:rsid w:val="00D13B26"/>
    <w:rsid w:val="00D51D93"/>
    <w:rsid w:val="00D6452E"/>
    <w:rsid w:val="00D813C3"/>
    <w:rsid w:val="00D82EED"/>
    <w:rsid w:val="00D93365"/>
    <w:rsid w:val="00DB0140"/>
    <w:rsid w:val="00DB363D"/>
    <w:rsid w:val="00DD6EDE"/>
    <w:rsid w:val="00DF13CF"/>
    <w:rsid w:val="00DF66A8"/>
    <w:rsid w:val="00DF66CF"/>
    <w:rsid w:val="00E10780"/>
    <w:rsid w:val="00E3772E"/>
    <w:rsid w:val="00E501F4"/>
    <w:rsid w:val="00E532B5"/>
    <w:rsid w:val="00E55FF4"/>
    <w:rsid w:val="00E67850"/>
    <w:rsid w:val="00E81AC6"/>
    <w:rsid w:val="00EB2519"/>
    <w:rsid w:val="00EB3AEF"/>
    <w:rsid w:val="00EB7C96"/>
    <w:rsid w:val="00EC1B64"/>
    <w:rsid w:val="00ED5318"/>
    <w:rsid w:val="00EE20B4"/>
    <w:rsid w:val="00EE648E"/>
    <w:rsid w:val="00EF26E1"/>
    <w:rsid w:val="00EF3BD6"/>
    <w:rsid w:val="00F20FCF"/>
    <w:rsid w:val="00F2617E"/>
    <w:rsid w:val="00F43D53"/>
    <w:rsid w:val="00F47CBB"/>
    <w:rsid w:val="00F553D1"/>
    <w:rsid w:val="00F606A5"/>
    <w:rsid w:val="00F651A9"/>
    <w:rsid w:val="00F729D1"/>
    <w:rsid w:val="00F74E1D"/>
    <w:rsid w:val="00F926E9"/>
    <w:rsid w:val="00FD7FEF"/>
    <w:rsid w:val="00FE4266"/>
    <w:rsid w:val="00FF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locked="0" w:semiHidden="0" w:uiPriority="0" w:unhideWhenUsed="0"/>
    <w:lsdException w:name="heading 2" w:locked="0" w:uiPriority="9"/>
    <w:lsdException w:name="heading 3" w:locked="0" w:uiPriority="9" w:qFormat="1"/>
    <w:lsdException w:name="heading 4" w:locked="0" w:uiPriority="0"/>
    <w:lsdException w:name="heading 5" w:locked="0" w:uiPriority="0"/>
    <w:lsdException w:name="heading 6" w:locked="0" w:uiPriority="9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Normal Indent" w:locked="0"/>
    <w:lsdException w:name="footnote text" w:locked="0"/>
    <w:lsdException w:name="annotation text" w:locked="0"/>
    <w:lsdException w:name="header" w:locked="0" w:uiPriority="0"/>
    <w:lsdException w:name="footer" w:locked="0" w:uiPriority="0"/>
    <w:lsdException w:name="index heading" w:locked="0"/>
    <w:lsdException w:name="caption" w:locked="0" w:uiPriority="35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 w:uiPriority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1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iPriority="11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iPriority="22" w:unhideWhenUsed="0"/>
    <w:lsdException w:name="Emphasis" w:locked="0" w:semiHidden="0" w:uiPriority="20" w:unhideWhenUsed="0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0" w:unhideWhenUsed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locked="0" w:semiHidden="0" w:uiPriority="29" w:unhideWhenUsed="0"/>
    <w:lsdException w:name="Intense Quote" w:locked="0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/>
    <w:lsdException w:name="Intense Emphasis" w:locked="0" w:semiHidden="0" w:uiPriority="21" w:unhideWhenUsed="0"/>
    <w:lsdException w:name="Subtle Reference" w:locked="0" w:semiHidden="0" w:uiPriority="31" w:unhideWhenUsed="0"/>
    <w:lsdException w:name="Intense Reference" w:locked="0" w:semiHidden="0" w:uiPriority="32" w:unhideWhenUsed="0"/>
    <w:lsdException w:name="Book Title" w:locked="0" w:semiHidden="0" w:uiPriority="33" w:unhideWhenUsed="0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rsid w:val="00AA5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rsid w:val="00AA517E"/>
    <w:pPr>
      <w:keepNext/>
      <w:outlineLvl w:val="0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rsid w:val="00AA517E"/>
    <w:pPr>
      <w:keepNext/>
      <w:tabs>
        <w:tab w:val="left" w:pos="2340"/>
        <w:tab w:val="left" w:pos="2520"/>
        <w:tab w:val="left" w:pos="5220"/>
      </w:tabs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rsid w:val="00AA517E"/>
    <w:pPr>
      <w:keepNext/>
      <w:tabs>
        <w:tab w:val="left" w:pos="2340"/>
        <w:tab w:val="left" w:pos="2520"/>
        <w:tab w:val="left" w:pos="5220"/>
      </w:tabs>
      <w:outlineLvl w:val="4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517E"/>
    <w:rPr>
      <w:rFonts w:ascii="Times New Roman" w:eastAsia="Times New Roman" w:hAnsi="Times New Roman" w:cs="Times New Roman"/>
      <w:b/>
      <w:bCs/>
      <w:sz w:val="32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AA517E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AA517E"/>
    <w:rPr>
      <w:rFonts w:ascii="Times New Roman" w:eastAsia="Times New Roman" w:hAnsi="Times New Roman" w:cs="Times New Roman"/>
      <w:b/>
      <w:bCs/>
      <w:sz w:val="26"/>
      <w:szCs w:val="24"/>
      <w:lang w:val="en-US"/>
    </w:rPr>
  </w:style>
  <w:style w:type="paragraph" w:styleId="Footer">
    <w:name w:val="footer"/>
    <w:basedOn w:val="Normal"/>
    <w:link w:val="FooterChar"/>
    <w:rsid w:val="00AA51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A517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AA517E"/>
  </w:style>
  <w:style w:type="table" w:styleId="TableGrid">
    <w:name w:val="Table Grid"/>
    <w:basedOn w:val="TableNormal"/>
    <w:locked/>
    <w:rsid w:val="00AA5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A51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A517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AA51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17E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D813C3"/>
    <w:rPr>
      <w:color w:val="0000FF" w:themeColor="hyperlink"/>
      <w:u w:val="single"/>
    </w:rPr>
  </w:style>
  <w:style w:type="paragraph" w:customStyle="1" w:styleId="Title-Parkland">
    <w:name w:val="Title - Parkland"/>
    <w:basedOn w:val="Normal"/>
    <w:link w:val="Title-ParklandChar"/>
    <w:qFormat/>
    <w:rsid w:val="0076281F"/>
    <w:rPr>
      <w:rFonts w:ascii="Arial" w:hAnsi="Arial"/>
      <w:smallCaps/>
      <w:color w:val="1A568F"/>
      <w:sz w:val="40"/>
    </w:rPr>
  </w:style>
  <w:style w:type="paragraph" w:customStyle="1" w:styleId="Subtitle-Parkland">
    <w:name w:val="Subtitle - Parkland"/>
    <w:basedOn w:val="Normal"/>
    <w:link w:val="Subtitle-ParklandChar"/>
    <w:qFormat/>
    <w:rsid w:val="00F2617E"/>
    <w:rPr>
      <w:rFonts w:ascii="Trebuchet MS" w:hAnsi="Trebuchet MS"/>
      <w:color w:val="404040" w:themeColor="text1" w:themeTint="BF"/>
      <w:sz w:val="32"/>
    </w:rPr>
  </w:style>
  <w:style w:type="character" w:customStyle="1" w:styleId="Title-ParklandChar">
    <w:name w:val="Title - Parkland Char"/>
    <w:basedOn w:val="DefaultParagraphFont"/>
    <w:link w:val="Title-Parkland"/>
    <w:rsid w:val="0076281F"/>
    <w:rPr>
      <w:rFonts w:ascii="Arial" w:eastAsia="Times New Roman" w:hAnsi="Arial" w:cs="Times New Roman"/>
      <w:smallCaps/>
      <w:color w:val="1A568F"/>
      <w:sz w:val="40"/>
      <w:szCs w:val="24"/>
      <w:lang w:val="en-US"/>
    </w:rPr>
  </w:style>
  <w:style w:type="paragraph" w:customStyle="1" w:styleId="Heading1Parkland">
    <w:name w:val="Heading 1 Parkland"/>
    <w:basedOn w:val="Normal"/>
    <w:link w:val="Heading1ParklandChar"/>
    <w:qFormat/>
    <w:rsid w:val="00501B23"/>
    <w:rPr>
      <w:rFonts w:ascii="Arial" w:hAnsi="Arial"/>
      <w:color w:val="1A568F"/>
      <w:sz w:val="28"/>
      <w:szCs w:val="21"/>
      <w:lang w:eastAsia="ja-JP"/>
    </w:rPr>
  </w:style>
  <w:style w:type="character" w:customStyle="1" w:styleId="Subtitle-ParklandChar">
    <w:name w:val="Subtitle - Parkland Char"/>
    <w:basedOn w:val="DefaultParagraphFont"/>
    <w:link w:val="Subtitle-Parkland"/>
    <w:rsid w:val="00F2617E"/>
    <w:rPr>
      <w:rFonts w:ascii="Trebuchet MS" w:eastAsia="Times New Roman" w:hAnsi="Trebuchet MS" w:cs="Times New Roman"/>
      <w:color w:val="404040" w:themeColor="text1" w:themeTint="BF"/>
      <w:sz w:val="32"/>
      <w:szCs w:val="24"/>
      <w:lang w:val="en-US"/>
    </w:rPr>
  </w:style>
  <w:style w:type="paragraph" w:customStyle="1" w:styleId="Body-Parkland">
    <w:name w:val="Body - Parkland"/>
    <w:basedOn w:val="Normal"/>
    <w:link w:val="Body-ParklandChar"/>
    <w:qFormat/>
    <w:rsid w:val="0076281F"/>
    <w:rPr>
      <w:szCs w:val="21"/>
      <w:lang w:eastAsia="ja-JP"/>
    </w:rPr>
  </w:style>
  <w:style w:type="character" w:customStyle="1" w:styleId="Heading1ParklandChar">
    <w:name w:val="Heading 1 Parkland Char"/>
    <w:basedOn w:val="DefaultParagraphFont"/>
    <w:link w:val="Heading1Parkland"/>
    <w:rsid w:val="00501B23"/>
    <w:rPr>
      <w:rFonts w:ascii="Arial" w:eastAsia="Times New Roman" w:hAnsi="Arial" w:cs="Times New Roman"/>
      <w:color w:val="1A568F"/>
      <w:sz w:val="28"/>
      <w:szCs w:val="21"/>
      <w:lang w:val="en-US" w:eastAsia="ja-JP"/>
    </w:rPr>
  </w:style>
  <w:style w:type="paragraph" w:customStyle="1" w:styleId="FormField-Parkland">
    <w:name w:val="Form Field - Parkland"/>
    <w:basedOn w:val="Normal"/>
    <w:link w:val="FormField-ParklandChar"/>
    <w:qFormat/>
    <w:rsid w:val="0076281F"/>
    <w:rPr>
      <w:color w:val="808080" w:themeColor="background1" w:themeShade="80"/>
    </w:rPr>
  </w:style>
  <w:style w:type="character" w:customStyle="1" w:styleId="Body-ParklandChar">
    <w:name w:val="Body - Parkland Char"/>
    <w:basedOn w:val="DefaultParagraphFont"/>
    <w:link w:val="Body-Parkland"/>
    <w:rsid w:val="0076281F"/>
    <w:rPr>
      <w:rFonts w:ascii="Times New Roman" w:eastAsia="Times New Roman" w:hAnsi="Times New Roman" w:cs="Times New Roman"/>
      <w:sz w:val="24"/>
      <w:szCs w:val="21"/>
      <w:lang w:val="en-US" w:eastAsia="ja-JP"/>
    </w:rPr>
  </w:style>
  <w:style w:type="character" w:customStyle="1" w:styleId="FormField-ParklandChar">
    <w:name w:val="Form Field - Parkland Char"/>
    <w:basedOn w:val="DefaultParagraphFont"/>
    <w:link w:val="FormField-Parkland"/>
    <w:rsid w:val="0076281F"/>
    <w:rPr>
      <w:rFonts w:ascii="Times New Roman" w:eastAsia="Times New Roman" w:hAnsi="Times New Roman" w:cs="Times New Roman"/>
      <w:color w:val="808080" w:themeColor="background1" w:themeShade="80"/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0F7E0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F7E0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locked="0" w:semiHidden="0" w:uiPriority="0" w:unhideWhenUsed="0"/>
    <w:lsdException w:name="heading 2" w:locked="0" w:uiPriority="9"/>
    <w:lsdException w:name="heading 3" w:locked="0" w:uiPriority="9" w:qFormat="1"/>
    <w:lsdException w:name="heading 4" w:locked="0" w:uiPriority="0"/>
    <w:lsdException w:name="heading 5" w:locked="0" w:uiPriority="0"/>
    <w:lsdException w:name="heading 6" w:locked="0" w:uiPriority="9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Normal Indent" w:locked="0"/>
    <w:lsdException w:name="footnote text" w:locked="0"/>
    <w:lsdException w:name="annotation text" w:locked="0"/>
    <w:lsdException w:name="header" w:locked="0" w:uiPriority="0"/>
    <w:lsdException w:name="footer" w:locked="0" w:uiPriority="0"/>
    <w:lsdException w:name="index heading" w:locked="0"/>
    <w:lsdException w:name="caption" w:locked="0" w:uiPriority="35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 w:uiPriority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1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iPriority="11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iPriority="22" w:unhideWhenUsed="0"/>
    <w:lsdException w:name="Emphasis" w:locked="0" w:semiHidden="0" w:uiPriority="20" w:unhideWhenUsed="0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0" w:unhideWhenUsed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locked="0" w:semiHidden="0" w:uiPriority="29" w:unhideWhenUsed="0"/>
    <w:lsdException w:name="Intense Quote" w:locked="0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/>
    <w:lsdException w:name="Intense Emphasis" w:locked="0" w:semiHidden="0" w:uiPriority="21" w:unhideWhenUsed="0"/>
    <w:lsdException w:name="Subtle Reference" w:locked="0" w:semiHidden="0" w:uiPriority="31" w:unhideWhenUsed="0"/>
    <w:lsdException w:name="Intense Reference" w:locked="0" w:semiHidden="0" w:uiPriority="32" w:unhideWhenUsed="0"/>
    <w:lsdException w:name="Book Title" w:locked="0" w:semiHidden="0" w:uiPriority="33" w:unhideWhenUsed="0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rsid w:val="00AA5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rsid w:val="00AA517E"/>
    <w:pPr>
      <w:keepNext/>
      <w:outlineLvl w:val="0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rsid w:val="00AA517E"/>
    <w:pPr>
      <w:keepNext/>
      <w:tabs>
        <w:tab w:val="left" w:pos="2340"/>
        <w:tab w:val="left" w:pos="2520"/>
        <w:tab w:val="left" w:pos="5220"/>
      </w:tabs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rsid w:val="00AA517E"/>
    <w:pPr>
      <w:keepNext/>
      <w:tabs>
        <w:tab w:val="left" w:pos="2340"/>
        <w:tab w:val="left" w:pos="2520"/>
        <w:tab w:val="left" w:pos="5220"/>
      </w:tabs>
      <w:outlineLvl w:val="4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517E"/>
    <w:rPr>
      <w:rFonts w:ascii="Times New Roman" w:eastAsia="Times New Roman" w:hAnsi="Times New Roman" w:cs="Times New Roman"/>
      <w:b/>
      <w:bCs/>
      <w:sz w:val="32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AA517E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AA517E"/>
    <w:rPr>
      <w:rFonts w:ascii="Times New Roman" w:eastAsia="Times New Roman" w:hAnsi="Times New Roman" w:cs="Times New Roman"/>
      <w:b/>
      <w:bCs/>
      <w:sz w:val="26"/>
      <w:szCs w:val="24"/>
      <w:lang w:val="en-US"/>
    </w:rPr>
  </w:style>
  <w:style w:type="paragraph" w:styleId="Footer">
    <w:name w:val="footer"/>
    <w:basedOn w:val="Normal"/>
    <w:link w:val="FooterChar"/>
    <w:rsid w:val="00AA51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A517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AA517E"/>
  </w:style>
  <w:style w:type="table" w:styleId="TableGrid">
    <w:name w:val="Table Grid"/>
    <w:basedOn w:val="TableNormal"/>
    <w:locked/>
    <w:rsid w:val="00AA5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A51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A517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AA51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17E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D813C3"/>
    <w:rPr>
      <w:color w:val="0000FF" w:themeColor="hyperlink"/>
      <w:u w:val="single"/>
    </w:rPr>
  </w:style>
  <w:style w:type="paragraph" w:customStyle="1" w:styleId="Title-Parkland">
    <w:name w:val="Title - Parkland"/>
    <w:basedOn w:val="Normal"/>
    <w:link w:val="Title-ParklandChar"/>
    <w:qFormat/>
    <w:rsid w:val="0076281F"/>
    <w:rPr>
      <w:rFonts w:ascii="Arial" w:hAnsi="Arial"/>
      <w:smallCaps/>
      <w:color w:val="1A568F"/>
      <w:sz w:val="40"/>
    </w:rPr>
  </w:style>
  <w:style w:type="paragraph" w:customStyle="1" w:styleId="Subtitle-Parkland">
    <w:name w:val="Subtitle - Parkland"/>
    <w:basedOn w:val="Normal"/>
    <w:link w:val="Subtitle-ParklandChar"/>
    <w:qFormat/>
    <w:rsid w:val="00F2617E"/>
    <w:rPr>
      <w:rFonts w:ascii="Trebuchet MS" w:hAnsi="Trebuchet MS"/>
      <w:color w:val="404040" w:themeColor="text1" w:themeTint="BF"/>
      <w:sz w:val="32"/>
    </w:rPr>
  </w:style>
  <w:style w:type="character" w:customStyle="1" w:styleId="Title-ParklandChar">
    <w:name w:val="Title - Parkland Char"/>
    <w:basedOn w:val="DefaultParagraphFont"/>
    <w:link w:val="Title-Parkland"/>
    <w:rsid w:val="0076281F"/>
    <w:rPr>
      <w:rFonts w:ascii="Arial" w:eastAsia="Times New Roman" w:hAnsi="Arial" w:cs="Times New Roman"/>
      <w:smallCaps/>
      <w:color w:val="1A568F"/>
      <w:sz w:val="40"/>
      <w:szCs w:val="24"/>
      <w:lang w:val="en-US"/>
    </w:rPr>
  </w:style>
  <w:style w:type="paragraph" w:customStyle="1" w:styleId="Heading1Parkland">
    <w:name w:val="Heading 1 Parkland"/>
    <w:basedOn w:val="Normal"/>
    <w:link w:val="Heading1ParklandChar"/>
    <w:qFormat/>
    <w:rsid w:val="00501B23"/>
    <w:rPr>
      <w:rFonts w:ascii="Arial" w:hAnsi="Arial"/>
      <w:color w:val="1A568F"/>
      <w:sz w:val="28"/>
      <w:szCs w:val="21"/>
      <w:lang w:eastAsia="ja-JP"/>
    </w:rPr>
  </w:style>
  <w:style w:type="character" w:customStyle="1" w:styleId="Subtitle-ParklandChar">
    <w:name w:val="Subtitle - Parkland Char"/>
    <w:basedOn w:val="DefaultParagraphFont"/>
    <w:link w:val="Subtitle-Parkland"/>
    <w:rsid w:val="00F2617E"/>
    <w:rPr>
      <w:rFonts w:ascii="Trebuchet MS" w:eastAsia="Times New Roman" w:hAnsi="Trebuchet MS" w:cs="Times New Roman"/>
      <w:color w:val="404040" w:themeColor="text1" w:themeTint="BF"/>
      <w:sz w:val="32"/>
      <w:szCs w:val="24"/>
      <w:lang w:val="en-US"/>
    </w:rPr>
  </w:style>
  <w:style w:type="paragraph" w:customStyle="1" w:styleId="Body-Parkland">
    <w:name w:val="Body - Parkland"/>
    <w:basedOn w:val="Normal"/>
    <w:link w:val="Body-ParklandChar"/>
    <w:qFormat/>
    <w:rsid w:val="0076281F"/>
    <w:rPr>
      <w:szCs w:val="21"/>
      <w:lang w:eastAsia="ja-JP"/>
    </w:rPr>
  </w:style>
  <w:style w:type="character" w:customStyle="1" w:styleId="Heading1ParklandChar">
    <w:name w:val="Heading 1 Parkland Char"/>
    <w:basedOn w:val="DefaultParagraphFont"/>
    <w:link w:val="Heading1Parkland"/>
    <w:rsid w:val="00501B23"/>
    <w:rPr>
      <w:rFonts w:ascii="Arial" w:eastAsia="Times New Roman" w:hAnsi="Arial" w:cs="Times New Roman"/>
      <w:color w:val="1A568F"/>
      <w:sz w:val="28"/>
      <w:szCs w:val="21"/>
      <w:lang w:val="en-US" w:eastAsia="ja-JP"/>
    </w:rPr>
  </w:style>
  <w:style w:type="paragraph" w:customStyle="1" w:styleId="FormField-Parkland">
    <w:name w:val="Form Field - Parkland"/>
    <w:basedOn w:val="Normal"/>
    <w:link w:val="FormField-ParklandChar"/>
    <w:qFormat/>
    <w:rsid w:val="0076281F"/>
    <w:rPr>
      <w:color w:val="808080" w:themeColor="background1" w:themeShade="80"/>
    </w:rPr>
  </w:style>
  <w:style w:type="character" w:customStyle="1" w:styleId="Body-ParklandChar">
    <w:name w:val="Body - Parkland Char"/>
    <w:basedOn w:val="DefaultParagraphFont"/>
    <w:link w:val="Body-Parkland"/>
    <w:rsid w:val="0076281F"/>
    <w:rPr>
      <w:rFonts w:ascii="Times New Roman" w:eastAsia="Times New Roman" w:hAnsi="Times New Roman" w:cs="Times New Roman"/>
      <w:sz w:val="24"/>
      <w:szCs w:val="21"/>
      <w:lang w:val="en-US" w:eastAsia="ja-JP"/>
    </w:rPr>
  </w:style>
  <w:style w:type="character" w:customStyle="1" w:styleId="FormField-ParklandChar">
    <w:name w:val="Form Field - Parkland Char"/>
    <w:basedOn w:val="DefaultParagraphFont"/>
    <w:link w:val="FormField-Parkland"/>
    <w:rsid w:val="0076281F"/>
    <w:rPr>
      <w:rFonts w:ascii="Times New Roman" w:eastAsia="Times New Roman" w:hAnsi="Times New Roman" w:cs="Times New Roman"/>
      <w:color w:val="808080" w:themeColor="background1" w:themeShade="80"/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0F7E0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F7E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microsoft.com/office/2007/relationships/stylesWithEffects" Target="stylesWithEffects.xml"/><Relationship Id="rId18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customXml" Target="../customXml/item7.xml"/><Relationship Id="rId12" Type="http://schemas.openxmlformats.org/officeDocument/2006/relationships/styles" Target="styles.xml"/><Relationship Id="rId17" Type="http://schemas.openxmlformats.org/officeDocument/2006/relationships/endnotes" Target="endnotes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notes" Target="footnotes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numbering" Target="numbering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webSettings" Target="webSettings.xml"/><Relationship Id="rId23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hyperlink" Target="http://inside.psd70.ab.ca/Docs/FormLibrary/IPP%20Essential%20Information.docx" TargetMode="Externa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ettings" Target="settings.xml"/><Relationship Id="rId22" Type="http://schemas.openxmlformats.org/officeDocument/2006/relationships/hyperlink" Target="http://www.qp.alberta.ca/documents/Acts/s03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jensen\Downloads\IPP%20(4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E4DD691080943F2AF0F6772862A9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2893B6-4D62-48B7-A4FF-54460C5873F7}"/>
      </w:docPartPr>
      <w:docPartBody>
        <w:p w:rsidR="00000000" w:rsidRDefault="0047293D">
          <w:pPr>
            <w:pStyle w:val="7E4DD691080943F2AF0F6772862A997D"/>
          </w:pPr>
          <w:r w:rsidRPr="002C530F">
            <w:t>IDID</w:t>
          </w:r>
          <w:r w:rsidRPr="008F1572">
            <w:rPr>
              <w:rStyle w:val="PlaceholderText"/>
            </w:rPr>
            <w:t>Click here to enter text.</w:t>
          </w:r>
        </w:p>
      </w:docPartBody>
    </w:docPart>
    <w:docPart>
      <w:docPartPr>
        <w:name w:val="96549C29D83B49659B06B1285FFD29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27FAB-FAC9-47DA-838F-AC2C432CF5C5}"/>
      </w:docPartPr>
      <w:docPartBody>
        <w:p w:rsidR="00000000" w:rsidRDefault="0047293D">
          <w:pPr>
            <w:pStyle w:val="96549C29D83B49659B06B1285FFD29BE"/>
          </w:pPr>
          <w:r w:rsidRPr="001E547A">
            <w:t>2012-2013</w:t>
          </w:r>
        </w:p>
      </w:docPartBody>
    </w:docPart>
    <w:docPart>
      <w:docPartPr>
        <w:name w:val="79A67419670D413083501153B6724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8A4AC5-7ED5-4FA4-B5E0-E537E11F2C05}"/>
      </w:docPartPr>
      <w:docPartBody>
        <w:p w:rsidR="00000000" w:rsidRDefault="0047293D">
          <w:pPr>
            <w:pStyle w:val="79A67419670D413083501153B67245B2"/>
          </w:pPr>
          <w:r>
            <w:rPr>
              <w:rStyle w:val="FormField-ParklandChar"/>
              <w:rFonts w:eastAsiaTheme="minorEastAsia"/>
            </w:rPr>
            <w:t>Click to enter text</w:t>
          </w:r>
        </w:p>
      </w:docPartBody>
    </w:docPart>
    <w:docPart>
      <w:docPartPr>
        <w:name w:val="33698182DB0B411C87CF0DB6A52C3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BD531-26EF-448F-86B6-82F426CAA746}"/>
      </w:docPartPr>
      <w:docPartBody>
        <w:p w:rsidR="00000000" w:rsidRDefault="0047293D">
          <w:pPr>
            <w:pStyle w:val="33698182DB0B411C87CF0DB6A52C3607"/>
          </w:pPr>
          <w:r>
            <w:rPr>
              <w:rStyle w:val="FormField-ParklandChar"/>
              <w:rFonts w:eastAsiaTheme="minorEastAsia"/>
            </w:rPr>
            <w:t>Click to enter text</w:t>
          </w:r>
        </w:p>
      </w:docPartBody>
    </w:docPart>
    <w:docPart>
      <w:docPartPr>
        <w:name w:val="F135CAF691E94AE2BE9DC094397CA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C0EB7-E155-41F8-8358-32D3A7209673}"/>
      </w:docPartPr>
      <w:docPartBody>
        <w:p w:rsidR="00000000" w:rsidRDefault="0047293D">
          <w:pPr>
            <w:pStyle w:val="F135CAF691E94AE2BE9DC094397CAC53"/>
          </w:pPr>
          <w:r w:rsidRPr="004E28AD">
            <w:rPr>
              <w:rStyle w:val="FormField-ParklandChar"/>
              <w:rFonts w:eastAsiaTheme="minorEastAsia"/>
            </w:rPr>
            <w:t>Enter date</w:t>
          </w:r>
        </w:p>
      </w:docPartBody>
    </w:docPart>
    <w:docPart>
      <w:docPartPr>
        <w:name w:val="BA5494E5CDE54C0EACFD74B474E7DC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A34AF-1316-4A90-986E-07B277CF89F4}"/>
      </w:docPartPr>
      <w:docPartBody>
        <w:p w:rsidR="00000000" w:rsidRDefault="0047293D">
          <w:pPr>
            <w:pStyle w:val="BA5494E5CDE54C0EACFD74B474E7DCDC"/>
          </w:pPr>
          <w:r w:rsidRPr="00CE40C5">
            <w:rPr>
              <w:rStyle w:val="FormField-ParklandChar"/>
              <w:rFonts w:eastAsiaTheme="minorHAnsi"/>
            </w:rPr>
            <w:t>Click to enter text.</w:t>
          </w:r>
        </w:p>
      </w:docPartBody>
    </w:docPart>
    <w:docPart>
      <w:docPartPr>
        <w:name w:val="83DD151C8F2845489F5841600E9D0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236BE-7F96-4119-ACC2-54C19088C8C8}"/>
      </w:docPartPr>
      <w:docPartBody>
        <w:p w:rsidR="00000000" w:rsidRDefault="0047293D">
          <w:pPr>
            <w:pStyle w:val="83DD151C8F2845489F5841600E9D0713"/>
          </w:pPr>
          <w:r w:rsidRPr="00CE40C5">
            <w:rPr>
              <w:rStyle w:val="FormField-ParklandChar"/>
              <w:rFonts w:eastAsiaTheme="minorHAnsi"/>
            </w:rPr>
            <w:t>Click to enter text.</w:t>
          </w:r>
        </w:p>
      </w:docPartBody>
    </w:docPart>
    <w:docPart>
      <w:docPartPr>
        <w:name w:val="B6ADC4F297574D36A5AECBB70EB000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EB545D-B556-484E-BE9C-AE5F3F1D87F0}"/>
      </w:docPartPr>
      <w:docPartBody>
        <w:p w:rsidR="00000000" w:rsidRDefault="0047293D">
          <w:pPr>
            <w:pStyle w:val="B6ADC4F297574D36A5AECBB70EB00088"/>
          </w:pPr>
          <w:r w:rsidRPr="00CE40C5">
            <w:rPr>
              <w:rStyle w:val="FormField-ParklandChar"/>
              <w:rFonts w:eastAsiaTheme="minorHAnsi"/>
            </w:rPr>
            <w:t>Click to enter text.</w:t>
          </w:r>
        </w:p>
      </w:docPartBody>
    </w:docPart>
    <w:docPart>
      <w:docPartPr>
        <w:name w:val="DAC2196D6DE842AD8952B51847FDB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6AD81-4C11-47B8-BC51-B55280CCA54B}"/>
      </w:docPartPr>
      <w:docPartBody>
        <w:p w:rsidR="00000000" w:rsidRDefault="0047293D">
          <w:pPr>
            <w:pStyle w:val="DAC2196D6DE842AD8952B51847FDB894"/>
          </w:pPr>
          <w:r w:rsidRPr="004E28AD">
            <w:rPr>
              <w:rStyle w:val="FormField-ParklandChar"/>
              <w:rFonts w:eastAsiaTheme="minorEastAsia"/>
            </w:rPr>
            <w:t>Click to e</w:t>
          </w:r>
          <w:r w:rsidRPr="004E28AD">
            <w:rPr>
              <w:rStyle w:val="FormField-ParklandChar"/>
              <w:rFonts w:eastAsiaTheme="minorHAnsi"/>
            </w:rPr>
            <w:t xml:space="preserve">nter </w:t>
          </w:r>
          <w:r w:rsidRPr="004E28AD">
            <w:rPr>
              <w:rStyle w:val="FormField-ParklandChar"/>
              <w:rFonts w:eastAsiaTheme="minorHAnsi"/>
            </w:rPr>
            <w:t>text.</w:t>
          </w:r>
        </w:p>
      </w:docPartBody>
    </w:docPart>
    <w:docPart>
      <w:docPartPr>
        <w:name w:val="F1DDC3CFE0274A32AE0FE2850106DC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8841E5-A813-4EC3-AEB9-E24904C9B69F}"/>
      </w:docPartPr>
      <w:docPartBody>
        <w:p w:rsidR="00000000" w:rsidRDefault="0047293D">
          <w:pPr>
            <w:pStyle w:val="F1DDC3CFE0274A32AE0FE2850106DC16"/>
          </w:pPr>
          <w:r w:rsidRPr="004E28AD">
            <w:rPr>
              <w:rStyle w:val="FormField-ParklandChar"/>
              <w:rFonts w:eastAsiaTheme="minorHAnsi"/>
            </w:rPr>
            <w:t>Enter date</w:t>
          </w:r>
        </w:p>
      </w:docPartBody>
    </w:docPart>
    <w:docPart>
      <w:docPartPr>
        <w:name w:val="90434C1EE1AB4ECDA2F23E52259918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987D7-4C4A-417A-BD0D-602507AD4754}"/>
      </w:docPartPr>
      <w:docPartBody>
        <w:p w:rsidR="00000000" w:rsidRDefault="0047293D">
          <w:pPr>
            <w:pStyle w:val="90434C1EE1AB4ECDA2F23E52259918C5"/>
          </w:pPr>
          <w:r>
            <w:rPr>
              <w:rStyle w:val="FormField-ParklandChar"/>
              <w:rFonts w:eastAsiaTheme="minorHAnsi"/>
            </w:rPr>
            <w:t>Click to enter text.</w:t>
          </w:r>
          <w:r>
            <w:rPr>
              <w:rStyle w:val="FormField-ParklandChar"/>
              <w:rFonts w:eastAsiaTheme="minorHAnsi"/>
            </w:rPr>
            <w:br/>
          </w:r>
        </w:p>
      </w:docPartBody>
    </w:docPart>
    <w:docPart>
      <w:docPartPr>
        <w:name w:val="D4E31AB8825E4F188200228CC0417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78A5F-0560-4AD7-B201-E1B986B63E70}"/>
      </w:docPartPr>
      <w:docPartBody>
        <w:p w:rsidR="00000000" w:rsidRDefault="0047293D">
          <w:pPr>
            <w:pStyle w:val="D4E31AB8825E4F188200228CC04172E1"/>
          </w:pPr>
          <w:r>
            <w:rPr>
              <w:rStyle w:val="FormField-ParklandChar"/>
              <w:rFonts w:eastAsiaTheme="minorHAnsi"/>
            </w:rPr>
            <w:t>Click to enter text.</w:t>
          </w:r>
          <w:r>
            <w:rPr>
              <w:rStyle w:val="FormField-ParklandChar"/>
              <w:rFonts w:eastAsiaTheme="minorHAnsi"/>
            </w:rPr>
            <w:br/>
          </w:r>
        </w:p>
      </w:docPartBody>
    </w:docPart>
    <w:docPart>
      <w:docPartPr>
        <w:name w:val="B2AB1E74CAF441748452618406BBF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B595B7-7B17-4028-ADB4-D7A3E79A8CAD}"/>
      </w:docPartPr>
      <w:docPartBody>
        <w:p w:rsidR="00000000" w:rsidRDefault="0047293D">
          <w:pPr>
            <w:pStyle w:val="B2AB1E74CAF441748452618406BBFD7B"/>
          </w:pPr>
          <w:r>
            <w:rPr>
              <w:rStyle w:val="FormField-ParklandChar"/>
              <w:rFonts w:eastAsiaTheme="minorHAnsi"/>
            </w:rPr>
            <w:t>Click to enter text.</w:t>
          </w:r>
          <w:r>
            <w:rPr>
              <w:rStyle w:val="FormField-ParklandChar"/>
              <w:rFonts w:eastAsiaTheme="minorHAnsi"/>
            </w:rPr>
            <w:br/>
          </w:r>
        </w:p>
      </w:docPartBody>
    </w:docPart>
    <w:docPart>
      <w:docPartPr>
        <w:name w:val="28E95B7E1C0D489FAA04171207EF4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48F48B-1413-4B9C-9227-D39C9100776F}"/>
      </w:docPartPr>
      <w:docPartBody>
        <w:p w:rsidR="00F040B8" w:rsidRDefault="0047293D" w:rsidP="00410BDA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000000" w:rsidRDefault="0047293D"/>
      </w:docPartBody>
    </w:docPart>
    <w:docPart>
      <w:docPartPr>
        <w:name w:val="FA1F67EB87104C0DB5128F9FBFD58E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78D59-E38C-42AE-853E-24A56358BC85}"/>
      </w:docPartPr>
      <w:docPartBody>
        <w:p w:rsidR="00000000" w:rsidRDefault="0047293D">
          <w:pPr>
            <w:pStyle w:val="FA1F67EB87104C0DB5128F9FBFD58E98"/>
          </w:pPr>
          <w:r w:rsidRPr="00A357F7">
            <w:rPr>
              <w:rStyle w:val="FormField-ParklandChar"/>
              <w:rFonts w:eastAsiaTheme="minorEastAsia"/>
            </w:rPr>
            <w:t>Enter date</w:t>
          </w:r>
        </w:p>
      </w:docPartBody>
    </w:docPart>
    <w:docPart>
      <w:docPartPr>
        <w:name w:val="94A65B97F02D433F81CE8F57AB94D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43432-406F-4D10-B869-BC358F5E2353}"/>
      </w:docPartPr>
      <w:docPartBody>
        <w:p w:rsidR="00000000" w:rsidRDefault="0047293D">
          <w:pPr>
            <w:pStyle w:val="94A65B97F02D433F81CE8F57AB94D699"/>
          </w:pPr>
          <w:r w:rsidRPr="00A357F7">
            <w:rPr>
              <w:rStyle w:val="FormField-ParklandChar"/>
              <w:rFonts w:eastAsiaTheme="minorEastAsia"/>
            </w:rPr>
            <w:t>Enter date</w:t>
          </w:r>
        </w:p>
      </w:docPartBody>
    </w:docPart>
    <w:docPart>
      <w:docPartPr>
        <w:name w:val="84565DA2134B41C5A144ACD2C41A6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C4E42-F092-433C-AF60-B6BA45EC567C}"/>
      </w:docPartPr>
      <w:docPartBody>
        <w:p w:rsidR="00000000" w:rsidRDefault="0047293D">
          <w:pPr>
            <w:pStyle w:val="84565DA2134B41C5A144ACD2C41A6451"/>
          </w:pPr>
          <w:r w:rsidRPr="00A357F7">
            <w:rPr>
              <w:rStyle w:val="FormField-ParklandChar"/>
              <w:rFonts w:eastAsiaTheme="minorEastAsia"/>
            </w:rPr>
            <w:t>Enter date</w:t>
          </w:r>
        </w:p>
      </w:docPartBody>
    </w:docPart>
    <w:docPart>
      <w:docPartPr>
        <w:name w:val="57B8EE5B6CF4400F872F3F9A8EB01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7F9786-90E7-4B99-82C4-DF4EACE0E773}"/>
      </w:docPartPr>
      <w:docPartBody>
        <w:p w:rsidR="00F040B8" w:rsidRDefault="0047293D" w:rsidP="00AE0650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000000" w:rsidRDefault="0047293D"/>
      </w:docPartBody>
    </w:docPart>
    <w:docPart>
      <w:docPartPr>
        <w:name w:val="5399EBB1FAE34534A11641615137A5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928BD-A769-42FE-864E-4E1FCE2E4A0A}"/>
      </w:docPartPr>
      <w:docPartBody>
        <w:p w:rsidR="00F040B8" w:rsidRDefault="0047293D" w:rsidP="00AE0650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000000" w:rsidRDefault="0047293D"/>
      </w:docPartBody>
    </w:docPart>
    <w:docPart>
      <w:docPartPr>
        <w:name w:val="51BF1EC4A41E4FD387B10E4AE37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C38326-DE52-4E37-9FAA-B3B790E6F82D}"/>
      </w:docPartPr>
      <w:docPartBody>
        <w:p w:rsidR="00F040B8" w:rsidRDefault="0047293D" w:rsidP="00BB616B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>Click to enter text.</w:t>
          </w:r>
        </w:p>
        <w:p w:rsidR="00000000" w:rsidRDefault="0047293D"/>
      </w:docPartBody>
    </w:docPart>
    <w:docPart>
      <w:docPartPr>
        <w:name w:val="192951F130554C49B178DFD7FF0810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93881E-9CCA-40CD-A109-DC2F1A524B9A}"/>
      </w:docPartPr>
      <w:docPartBody>
        <w:p w:rsidR="00F040B8" w:rsidRDefault="0047293D" w:rsidP="00410BDA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000000" w:rsidRDefault="0047293D"/>
      </w:docPartBody>
    </w:docPart>
    <w:docPart>
      <w:docPartPr>
        <w:name w:val="53953C82EF394D6E97BBD98543447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F94A2A-AD5A-423E-922A-B5511DDCA0B1}"/>
      </w:docPartPr>
      <w:docPartBody>
        <w:p w:rsidR="00F040B8" w:rsidRDefault="0047293D" w:rsidP="00410BDA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000000" w:rsidRDefault="0047293D"/>
      </w:docPartBody>
    </w:docPart>
    <w:docPart>
      <w:docPartPr>
        <w:name w:val="E65D6024635D4C4591676A2776AE74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E7380-AE72-425D-AC3F-DE7CD987F4DE}"/>
      </w:docPartPr>
      <w:docPartBody>
        <w:p w:rsidR="00F040B8" w:rsidRDefault="0047293D" w:rsidP="00AE0650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000000" w:rsidRDefault="0047293D"/>
      </w:docPartBody>
    </w:docPart>
    <w:docPart>
      <w:docPartPr>
        <w:name w:val="EE98E5D087AF452AA651ED4E46B795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EEB7F3-9215-4CC4-BADB-6616D9D7CCE8}"/>
      </w:docPartPr>
      <w:docPartBody>
        <w:p w:rsidR="00F040B8" w:rsidRDefault="0047293D" w:rsidP="00410BDA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000000" w:rsidRDefault="0047293D"/>
      </w:docPartBody>
    </w:docPart>
    <w:docPart>
      <w:docPartPr>
        <w:name w:val="3C2011842DC1485F92031A4ED92369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5D0153-5B8C-43D7-A999-B26FA7F4DA62}"/>
      </w:docPartPr>
      <w:docPartBody>
        <w:p w:rsidR="00F040B8" w:rsidRDefault="0047293D" w:rsidP="00410BDA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000000" w:rsidRDefault="0047293D"/>
      </w:docPartBody>
    </w:docPart>
    <w:docPart>
      <w:docPartPr>
        <w:name w:val="DE6BED8E9E834397AF7DCC785AD75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95B7A-B5ED-4D29-B5D0-D21B7E2384E3}"/>
      </w:docPartPr>
      <w:docPartBody>
        <w:p w:rsidR="00F040B8" w:rsidRDefault="0047293D" w:rsidP="00EB7C96">
          <w:pPr>
            <w:pStyle w:val="Body-Parkland"/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>Click to enter text</w:t>
          </w:r>
          <w:r>
            <w:rPr>
              <w:rStyle w:val="FormField-ParklandChar"/>
              <w:rFonts w:eastAsiaTheme="minorHAnsi"/>
            </w:rPr>
            <w:t>.</w:t>
          </w:r>
        </w:p>
        <w:p w:rsidR="00000000" w:rsidRDefault="0047293D"/>
      </w:docPartBody>
    </w:docPart>
    <w:docPart>
      <w:docPartPr>
        <w:name w:val="DF1FF18ACC164C0B83CEF112908AD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0CD1A-9A6C-4E7C-B8E0-BA9C820D6BF7}"/>
      </w:docPartPr>
      <w:docPartBody>
        <w:p w:rsidR="00000000" w:rsidRDefault="0047293D">
          <w:pPr>
            <w:pStyle w:val="DF1FF18ACC164C0B83CEF112908ADA0B"/>
          </w:pPr>
          <w:r w:rsidRPr="00074F8D">
            <w:rPr>
              <w:rStyle w:val="FormField-ParklandChar"/>
              <w:rFonts w:eastAsiaTheme="minorHAnsi"/>
            </w:rPr>
            <w:t xml:space="preserve">Click to enter text.                                                                    </w:t>
          </w:r>
        </w:p>
      </w:docPartBody>
    </w:docPart>
    <w:docPart>
      <w:docPartPr>
        <w:name w:val="BC09382BD1ED4C858842064E60F61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DDE4B6-2966-4DB2-A581-5B19F570BF8C}"/>
      </w:docPartPr>
      <w:docPartBody>
        <w:p w:rsidR="00000000" w:rsidRDefault="0047293D">
          <w:pPr>
            <w:pStyle w:val="BC09382BD1ED4C858842064E60F61EC1"/>
          </w:pPr>
          <w:r w:rsidRPr="00074F8D">
            <w:rPr>
              <w:rStyle w:val="FormField-ParklandChar"/>
              <w:rFonts w:eastAsiaTheme="minorHAnsi"/>
            </w:rPr>
            <w:t xml:space="preserve">Click to enter text.                                                                                          </w:t>
          </w:r>
        </w:p>
      </w:docPartBody>
    </w:docPart>
    <w:docPart>
      <w:docPartPr>
        <w:name w:val="FB80B27AEC364C4798A1EFF8F5DD0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BCF1C-BD31-4842-B711-C5CF1DF97811}"/>
      </w:docPartPr>
      <w:docPartBody>
        <w:p w:rsidR="00F040B8" w:rsidRDefault="0047293D" w:rsidP="00EB7C96">
          <w:pPr>
            <w:pStyle w:val="Body-Parkland"/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>Click to enter text.</w:t>
          </w:r>
        </w:p>
        <w:p w:rsidR="00000000" w:rsidRDefault="0047293D">
          <w:pPr>
            <w:pStyle w:val="FB80B27AEC364C4798A1EFF8F5DD0F02"/>
          </w:pPr>
          <w:r>
            <w:rPr>
              <w:rStyle w:val="FormField-ParklandChar"/>
              <w:rFonts w:eastAsiaTheme="minorHAnsi"/>
            </w:rPr>
            <w:t xml:space="preserve"> </w:t>
          </w:r>
        </w:p>
      </w:docPartBody>
    </w:docPart>
    <w:docPart>
      <w:docPartPr>
        <w:name w:val="4E50BBA6790249CA8B02ED143852E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FBA4C-3107-4E19-8E6A-0D223CF30499}"/>
      </w:docPartPr>
      <w:docPartBody>
        <w:p w:rsidR="00000000" w:rsidRDefault="0047293D">
          <w:pPr>
            <w:pStyle w:val="4E50BBA6790249CA8B02ED143852E7DC"/>
          </w:pPr>
          <w:r w:rsidRPr="00074F8D">
            <w:rPr>
              <w:rStyle w:val="FormField-ParklandChar"/>
              <w:rFonts w:eastAsiaTheme="minorHAnsi"/>
            </w:rPr>
            <w:t xml:space="preserve">Click to enter text.                                                                    </w:t>
          </w:r>
        </w:p>
      </w:docPartBody>
    </w:docPart>
    <w:docPart>
      <w:docPartPr>
        <w:name w:val="9ECBC2CEADD84A7EB804E9C5591DF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268F4-A399-41A7-A455-6EA11747670C}"/>
      </w:docPartPr>
      <w:docPartBody>
        <w:p w:rsidR="00000000" w:rsidRDefault="0047293D">
          <w:pPr>
            <w:pStyle w:val="9ECBC2CEADD84A7EB804E9C5591DF726"/>
          </w:pPr>
          <w:r w:rsidRPr="00CD2081">
            <w:rPr>
              <w:rStyle w:val="PlaceholderText"/>
              <w:rFonts w:eastAsiaTheme="minorHAnsi"/>
            </w:rPr>
            <w:t>Click here to enter text.</w:t>
          </w:r>
          <w:r>
            <w:rPr>
              <w:rStyle w:val="PlaceholderText"/>
              <w:rFonts w:eastAsiaTheme="minorHAnsi"/>
            </w:rPr>
            <w:t xml:space="preserve">                                                            </w:t>
          </w:r>
        </w:p>
      </w:docPartBody>
    </w:docPart>
    <w:docPart>
      <w:docPartPr>
        <w:name w:val="8F406945E28A4A8882A750964AA5F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F9514-C3C4-46FD-8049-8DFF3E81FFC3}"/>
      </w:docPartPr>
      <w:docPartBody>
        <w:p w:rsidR="00F040B8" w:rsidRDefault="0047293D" w:rsidP="00EB7C96">
          <w:pPr>
            <w:pStyle w:val="Body-Parkland"/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>Click to enter text.</w:t>
          </w:r>
        </w:p>
        <w:p w:rsidR="00000000" w:rsidRDefault="0047293D">
          <w:pPr>
            <w:pStyle w:val="8F406945E28A4A8882A750964AA5F4A7"/>
          </w:pPr>
          <w:r>
            <w:rPr>
              <w:rStyle w:val="FormField-ParklandChar"/>
              <w:rFonts w:eastAsiaTheme="minorHAnsi"/>
            </w:rPr>
            <w:t xml:space="preserve">  </w:t>
          </w:r>
        </w:p>
      </w:docPartBody>
    </w:docPart>
    <w:docPart>
      <w:docPartPr>
        <w:name w:val="456B9325ED4F46309736D6C118EDD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607DB3-7DA4-4FEA-84A9-66D7CF0B9DB7}"/>
      </w:docPartPr>
      <w:docPartBody>
        <w:p w:rsidR="00000000" w:rsidRDefault="0047293D">
          <w:pPr>
            <w:pStyle w:val="456B9325ED4F46309736D6C118EDD944"/>
          </w:pPr>
          <w:r w:rsidRPr="00CD2081">
            <w:rPr>
              <w:rStyle w:val="PlaceholderText"/>
              <w:rFonts w:eastAsiaTheme="minorHAnsi"/>
            </w:rPr>
            <w:t>Click here to enter text.</w:t>
          </w:r>
          <w:r>
            <w:rPr>
              <w:rStyle w:val="PlaceholderText"/>
              <w:rFonts w:eastAsiaTheme="minorHAnsi"/>
            </w:rPr>
            <w:t xml:space="preserve">                                                                                  </w:t>
          </w:r>
        </w:p>
      </w:docPartBody>
    </w:docPart>
    <w:docPart>
      <w:docPartPr>
        <w:name w:val="6904EA051D614DEDAEB7B2C100A0A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51B09-BFA0-4564-96E7-4ADD7D76D230}"/>
      </w:docPartPr>
      <w:docPartBody>
        <w:p w:rsidR="00000000" w:rsidRDefault="0047293D">
          <w:pPr>
            <w:pStyle w:val="6904EA051D614DEDAEB7B2C100A0A8A4"/>
          </w:pPr>
          <w:r w:rsidRPr="00074F8D">
            <w:rPr>
              <w:rStyle w:val="FormField-ParklandChar"/>
              <w:rFonts w:eastAsiaTheme="minorHAnsi"/>
            </w:rPr>
            <w:t xml:space="preserve">Click to enter text.                                                                                          </w:t>
          </w:r>
        </w:p>
      </w:docPartBody>
    </w:docPart>
    <w:docPart>
      <w:docPartPr>
        <w:name w:val="542165EDF82446AEA23CA9601204C4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1C9C5-4FD0-4CF9-8D70-C01F55912460}"/>
      </w:docPartPr>
      <w:docPartBody>
        <w:p w:rsidR="00F040B8" w:rsidRDefault="0047293D" w:rsidP="00F74E1D">
          <w:pPr>
            <w:pStyle w:val="Body-Parkland"/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>Click to enter text.</w:t>
          </w:r>
        </w:p>
        <w:p w:rsidR="00000000" w:rsidRDefault="0047293D">
          <w:pPr>
            <w:pStyle w:val="542165EDF82446AEA23CA9601204C43B"/>
          </w:pPr>
          <w:r>
            <w:rPr>
              <w:rStyle w:val="FormField-ParklandChar"/>
              <w:rFonts w:eastAsiaTheme="minorHAnsi"/>
            </w:rPr>
            <w:t xml:space="preserve">  </w:t>
          </w:r>
        </w:p>
      </w:docPartBody>
    </w:docPart>
    <w:docPart>
      <w:docPartPr>
        <w:name w:val="D75DB723F4B446D8B90A45B13614D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D4F92-72E2-4E8A-8A9D-22DD87AA8853}"/>
      </w:docPartPr>
      <w:docPartBody>
        <w:p w:rsidR="00000000" w:rsidRDefault="0047293D">
          <w:pPr>
            <w:pStyle w:val="D75DB723F4B446D8B90A45B13614DA82"/>
          </w:pPr>
          <w:r w:rsidRPr="00074F8D">
            <w:rPr>
              <w:rStyle w:val="FormField-ParklandChar"/>
              <w:rFonts w:eastAsiaTheme="minorHAnsi"/>
            </w:rPr>
            <w:t xml:space="preserve">Click to enter text.                                       </w:t>
          </w:r>
          <w:r>
            <w:rPr>
              <w:rStyle w:val="FormField-ParklandChar"/>
              <w:rFonts w:eastAsiaTheme="minorHAnsi"/>
            </w:rPr>
            <w:t xml:space="preserve">                       </w:t>
          </w:r>
          <w:r w:rsidRPr="00074F8D">
            <w:rPr>
              <w:rStyle w:val="FormField-ParklandChar"/>
              <w:rFonts w:eastAsiaTheme="minorHAnsi"/>
            </w:rPr>
            <w:t xml:space="preserve">                             </w:t>
          </w:r>
        </w:p>
      </w:docPartBody>
    </w:docPart>
    <w:docPart>
      <w:docPartPr>
        <w:name w:val="E52BBD1316ED4013AC298D31A32D1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3E67A5-F1C6-432A-BF5D-0F98C9760F69}"/>
      </w:docPartPr>
      <w:docPartBody>
        <w:p w:rsidR="00000000" w:rsidRDefault="0047293D">
          <w:pPr>
            <w:pStyle w:val="E52BBD1316ED4013AC298D31A32D1487"/>
          </w:pPr>
          <w:r w:rsidRPr="00074F8D">
            <w:rPr>
              <w:rStyle w:val="FormField-ParklandChar"/>
              <w:rFonts w:eastAsiaTheme="minorHAnsi"/>
            </w:rPr>
            <w:t xml:space="preserve">Click to enter text.                                                                                          </w:t>
          </w:r>
        </w:p>
      </w:docPartBody>
    </w:docPart>
    <w:docPart>
      <w:docPartPr>
        <w:name w:val="2A27981384FB482BA39046B641657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8D9568-32F2-4898-B360-5513B17E620F}"/>
      </w:docPartPr>
      <w:docPartBody>
        <w:p w:rsidR="00000000" w:rsidRDefault="0047293D">
          <w:pPr>
            <w:pStyle w:val="2A27981384FB482BA39046B641657056"/>
          </w:pPr>
          <w:r w:rsidRPr="00A357F7">
            <w:rPr>
              <w:rStyle w:val="FormField-ParklandChar"/>
              <w:rFonts w:eastAsiaTheme="minorEastAsia"/>
            </w:rPr>
            <w:t>Enter date</w:t>
          </w:r>
        </w:p>
      </w:docPartBody>
    </w:docPart>
    <w:docPart>
      <w:docPartPr>
        <w:name w:val="28225B8A57D34D56B3A5C82D51958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3987A-65F1-4D8E-A095-3F562CD679D4}"/>
      </w:docPartPr>
      <w:docPartBody>
        <w:p w:rsidR="00000000" w:rsidRDefault="0047293D">
          <w:pPr>
            <w:pStyle w:val="28225B8A57D34D56B3A5C82D5195874E"/>
          </w:pPr>
          <w:r w:rsidRPr="00A357F7">
            <w:rPr>
              <w:rStyle w:val="FormField-ParklandChar"/>
              <w:rFonts w:eastAsiaTheme="minorEastAsia"/>
            </w:rPr>
            <w:t>Enter date</w:t>
          </w:r>
        </w:p>
      </w:docPartBody>
    </w:docPart>
    <w:docPart>
      <w:docPartPr>
        <w:name w:val="4077EF622A5F44C8A4E35B8E9EE6C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004A5-FEB2-47C6-A307-F97124326064}"/>
      </w:docPartPr>
      <w:docPartBody>
        <w:p w:rsidR="00000000" w:rsidRDefault="0047293D">
          <w:pPr>
            <w:pStyle w:val="4077EF622A5F44C8A4E35B8E9EE6C0C3"/>
          </w:pPr>
          <w:r w:rsidRPr="00A357F7">
            <w:rPr>
              <w:rStyle w:val="FormField-ParklandChar"/>
              <w:rFonts w:eastAsiaTheme="minorEastAsia"/>
            </w:rPr>
            <w:t>Enter date</w:t>
          </w:r>
        </w:p>
      </w:docPartBody>
    </w:docPart>
    <w:docPart>
      <w:docPartPr>
        <w:name w:val="B6DFF3DF3C9F4572B797C3B476FD2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CDEBF5-C2F8-49B7-81D1-BE544667DC0E}"/>
      </w:docPartPr>
      <w:docPartBody>
        <w:p w:rsidR="00000000" w:rsidRDefault="0047293D">
          <w:pPr>
            <w:pStyle w:val="B6DFF3DF3C9F4572B797C3B476FD2CAF"/>
          </w:pPr>
          <w:r w:rsidRPr="00074F8D">
            <w:rPr>
              <w:rStyle w:val="FormField-ParklandChar"/>
              <w:rFonts w:eastAsiaTheme="minorHAnsi"/>
            </w:rPr>
            <w:t>Click to enter text.</w:t>
          </w:r>
        </w:p>
      </w:docPartBody>
    </w:docPart>
    <w:docPart>
      <w:docPartPr>
        <w:name w:val="96E275A568B14F609BC89695FC047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BD046-14B7-4584-84B5-6558156486BD}"/>
      </w:docPartPr>
      <w:docPartBody>
        <w:p w:rsidR="00F040B8" w:rsidRDefault="0047293D" w:rsidP="00410BDA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F040B8" w:rsidRDefault="0047293D" w:rsidP="00410BDA">
          <w:pPr>
            <w:rPr>
              <w:rStyle w:val="Body-ParklandChar"/>
              <w:rFonts w:eastAsiaTheme="minorEastAsia"/>
            </w:rPr>
          </w:pPr>
        </w:p>
        <w:p w:rsidR="00F040B8" w:rsidRDefault="0047293D" w:rsidP="00410BDA">
          <w:pPr>
            <w:rPr>
              <w:rStyle w:val="Body-ParklandChar"/>
              <w:rFonts w:eastAsiaTheme="minorEastAsia"/>
            </w:rPr>
          </w:pPr>
        </w:p>
        <w:p w:rsidR="00F040B8" w:rsidRDefault="0047293D" w:rsidP="00410BDA">
          <w:pPr>
            <w:rPr>
              <w:rStyle w:val="Body-ParklandChar"/>
              <w:rFonts w:eastAsiaTheme="minorEastAsia"/>
            </w:rPr>
          </w:pPr>
        </w:p>
        <w:p w:rsidR="00F040B8" w:rsidRDefault="0047293D" w:rsidP="00410BDA">
          <w:pPr>
            <w:rPr>
              <w:rStyle w:val="Body-ParklandChar"/>
              <w:rFonts w:eastAsiaTheme="minorEastAsia"/>
            </w:rPr>
          </w:pPr>
        </w:p>
        <w:p w:rsidR="00000000" w:rsidRDefault="0047293D"/>
      </w:docPartBody>
    </w:docPart>
    <w:docPart>
      <w:docPartPr>
        <w:name w:val="6132FD7D1EA44FB584FA995B12CE4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C2B1C-2E0B-4C12-86D5-A245AC38B23E}"/>
      </w:docPartPr>
      <w:docPartBody>
        <w:p w:rsidR="00F040B8" w:rsidRDefault="0047293D" w:rsidP="00410BDA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000000" w:rsidRDefault="0047293D"/>
      </w:docPartBody>
    </w:docPart>
    <w:docPart>
      <w:docPartPr>
        <w:name w:val="21AD48A9FA2B423089BE165B316A0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74CCF0-D5E2-4E6C-BC62-C2E678CE0E54}"/>
      </w:docPartPr>
      <w:docPartBody>
        <w:p w:rsidR="00F040B8" w:rsidRDefault="0047293D" w:rsidP="00410BDA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000000" w:rsidRDefault="0047293D"/>
      </w:docPartBody>
    </w:docPart>
    <w:docPart>
      <w:docPartPr>
        <w:name w:val="EB22C02700EE4EA29BC049A4EEB3C2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F82E5-99D5-4482-88F5-DC46BF2F5221}"/>
      </w:docPartPr>
      <w:docPartBody>
        <w:p w:rsidR="00F040B8" w:rsidRDefault="0047293D" w:rsidP="00B12F2D">
          <w:pPr>
            <w:rPr>
              <w:rStyle w:val="FormField-ParklandChar"/>
              <w:rFonts w:eastAsiaTheme="minorHAnsi"/>
            </w:rPr>
          </w:pPr>
          <w:r w:rsidRPr="00074F8D">
            <w:rPr>
              <w:rStyle w:val="FormField-ParklandChar"/>
              <w:rFonts w:eastAsiaTheme="minorHAnsi"/>
            </w:rPr>
            <w:t xml:space="preserve">Click to enter text. </w:t>
          </w:r>
        </w:p>
        <w:p w:rsidR="00000000" w:rsidRDefault="0047293D"/>
      </w:docPartBody>
    </w:docPart>
    <w:docPart>
      <w:docPartPr>
        <w:name w:val="6BF32BF879B0427FABAA637B32FBE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AB29A8-9DEC-41B6-B876-8CDA571F4C20}"/>
      </w:docPartPr>
      <w:docPartBody>
        <w:p w:rsidR="00000000" w:rsidRDefault="0047293D">
          <w:pPr>
            <w:pStyle w:val="6BF32BF879B0427FABAA637B32FBEF39"/>
          </w:pPr>
          <w:r w:rsidRPr="00074F8D">
            <w:rPr>
              <w:rStyle w:val="FormField-ParklandChar"/>
              <w:rFonts w:eastAsiaTheme="minorHAnsi"/>
            </w:rPr>
            <w:t>Click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93D"/>
    <w:rsid w:val="0047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E4DD691080943F2AF0F6772862A997D">
    <w:name w:val="7E4DD691080943F2AF0F6772862A997D"/>
  </w:style>
  <w:style w:type="paragraph" w:customStyle="1" w:styleId="96549C29D83B49659B06B1285FFD29BE">
    <w:name w:val="96549C29D83B49659B06B1285FFD29BE"/>
  </w:style>
  <w:style w:type="paragraph" w:customStyle="1" w:styleId="FormField-Parkland">
    <w:name w:val="Form Field - Parkland"/>
    <w:basedOn w:val="Normal"/>
    <w:link w:val="FormField-ParklandChar"/>
    <w:qFormat/>
    <w:pPr>
      <w:spacing w:after="0" w:line="240" w:lineRule="auto"/>
    </w:pPr>
    <w:rPr>
      <w:rFonts w:ascii="Times New Roman" w:eastAsia="Times New Roman" w:hAnsi="Times New Roman" w:cs="Times New Roman"/>
      <w:color w:val="808080" w:themeColor="background1" w:themeShade="80"/>
      <w:sz w:val="24"/>
      <w:szCs w:val="24"/>
      <w:lang w:val="en-US" w:eastAsia="en-US"/>
    </w:rPr>
  </w:style>
  <w:style w:type="character" w:customStyle="1" w:styleId="FormField-ParklandChar">
    <w:name w:val="Form Field - Parkland Char"/>
    <w:basedOn w:val="DefaultParagraphFont"/>
    <w:link w:val="FormField-Parkland"/>
    <w:rPr>
      <w:rFonts w:ascii="Times New Roman" w:eastAsia="Times New Roman" w:hAnsi="Times New Roman" w:cs="Times New Roman"/>
      <w:color w:val="808080" w:themeColor="background1" w:themeShade="80"/>
      <w:sz w:val="24"/>
      <w:szCs w:val="24"/>
      <w:lang w:val="en-US" w:eastAsia="en-US"/>
    </w:rPr>
  </w:style>
  <w:style w:type="paragraph" w:customStyle="1" w:styleId="79A67419670D413083501153B67245B2">
    <w:name w:val="79A67419670D413083501153B67245B2"/>
  </w:style>
  <w:style w:type="paragraph" w:customStyle="1" w:styleId="33698182DB0B411C87CF0DB6A52C3607">
    <w:name w:val="33698182DB0B411C87CF0DB6A52C3607"/>
  </w:style>
  <w:style w:type="paragraph" w:customStyle="1" w:styleId="F135CAF691E94AE2BE9DC094397CAC53">
    <w:name w:val="F135CAF691E94AE2BE9DC094397CAC53"/>
  </w:style>
  <w:style w:type="paragraph" w:customStyle="1" w:styleId="BA5494E5CDE54C0EACFD74B474E7DCDC">
    <w:name w:val="BA5494E5CDE54C0EACFD74B474E7DCDC"/>
  </w:style>
  <w:style w:type="paragraph" w:customStyle="1" w:styleId="83DD151C8F2845489F5841600E9D0713">
    <w:name w:val="83DD151C8F2845489F5841600E9D0713"/>
  </w:style>
  <w:style w:type="paragraph" w:customStyle="1" w:styleId="B6ADC4F297574D36A5AECBB70EB00088">
    <w:name w:val="B6ADC4F297574D36A5AECBB70EB00088"/>
  </w:style>
  <w:style w:type="paragraph" w:customStyle="1" w:styleId="DAC2196D6DE842AD8952B51847FDB894">
    <w:name w:val="DAC2196D6DE842AD8952B51847FDB894"/>
  </w:style>
  <w:style w:type="paragraph" w:customStyle="1" w:styleId="F1DDC3CFE0274A32AE0FE2850106DC16">
    <w:name w:val="F1DDC3CFE0274A32AE0FE2850106DC16"/>
  </w:style>
  <w:style w:type="paragraph" w:customStyle="1" w:styleId="90434C1EE1AB4ECDA2F23E52259918C5">
    <w:name w:val="90434C1EE1AB4ECDA2F23E52259918C5"/>
  </w:style>
  <w:style w:type="paragraph" w:customStyle="1" w:styleId="D4E31AB8825E4F188200228CC04172E1">
    <w:name w:val="D4E31AB8825E4F188200228CC04172E1"/>
  </w:style>
  <w:style w:type="paragraph" w:customStyle="1" w:styleId="B2AB1E74CAF441748452618406BBFD7B">
    <w:name w:val="B2AB1E74CAF441748452618406BBFD7B"/>
  </w:style>
  <w:style w:type="paragraph" w:customStyle="1" w:styleId="FA1F67EB87104C0DB5128F9FBFD58E98">
    <w:name w:val="FA1F67EB87104C0DB5128F9FBFD58E98"/>
  </w:style>
  <w:style w:type="paragraph" w:customStyle="1" w:styleId="94A65B97F02D433F81CE8F57AB94D699">
    <w:name w:val="94A65B97F02D433F81CE8F57AB94D699"/>
  </w:style>
  <w:style w:type="paragraph" w:customStyle="1" w:styleId="84565DA2134B41C5A144ACD2C41A6451">
    <w:name w:val="84565DA2134B41C5A144ACD2C41A6451"/>
  </w:style>
  <w:style w:type="paragraph" w:customStyle="1" w:styleId="Body-Parkland">
    <w:name w:val="Body - Parkland"/>
    <w:basedOn w:val="Normal"/>
    <w:link w:val="Body-ParklandChar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1"/>
      <w:lang w:val="en-US" w:eastAsia="ja-JP"/>
    </w:rPr>
  </w:style>
  <w:style w:type="character" w:customStyle="1" w:styleId="Body-ParklandChar">
    <w:name w:val="Body - Parkland Char"/>
    <w:basedOn w:val="DefaultParagraphFont"/>
    <w:link w:val="Body-Parkland"/>
    <w:rPr>
      <w:rFonts w:ascii="Times New Roman" w:eastAsia="Times New Roman" w:hAnsi="Times New Roman" w:cs="Times New Roman"/>
      <w:sz w:val="24"/>
      <w:szCs w:val="21"/>
      <w:lang w:val="en-US" w:eastAsia="ja-JP"/>
    </w:rPr>
  </w:style>
  <w:style w:type="paragraph" w:customStyle="1" w:styleId="DF1FF18ACC164C0B83CEF112908ADA0B">
    <w:name w:val="DF1FF18ACC164C0B83CEF112908ADA0B"/>
  </w:style>
  <w:style w:type="paragraph" w:customStyle="1" w:styleId="BC09382BD1ED4C858842064E60F61EC1">
    <w:name w:val="BC09382BD1ED4C858842064E60F61EC1"/>
  </w:style>
  <w:style w:type="paragraph" w:customStyle="1" w:styleId="FB80B27AEC364C4798A1EFF8F5DD0F02">
    <w:name w:val="FB80B27AEC364C4798A1EFF8F5DD0F02"/>
  </w:style>
  <w:style w:type="paragraph" w:customStyle="1" w:styleId="4E50BBA6790249CA8B02ED143852E7DC">
    <w:name w:val="4E50BBA6790249CA8B02ED143852E7DC"/>
  </w:style>
  <w:style w:type="paragraph" w:customStyle="1" w:styleId="9ECBC2CEADD84A7EB804E9C5591DF726">
    <w:name w:val="9ECBC2CEADD84A7EB804E9C5591DF726"/>
  </w:style>
  <w:style w:type="paragraph" w:customStyle="1" w:styleId="8F406945E28A4A8882A750964AA5F4A7">
    <w:name w:val="8F406945E28A4A8882A750964AA5F4A7"/>
  </w:style>
  <w:style w:type="paragraph" w:customStyle="1" w:styleId="456B9325ED4F46309736D6C118EDD944">
    <w:name w:val="456B9325ED4F46309736D6C118EDD944"/>
  </w:style>
  <w:style w:type="paragraph" w:customStyle="1" w:styleId="6904EA051D614DEDAEB7B2C100A0A8A4">
    <w:name w:val="6904EA051D614DEDAEB7B2C100A0A8A4"/>
  </w:style>
  <w:style w:type="paragraph" w:customStyle="1" w:styleId="542165EDF82446AEA23CA9601204C43B">
    <w:name w:val="542165EDF82446AEA23CA9601204C43B"/>
  </w:style>
  <w:style w:type="paragraph" w:customStyle="1" w:styleId="D75DB723F4B446D8B90A45B13614DA82">
    <w:name w:val="D75DB723F4B446D8B90A45B13614DA82"/>
  </w:style>
  <w:style w:type="paragraph" w:customStyle="1" w:styleId="E52BBD1316ED4013AC298D31A32D1487">
    <w:name w:val="E52BBD1316ED4013AC298D31A32D1487"/>
  </w:style>
  <w:style w:type="paragraph" w:customStyle="1" w:styleId="2A27981384FB482BA39046B641657056">
    <w:name w:val="2A27981384FB482BA39046B641657056"/>
  </w:style>
  <w:style w:type="paragraph" w:customStyle="1" w:styleId="28225B8A57D34D56B3A5C82D5195874E">
    <w:name w:val="28225B8A57D34D56B3A5C82D5195874E"/>
  </w:style>
  <w:style w:type="paragraph" w:customStyle="1" w:styleId="4077EF622A5F44C8A4E35B8E9EE6C0C3">
    <w:name w:val="4077EF622A5F44C8A4E35B8E9EE6C0C3"/>
  </w:style>
  <w:style w:type="paragraph" w:customStyle="1" w:styleId="B6DFF3DF3C9F4572B797C3B476FD2CAF">
    <w:name w:val="B6DFF3DF3C9F4572B797C3B476FD2CAF"/>
  </w:style>
  <w:style w:type="paragraph" w:customStyle="1" w:styleId="6BF32BF879B0427FABAA637B32FBEF39">
    <w:name w:val="6BF32BF879B0427FABAA637B32FBEF39"/>
  </w:style>
  <w:style w:type="paragraph" w:customStyle="1" w:styleId="754B0E8E2270400686B3F2C295AF0089">
    <w:name w:val="754B0E8E2270400686B3F2C295AF0089"/>
  </w:style>
  <w:style w:type="paragraph" w:customStyle="1" w:styleId="5050DEF9A94145D7A3B364571E47A71E">
    <w:name w:val="5050DEF9A94145D7A3B364571E47A71E"/>
  </w:style>
  <w:style w:type="paragraph" w:customStyle="1" w:styleId="182F82AC8DD94105938927AB6F5459AA">
    <w:name w:val="182F82AC8DD94105938927AB6F5459AA"/>
  </w:style>
  <w:style w:type="paragraph" w:customStyle="1" w:styleId="4AC64F6CB52944689E0A6489CC445858">
    <w:name w:val="4AC64F6CB52944689E0A6489CC445858"/>
  </w:style>
  <w:style w:type="paragraph" w:customStyle="1" w:styleId="88F69F50CB074C10A23A9DC8B120E0B8">
    <w:name w:val="88F69F50CB074C10A23A9DC8B120E0B8"/>
  </w:style>
  <w:style w:type="paragraph" w:customStyle="1" w:styleId="3AD0F877718D4DAA9ABB25EF493C676E">
    <w:name w:val="3AD0F877718D4DAA9ABB25EF493C676E"/>
  </w:style>
  <w:style w:type="paragraph" w:customStyle="1" w:styleId="04C1F63A36FB420D862FA9F65AD7FB2E">
    <w:name w:val="04C1F63A36FB420D862FA9F65AD7FB2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E4DD691080943F2AF0F6772862A997D">
    <w:name w:val="7E4DD691080943F2AF0F6772862A997D"/>
  </w:style>
  <w:style w:type="paragraph" w:customStyle="1" w:styleId="96549C29D83B49659B06B1285FFD29BE">
    <w:name w:val="96549C29D83B49659B06B1285FFD29BE"/>
  </w:style>
  <w:style w:type="paragraph" w:customStyle="1" w:styleId="FormField-Parkland">
    <w:name w:val="Form Field - Parkland"/>
    <w:basedOn w:val="Normal"/>
    <w:link w:val="FormField-ParklandChar"/>
    <w:qFormat/>
    <w:pPr>
      <w:spacing w:after="0" w:line="240" w:lineRule="auto"/>
    </w:pPr>
    <w:rPr>
      <w:rFonts w:ascii="Times New Roman" w:eastAsia="Times New Roman" w:hAnsi="Times New Roman" w:cs="Times New Roman"/>
      <w:color w:val="808080" w:themeColor="background1" w:themeShade="80"/>
      <w:sz w:val="24"/>
      <w:szCs w:val="24"/>
      <w:lang w:val="en-US" w:eastAsia="en-US"/>
    </w:rPr>
  </w:style>
  <w:style w:type="character" w:customStyle="1" w:styleId="FormField-ParklandChar">
    <w:name w:val="Form Field - Parkland Char"/>
    <w:basedOn w:val="DefaultParagraphFont"/>
    <w:link w:val="FormField-Parkland"/>
    <w:rPr>
      <w:rFonts w:ascii="Times New Roman" w:eastAsia="Times New Roman" w:hAnsi="Times New Roman" w:cs="Times New Roman"/>
      <w:color w:val="808080" w:themeColor="background1" w:themeShade="80"/>
      <w:sz w:val="24"/>
      <w:szCs w:val="24"/>
      <w:lang w:val="en-US" w:eastAsia="en-US"/>
    </w:rPr>
  </w:style>
  <w:style w:type="paragraph" w:customStyle="1" w:styleId="79A67419670D413083501153B67245B2">
    <w:name w:val="79A67419670D413083501153B67245B2"/>
  </w:style>
  <w:style w:type="paragraph" w:customStyle="1" w:styleId="33698182DB0B411C87CF0DB6A52C3607">
    <w:name w:val="33698182DB0B411C87CF0DB6A52C3607"/>
  </w:style>
  <w:style w:type="paragraph" w:customStyle="1" w:styleId="F135CAF691E94AE2BE9DC094397CAC53">
    <w:name w:val="F135CAF691E94AE2BE9DC094397CAC53"/>
  </w:style>
  <w:style w:type="paragraph" w:customStyle="1" w:styleId="BA5494E5CDE54C0EACFD74B474E7DCDC">
    <w:name w:val="BA5494E5CDE54C0EACFD74B474E7DCDC"/>
  </w:style>
  <w:style w:type="paragraph" w:customStyle="1" w:styleId="83DD151C8F2845489F5841600E9D0713">
    <w:name w:val="83DD151C8F2845489F5841600E9D0713"/>
  </w:style>
  <w:style w:type="paragraph" w:customStyle="1" w:styleId="B6ADC4F297574D36A5AECBB70EB00088">
    <w:name w:val="B6ADC4F297574D36A5AECBB70EB00088"/>
  </w:style>
  <w:style w:type="paragraph" w:customStyle="1" w:styleId="DAC2196D6DE842AD8952B51847FDB894">
    <w:name w:val="DAC2196D6DE842AD8952B51847FDB894"/>
  </w:style>
  <w:style w:type="paragraph" w:customStyle="1" w:styleId="F1DDC3CFE0274A32AE0FE2850106DC16">
    <w:name w:val="F1DDC3CFE0274A32AE0FE2850106DC16"/>
  </w:style>
  <w:style w:type="paragraph" w:customStyle="1" w:styleId="90434C1EE1AB4ECDA2F23E52259918C5">
    <w:name w:val="90434C1EE1AB4ECDA2F23E52259918C5"/>
  </w:style>
  <w:style w:type="paragraph" w:customStyle="1" w:styleId="D4E31AB8825E4F188200228CC04172E1">
    <w:name w:val="D4E31AB8825E4F188200228CC04172E1"/>
  </w:style>
  <w:style w:type="paragraph" w:customStyle="1" w:styleId="B2AB1E74CAF441748452618406BBFD7B">
    <w:name w:val="B2AB1E74CAF441748452618406BBFD7B"/>
  </w:style>
  <w:style w:type="paragraph" w:customStyle="1" w:styleId="FA1F67EB87104C0DB5128F9FBFD58E98">
    <w:name w:val="FA1F67EB87104C0DB5128F9FBFD58E98"/>
  </w:style>
  <w:style w:type="paragraph" w:customStyle="1" w:styleId="94A65B97F02D433F81CE8F57AB94D699">
    <w:name w:val="94A65B97F02D433F81CE8F57AB94D699"/>
  </w:style>
  <w:style w:type="paragraph" w:customStyle="1" w:styleId="84565DA2134B41C5A144ACD2C41A6451">
    <w:name w:val="84565DA2134B41C5A144ACD2C41A6451"/>
  </w:style>
  <w:style w:type="paragraph" w:customStyle="1" w:styleId="Body-Parkland">
    <w:name w:val="Body - Parkland"/>
    <w:basedOn w:val="Normal"/>
    <w:link w:val="Body-ParklandChar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1"/>
      <w:lang w:val="en-US" w:eastAsia="ja-JP"/>
    </w:rPr>
  </w:style>
  <w:style w:type="character" w:customStyle="1" w:styleId="Body-ParklandChar">
    <w:name w:val="Body - Parkland Char"/>
    <w:basedOn w:val="DefaultParagraphFont"/>
    <w:link w:val="Body-Parkland"/>
    <w:rPr>
      <w:rFonts w:ascii="Times New Roman" w:eastAsia="Times New Roman" w:hAnsi="Times New Roman" w:cs="Times New Roman"/>
      <w:sz w:val="24"/>
      <w:szCs w:val="21"/>
      <w:lang w:val="en-US" w:eastAsia="ja-JP"/>
    </w:rPr>
  </w:style>
  <w:style w:type="paragraph" w:customStyle="1" w:styleId="DF1FF18ACC164C0B83CEF112908ADA0B">
    <w:name w:val="DF1FF18ACC164C0B83CEF112908ADA0B"/>
  </w:style>
  <w:style w:type="paragraph" w:customStyle="1" w:styleId="BC09382BD1ED4C858842064E60F61EC1">
    <w:name w:val="BC09382BD1ED4C858842064E60F61EC1"/>
  </w:style>
  <w:style w:type="paragraph" w:customStyle="1" w:styleId="FB80B27AEC364C4798A1EFF8F5DD0F02">
    <w:name w:val="FB80B27AEC364C4798A1EFF8F5DD0F02"/>
  </w:style>
  <w:style w:type="paragraph" w:customStyle="1" w:styleId="4E50BBA6790249CA8B02ED143852E7DC">
    <w:name w:val="4E50BBA6790249CA8B02ED143852E7DC"/>
  </w:style>
  <w:style w:type="paragraph" w:customStyle="1" w:styleId="9ECBC2CEADD84A7EB804E9C5591DF726">
    <w:name w:val="9ECBC2CEADD84A7EB804E9C5591DF726"/>
  </w:style>
  <w:style w:type="paragraph" w:customStyle="1" w:styleId="8F406945E28A4A8882A750964AA5F4A7">
    <w:name w:val="8F406945E28A4A8882A750964AA5F4A7"/>
  </w:style>
  <w:style w:type="paragraph" w:customStyle="1" w:styleId="456B9325ED4F46309736D6C118EDD944">
    <w:name w:val="456B9325ED4F46309736D6C118EDD944"/>
  </w:style>
  <w:style w:type="paragraph" w:customStyle="1" w:styleId="6904EA051D614DEDAEB7B2C100A0A8A4">
    <w:name w:val="6904EA051D614DEDAEB7B2C100A0A8A4"/>
  </w:style>
  <w:style w:type="paragraph" w:customStyle="1" w:styleId="542165EDF82446AEA23CA9601204C43B">
    <w:name w:val="542165EDF82446AEA23CA9601204C43B"/>
  </w:style>
  <w:style w:type="paragraph" w:customStyle="1" w:styleId="D75DB723F4B446D8B90A45B13614DA82">
    <w:name w:val="D75DB723F4B446D8B90A45B13614DA82"/>
  </w:style>
  <w:style w:type="paragraph" w:customStyle="1" w:styleId="E52BBD1316ED4013AC298D31A32D1487">
    <w:name w:val="E52BBD1316ED4013AC298D31A32D1487"/>
  </w:style>
  <w:style w:type="paragraph" w:customStyle="1" w:styleId="2A27981384FB482BA39046B641657056">
    <w:name w:val="2A27981384FB482BA39046B641657056"/>
  </w:style>
  <w:style w:type="paragraph" w:customStyle="1" w:styleId="28225B8A57D34D56B3A5C82D5195874E">
    <w:name w:val="28225B8A57D34D56B3A5C82D5195874E"/>
  </w:style>
  <w:style w:type="paragraph" w:customStyle="1" w:styleId="4077EF622A5F44C8A4E35B8E9EE6C0C3">
    <w:name w:val="4077EF622A5F44C8A4E35B8E9EE6C0C3"/>
  </w:style>
  <w:style w:type="paragraph" w:customStyle="1" w:styleId="B6DFF3DF3C9F4572B797C3B476FD2CAF">
    <w:name w:val="B6DFF3DF3C9F4572B797C3B476FD2CAF"/>
  </w:style>
  <w:style w:type="paragraph" w:customStyle="1" w:styleId="6BF32BF879B0427FABAA637B32FBEF39">
    <w:name w:val="6BF32BF879B0427FABAA637B32FBEF39"/>
  </w:style>
  <w:style w:type="paragraph" w:customStyle="1" w:styleId="754B0E8E2270400686B3F2C295AF0089">
    <w:name w:val="754B0E8E2270400686B3F2C295AF0089"/>
  </w:style>
  <w:style w:type="paragraph" w:customStyle="1" w:styleId="5050DEF9A94145D7A3B364571E47A71E">
    <w:name w:val="5050DEF9A94145D7A3B364571E47A71E"/>
  </w:style>
  <w:style w:type="paragraph" w:customStyle="1" w:styleId="182F82AC8DD94105938927AB6F5459AA">
    <w:name w:val="182F82AC8DD94105938927AB6F5459AA"/>
  </w:style>
  <w:style w:type="paragraph" w:customStyle="1" w:styleId="4AC64F6CB52944689E0A6489CC445858">
    <w:name w:val="4AC64F6CB52944689E0A6489CC445858"/>
  </w:style>
  <w:style w:type="paragraph" w:customStyle="1" w:styleId="88F69F50CB074C10A23A9DC8B120E0B8">
    <w:name w:val="88F69F50CB074C10A23A9DC8B120E0B8"/>
  </w:style>
  <w:style w:type="paragraph" w:customStyle="1" w:styleId="3AD0F877718D4DAA9ABB25EF493C676E">
    <w:name w:val="3AD0F877718D4DAA9ABB25EF493C676E"/>
  </w:style>
  <w:style w:type="paragraph" w:customStyle="1" w:styleId="04C1F63A36FB420D862FA9F65AD7FB2E">
    <w:name w:val="04C1F63A36FB420D862FA9F65AD7FB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root>
  <ABLearningID/>
</root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2.xml><?xml version="1.0" encoding="utf-8"?>
<root>
  <year>2012-2013</year>
</root>
</file>

<file path=customXml/item3.xml><?xml version="1.0" encoding="utf-8"?>
<root>
  <firstname/>
</root>
</file>

<file path=customXml/item4.xml><?xml version="1.0" encoding="utf-8"?>
<p:properties xmlns:p="http://schemas.microsoft.com/office/2006/metadata/properties" xmlns:xsi="http://www.w3.org/2001/XMLSchema-instance">
  <documentManagement>
    <TemplateUrl xmlns="http://schemas.microsoft.com/sharepoint/v3" xsi:nil="true"/>
    <ShowRepairView xmlns="http://schemas.microsoft.com/sharepoint/v3" xsi:nil="true"/>
    <DepartmentOwner xmlns="http://schemas.microsoft.com/sharepoint/v3/fields">Learning Services</DepartmentOwner>
    <xd_ProgID xmlns="http://schemas.microsoft.com/sharepoint/v3" xsi:nil="true"/>
    <ReportOwner xmlns="http://schemas.microsoft.com/sharepoint/v3">
      <UserInfo>
        <DisplayName/>
        <AccountId xsi:nil="true"/>
        <AccountType/>
      </UserInfo>
    </ReportOwner>
    <Target_x0020_Audiences xmlns="02deee0f-9418-4794-a824-b45709c2bfac">;;CN=PSD70 Teachers,OU=Staff Groups,OU=Security Groups,OU=AD\, File and Print,OU=Information Technology,OU=Business Units,DC=psd70,DC=ab,DC=ca;;</Target_x0020_Audiences>
  </documentManagement>
</p:properties>
</file>

<file path=customXml/item5.xml><?xml version="1.0" encoding="utf-8"?>
<root>
  <schoolname/>
</root>
</file>

<file path=customXml/item6.xml><?xml version="1.0" encoding="utf-8"?>
<root>
  <lastname/>
</root>
</file>

<file path=customXml/item7.xml><?xml version="1.0" encoding="utf-8"?>
<root>
  <firstname/>
</root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ct:contentTypeSchema xmlns:ct="http://schemas.microsoft.com/office/2006/metadata/contentType" xmlns:ma="http://schemas.microsoft.com/office/2006/metadata/properties/metaAttributes" ct:_="" ma:_="" ma:contentTypeName="District Form" ma:contentTypeID="0x0101010010567B5EBBDD4F4FA406E56D8F38316900964C9B98E428D948BA904FEAACD51F3F" ma:contentTypeVersion="3" ma:contentTypeDescription="Customised form including owning department." ma:contentTypeScope="" ma:versionID="f239636a88282a864475191ba4898dcb">
  <xsd:schema xmlns:xsd="http://www.w3.org/2001/XMLSchema" xmlns:p="http://schemas.microsoft.com/office/2006/metadata/properties" xmlns:ns1="http://schemas.microsoft.com/sharepoint/v3" xmlns:ns2="http://schemas.microsoft.com/sharepoint/v3/fields" xmlns:ns3="02deee0f-9418-4794-a824-b45709c2bfac" targetNamespace="http://schemas.microsoft.com/office/2006/metadata/properties" ma:root="true" ma:fieldsID="158fd8a816deffe0f59fd9ed7927dfcd" ns1:_="" ns2:_="" ns3:_="">
    <xsd:import namespace="http://schemas.microsoft.com/sharepoint/v3"/>
    <xsd:import namespace="http://schemas.microsoft.com/sharepoint/v3/fields"/>
    <xsd:import namespace="02deee0f-9418-4794-a824-b45709c2bfac"/>
    <xsd:element name="properties">
      <xsd:complexType>
        <xsd:sequence>
          <xsd:element name="documentManagement">
            <xsd:complexType>
              <xsd:all>
                <xsd:element ref="ns1:ShowRepairView" minOccurs="0"/>
                <xsd:element ref="ns1:TemplateUrl" minOccurs="0"/>
                <xsd:element ref="ns1:xd_ProgID" minOccurs="0"/>
                <xsd:element ref="ns1:ReportOwner" minOccurs="0"/>
                <xsd:element ref="ns2:DepartmentOwner"/>
                <xsd:element ref="ns3:Target_x0020_Audienc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ShowRepairView" ma:index="8" nillable="true" ma:displayName="Show Repair View" ma:hidden="true" ma:internalName="ShowRepairView">
      <xsd:simpleType>
        <xsd:restriction base="dms:Text"/>
      </xsd:simpleType>
    </xsd:element>
    <xsd:element name="TemplateUrl" ma:index="9" nillable="true" ma:displayName="Template Link" ma:hidden="true" ma:internalName="TemplateUrl">
      <xsd:simpleType>
        <xsd:restriction base="dms:Text"/>
      </xsd:simpleType>
    </xsd:element>
    <xsd:element name="xd_ProgID" ma:index="10" nillable="true" ma:displayName="Html File Link" ma:hidden="true" ma:internalName="xd_ProgID">
      <xsd:simpleType>
        <xsd:restriction base="dms:Text"/>
      </xsd:simpleType>
    </xsd:element>
    <xsd:element name="ReportOwner" ma:index="11" nillable="true" ma:displayName="Owner" ma:description="Owner of this document" ma:list="UserInfo" ma:internalName="ReportOwne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DepartmentOwner" ma:index="12" ma:displayName="Department Owner" ma:format="Dropdown" ma:internalName="DepartmentOwner">
      <xsd:simpleType>
        <xsd:restriction base="dms:Choice">
          <xsd:enumeration value="Business and Finance"/>
          <xsd:enumeration value="Facilities"/>
          <xsd:enumeration value="Human Resources"/>
          <xsd:enumeration value="Learning Services"/>
          <xsd:enumeration value="Purchasing"/>
          <xsd:enumeration value="Senior Executive"/>
          <xsd:enumeration value="Student Records Management"/>
          <xsd:enumeration value="Technology"/>
          <xsd:enumeration value="Transportation"/>
        </xsd:restriction>
      </xsd:simpleType>
    </xsd:element>
  </xsd:schema>
  <xsd:schema xmlns:xsd="http://www.w3.org/2001/XMLSchema" xmlns:dms="http://schemas.microsoft.com/office/2006/documentManagement/types" targetNamespace="02deee0f-9418-4794-a824-b45709c2bfac" elementFormDefault="qualified">
    <xsd:import namespace="http://schemas.microsoft.com/office/2006/documentManagement/types"/>
    <xsd:element name="Target_x0020_Audiences" ma:index="13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4FC1EDD-22C0-459D-B0C2-413CCF6530CD}">
  <ds:schemaRefs/>
</ds:datastoreItem>
</file>

<file path=customXml/itemProps10.xml><?xml version="1.0" encoding="utf-8"?>
<ds:datastoreItem xmlns:ds="http://schemas.openxmlformats.org/officeDocument/2006/customXml" ds:itemID="{6C62030C-4A60-4D12-ABA2-3070989B69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28BC4F-9F08-43F6-B014-CC2FEE6264C4}">
  <ds:schemaRefs/>
</ds:datastoreItem>
</file>

<file path=customXml/itemProps3.xml><?xml version="1.0" encoding="utf-8"?>
<ds:datastoreItem xmlns:ds="http://schemas.openxmlformats.org/officeDocument/2006/customXml" ds:itemID="{9E6B2F35-D078-4E28-8805-0D338FEAD597}">
  <ds:schemaRefs/>
</ds:datastoreItem>
</file>

<file path=customXml/itemProps4.xml><?xml version="1.0" encoding="utf-8"?>
<ds:datastoreItem xmlns:ds="http://schemas.openxmlformats.org/officeDocument/2006/customXml" ds:itemID="{64CD24B1-D43B-4825-BFC4-1CC29E80E9D8}">
  <ds:schemaRefs>
    <ds:schemaRef ds:uri="http://schemas.microsoft.com/office/2006/metadata/properties"/>
    <ds:schemaRef ds:uri="http://schemas.microsoft.com/sharepoint/v3"/>
    <ds:schemaRef ds:uri="http://schemas.microsoft.com/sharepoint/v3/fields"/>
    <ds:schemaRef ds:uri="02deee0f-9418-4794-a824-b45709c2bfac"/>
  </ds:schemaRefs>
</ds:datastoreItem>
</file>

<file path=customXml/itemProps5.xml><?xml version="1.0" encoding="utf-8"?>
<ds:datastoreItem xmlns:ds="http://schemas.openxmlformats.org/officeDocument/2006/customXml" ds:itemID="{5A750640-883C-4266-91DF-7302CDFE1538}">
  <ds:schemaRefs/>
</ds:datastoreItem>
</file>

<file path=customXml/itemProps6.xml><?xml version="1.0" encoding="utf-8"?>
<ds:datastoreItem xmlns:ds="http://schemas.openxmlformats.org/officeDocument/2006/customXml" ds:itemID="{80FEDED5-F975-41F4-B5F4-F0D1B3283574}">
  <ds:schemaRefs/>
</ds:datastoreItem>
</file>

<file path=customXml/itemProps7.xml><?xml version="1.0" encoding="utf-8"?>
<ds:datastoreItem xmlns:ds="http://schemas.openxmlformats.org/officeDocument/2006/customXml" ds:itemID="{9E6B2F35-D078-4E28-8805-0D338FEAD597}">
  <ds:schemaRefs/>
</ds:datastoreItem>
</file>

<file path=customXml/itemProps8.xml><?xml version="1.0" encoding="utf-8"?>
<ds:datastoreItem xmlns:ds="http://schemas.openxmlformats.org/officeDocument/2006/customXml" ds:itemID="{713A212A-D494-47B9-9A19-5B5343C53BAD}">
  <ds:schemaRefs>
    <ds:schemaRef ds:uri="http://schemas.microsoft.com/sharepoint/v3/contenttype/forms"/>
  </ds:schemaRefs>
</ds:datastoreItem>
</file>

<file path=customXml/itemProps9.xml><?xml version="1.0" encoding="utf-8"?>
<ds:datastoreItem xmlns:ds="http://schemas.openxmlformats.org/officeDocument/2006/customXml" ds:itemID="{FB4444F6-C05F-48E0-9C3C-E2223AC2A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02deee0f-9418-4794-a824-b45709c2bfa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IPP (4).dotx</Template>
  <TotalTime>1</TotalTime>
  <Pages>5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LASTNAME Firstname IPP 2012-2013</vt:lpstr>
    </vt:vector>
  </TitlesOfParts>
  <Company>PSD70</Company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LASTNAME Firstname IPP 2012-2013</dc:title>
  <dc:creator>Carolyn Jensen</dc:creator>
  <cp:lastModifiedBy>Carolyn Jensen</cp:lastModifiedBy>
  <cp:revision>1</cp:revision>
  <dcterms:created xsi:type="dcterms:W3CDTF">2012-08-20T17:48:00Z</dcterms:created>
  <dcterms:modified xsi:type="dcterms:W3CDTF">2012-08-20T17:49:00Z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0x0101010010567B5EBBDD4F4FA406E56D8F38316900964C9B98E428D948BA904FEAACD51F3F</vt:lpwstr>
  </property>
</Properties>
</file>